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C1F44" w14:textId="3937D54B" w:rsidR="00C72BB1" w:rsidRPr="000A16DD" w:rsidRDefault="00D030FD" w:rsidP="000A16DD">
      <w:pPr>
        <w:jc w:val="center"/>
        <w:rPr>
          <w:rFonts w:ascii="Calibri" w:hAnsi="Calibri"/>
          <w:i/>
          <w:iCs/>
          <w:color w:val="575F6D" w:themeColor="text2"/>
          <w:spacing w:val="5"/>
          <w:sz w:val="22"/>
          <w:szCs w:val="22"/>
        </w:rPr>
      </w:pPr>
      <w:r>
        <w:rPr>
          <w:rFonts w:ascii="Calibri" w:hAnsi="Calibri"/>
          <w:i/>
          <w:iCs/>
          <w:smallCaps/>
          <w:noProof/>
          <w:color w:val="575F6D" w:themeColor="text2"/>
          <w:spacing w:val="5"/>
          <w:sz w:val="22"/>
          <w:szCs w:val="22"/>
        </w:rPr>
        <w:pict w14:anchorId="69AF6040">
          <v:rect id="Pravokotnik 89" o:spid="_x0000_s2050" style="position:absolute;left:0;text-align:left;margin-left:0;margin-top:198pt;width:459.9pt;height:306pt;z-index:251672576;visibility:visible;mso-height-percent:0;mso-wrap-distance-left:9pt;mso-wrap-distance-top:0;mso-wrap-distance-right:9pt;mso-wrap-distance-bottom:0;mso-position-horizontal:left;mso-position-horizontal-relative:margin;mso-position-vertical:absolute;mso-position-vertical-relative:page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" o:allowincell="f" filled="f" stroked="f">
            <v:textbox>
              <w:txbxContent>
                <w:p w14:paraId="5ABB69B4" w14:textId="07C078FC" w:rsidR="00232AFE" w:rsidRPr="00982283" w:rsidRDefault="00D030FD" w:rsidP="000A44DA">
                  <w:pPr>
                    <w:jc w:val="center"/>
                    <w:rPr>
                      <w:rFonts w:ascii="Calibri" w:eastAsiaTheme="majorEastAsia" w:hAnsi="Calibri" w:cstheme="majorBidi"/>
                      <w:b/>
                      <w:smallCaps/>
                      <w:color w:val="E65B01" w:themeColor="accent1" w:themeShade="BF"/>
                      <w:spacing w:val="20"/>
                      <w:sz w:val="48"/>
                      <w:szCs w:val="48"/>
                    </w:rPr>
                  </w:pPr>
                  <w:sdt>
                    <w:sdtPr>
                      <w:rPr>
                        <w:rFonts w:ascii="Calibri" w:eastAsiaTheme="majorEastAsia" w:hAnsi="Calibri" w:cstheme="majorBidi"/>
                        <w:b/>
                        <w:smallCaps/>
                        <w:color w:val="3667C3" w:themeColor="accent2" w:themeShade="BF"/>
                        <w:spacing w:val="20"/>
                        <w:sz w:val="48"/>
                        <w:szCs w:val="48"/>
                      </w:rPr>
                      <w:alias w:val="Naslov"/>
                      <w:id w:val="-1853094609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r w:rsidR="002F34CA">
                        <w:rPr>
                          <w:rFonts w:ascii="Calibri" w:eastAsiaTheme="majorEastAsia" w:hAnsi="Calibri" w:cstheme="majorBidi"/>
                          <w:b/>
                          <w:smallCaps/>
                          <w:color w:val="3667C3" w:themeColor="accent2" w:themeShade="BF"/>
                          <w:spacing w:val="20"/>
                          <w:sz w:val="48"/>
                          <w:szCs w:val="48"/>
                        </w:rPr>
                        <w:t>PRILOGA RAZPISNE                       DOKUMENTACIJE</w:t>
                      </w:r>
                    </w:sdtContent>
                  </w:sdt>
                </w:p>
                <w:p w14:paraId="62D30856" w14:textId="77777777" w:rsidR="00232AFE" w:rsidRDefault="00232AFE" w:rsidP="00982283">
                  <w:pPr>
                    <w:jc w:val="center"/>
                    <w:rPr>
                      <w:rFonts w:ascii="Calibri" w:hAnsi="Calibri"/>
                      <w:b/>
                      <w:iCs/>
                      <w:color w:val="000000" w:themeColor="text1"/>
                      <w:sz w:val="28"/>
                      <w:szCs w:val="28"/>
                    </w:rPr>
                  </w:pPr>
                  <w:r w:rsidRPr="00982283">
                    <w:rPr>
                      <w:rFonts w:ascii="Calibri" w:hAnsi="Calibri"/>
                      <w:b/>
                      <w:iCs/>
                      <w:color w:val="000000" w:themeColor="text1"/>
                      <w:sz w:val="28"/>
                      <w:szCs w:val="28"/>
                    </w:rPr>
                    <w:t>Javni razpis za sofinanciranje programov in projektov ljubiteljske kulture v Občini Dobrepolje</w:t>
                  </w:r>
                  <w:r>
                    <w:rPr>
                      <w:rFonts w:ascii="Calibri" w:hAnsi="Calibri"/>
                      <w:b/>
                      <w:iCs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</w:p>
                <w:p w14:paraId="54F3C54D" w14:textId="77777777" w:rsidR="00232AFE" w:rsidRPr="00982283" w:rsidRDefault="00232AFE">
                  <w:pPr>
                    <w:rPr>
                      <w:rFonts w:ascii="Calibri" w:hAnsi="Calibri"/>
                      <w:b/>
                      <w:iCs/>
                      <w:color w:val="E65B01" w:themeColor="accent1" w:themeShade="BF"/>
                      <w:sz w:val="28"/>
                      <w:szCs w:val="28"/>
                    </w:rPr>
                  </w:pPr>
                </w:p>
              </w:txbxContent>
            </v:textbox>
            <w10:wrap anchorx="margin" anchory="page"/>
          </v:rect>
        </w:pict>
      </w:r>
      <w:r w:rsidR="000A16DD" w:rsidRPr="000A16DD">
        <w:rPr>
          <w:noProof/>
          <w:sz w:val="22"/>
          <w:szCs w:val="22"/>
        </w:rPr>
        <w:drawing>
          <wp:inline distT="0" distB="0" distL="0" distR="0" wp14:anchorId="37F7F960" wp14:editId="7BE93423">
            <wp:extent cx="1133475" cy="120967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sdt>
        <w:sdtPr>
          <w:rPr>
            <w:rFonts w:ascii="Calibri" w:hAnsi="Calibri"/>
            <w:i/>
            <w:iCs/>
            <w:smallCaps/>
            <w:color w:val="575F6D" w:themeColor="text2"/>
            <w:spacing w:val="5"/>
            <w:sz w:val="22"/>
            <w:szCs w:val="22"/>
          </w:rPr>
          <w:id w:val="-689369987"/>
          <w:docPartObj>
            <w:docPartGallery w:val="Cover Pages"/>
            <w:docPartUnique/>
          </w:docPartObj>
        </w:sdtPr>
        <w:sdtEndPr/>
        <w:sdtContent>
          <w:r w:rsidR="006B7719" w:rsidRPr="000A16DD">
            <w:rPr>
              <w:rFonts w:ascii="Calibri" w:hAnsi="Calibri"/>
              <w:i/>
              <w:iCs/>
              <w:smallCaps/>
              <w:color w:val="575F6D" w:themeColor="text2"/>
              <w:spacing w:val="5"/>
              <w:sz w:val="22"/>
              <w:szCs w:val="22"/>
            </w:rPr>
            <w:br w:type="page"/>
          </w:r>
          <w:bookmarkStart w:id="0" w:name="_Hlk71787011"/>
          <w:bookmarkEnd w:id="0"/>
        </w:sdtContent>
      </w:sdt>
    </w:p>
    <w:p w14:paraId="5EF84646" w14:textId="52302359" w:rsidR="00C37F6A" w:rsidRPr="000A16DD" w:rsidRDefault="00D030FD">
      <w:pPr>
        <w:pStyle w:val="Naslov"/>
        <w:rPr>
          <w:rFonts w:ascii="Calibri" w:eastAsiaTheme="minorEastAsia" w:hAnsi="Calibri" w:cstheme="minorBidi"/>
          <w:b/>
          <w:smallCaps w:val="0"/>
          <w:color w:val="3667C3" w:themeColor="accent2" w:themeShade="BF"/>
          <w:spacing w:val="0"/>
          <w:sz w:val="22"/>
          <w:szCs w:val="22"/>
        </w:rPr>
      </w:pPr>
      <w:sdt>
        <w:sdtPr>
          <w:rPr>
            <w:rFonts w:ascii="Calibri" w:eastAsiaTheme="minorEastAsia" w:hAnsi="Calibri" w:cstheme="minorBidi"/>
            <w:b/>
            <w:smallCaps w:val="0"/>
            <w:color w:val="3667C3" w:themeColor="accent2" w:themeShade="BF"/>
            <w:spacing w:val="0"/>
            <w:sz w:val="22"/>
            <w:szCs w:val="22"/>
          </w:rPr>
          <w:id w:val="221498486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2F34CA">
            <w:rPr>
              <w:rFonts w:ascii="Calibri" w:eastAsiaTheme="minorEastAsia" w:hAnsi="Calibri" w:cstheme="minorBidi"/>
              <w:b/>
              <w:smallCaps w:val="0"/>
              <w:color w:val="3667C3" w:themeColor="accent2" w:themeShade="BF"/>
              <w:spacing w:val="0"/>
              <w:sz w:val="22"/>
              <w:szCs w:val="22"/>
            </w:rPr>
            <w:t>PRILOGA RAZPISNE                       DOKUMENTACIJE</w:t>
          </w:r>
        </w:sdtContent>
      </w:sdt>
    </w:p>
    <w:p w14:paraId="75ACCBB6" w14:textId="77777777" w:rsidR="00C72BB1" w:rsidRPr="000A16DD" w:rsidRDefault="00D030FD">
      <w:pPr>
        <w:pStyle w:val="Naslov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pict w14:anchorId="5F9A8278">
          <v:group id="Skupina 62" o:spid="_x0000_s2119" style="position:absolute;margin-left:0;margin-top:10in;width:43.2pt;height:43.2pt;z-index:251646976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">
            <v:oval id="Oval 63" o:spid="_x0000_s2121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Tt98QA&#10;AADbAAAADwAAAGRycy9kb3ducmV2LnhtbESP3WoCMRSE7wu+QzhC72rWSqWsRhGLUgoV6x9eHjbH&#10;zermZElS3b59IxR6OczMN8x42tpaXMmHyrGCfi8DQVw4XXGpYLddPL2CCBFZY+2YFPxQgOmk8zDG&#10;XLsbf9F1E0uRIBxyVGBibHIpQ2HIYui5hjh5J+ctxiR9KbXHW4LbWj5n2VBarDgtGGxobqi4bL6t&#10;Av225PXHMfiVPuHLp9ktzvtDrdRjt52NQERq43/4r/2uFQwHcP+SfoC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07ff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64" o:spid="_x0000_s2120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GCYcUA&#10;AADbAAAADwAAAGRycy9kb3ducmV2LnhtbESPQWvCQBSE7wX/w/KEXkrdWEQkzUZEkIYiSBPr+ZF9&#10;TYLZtzG7TdJ/3y0UPA4z8w2TbCfTioF611hWsFxEIIhLqxuuFJyLw/MGhPPIGlvLpOCHHGzT2UOC&#10;sbYjf9CQ+0oECLsYFdTed7GUrqzJoFvYjjh4X7Y36IPsK6l7HAPctPIlitbSYMNhocaO9jWV1/zb&#10;KBjL03Apjm/y9HTJLN+y2z7/fFfqcT7tXkF4mvw9/N/OtIL1C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MYJhxQAAANsAAAAPAAAAAAAAAAAAAAAAAJgCAABkcnMv&#10;ZG93bnJldi54bWxQSwUGAAAAAAQABAD1AAAAigMAAAAA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458C1B92">
          <v:group id="Skupina 59" o:spid="_x0000_s2116" style="position:absolute;margin-left:0;margin-top:10in;width:43.2pt;height:43.2pt;z-index:251648000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">
            <v:oval id="Oval 60" o:spid="_x0000_s2118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ZzgMAA&#10;AADbAAAADwAAAGRycy9kb3ducmV2LnhtbERPy2oCMRTdC/2HcAvuNGNBkalRimKRQouvisvL5DqZ&#10;OrkZkqjTvzcLweXhvCez1tbiSj5UjhUM+hkI4sLpiksF+92yNwYRIrLG2jEp+KcAs+lLZ4K5djfe&#10;0HUbS5FCOOSowMTY5FKGwpDF0HcNceJOzluMCfpSao+3FG5r+ZZlI2mx4tRgsKG5oeK8vVgFevHJ&#10;669j8D/6hMNvs1/+/R5qpbqv7cc7iEhtfIof7pVWMErr05f0A+T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qZzgMAAAADbAAAADwAAAAAAAAAAAAAAAACYAgAAZHJzL2Rvd25y&#10;ZXYueG1sUEsFBgAAAAAEAAQA9QAAAIUDAAAAAA==&#10;" fillcolor="#fe8637" strokecolor="#fe8637" strokeweight="3pt">
              <v:stroke linestyle="thinThin"/>
              <v:shadow color="#1f2f3f" opacity=".5" offset=",3pt"/>
            </v:oval>
            <v:rect id="Rectangle 61" o:spid="_x0000_s2117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Yh+cQA&#10;AADbAAAADwAAAGRycy9kb3ducmV2LnhtbESPQWuDQBSE74X8h+UFcinNmhxCMdmEIoRIKYRq4vnh&#10;vqrUfavuVu2/7xYKPQ4z8w1zOM2mFSMNrrGsYLOOQBCXVjdcKbjl56dnEM4ja2wtk4JvcnA6Lh4O&#10;GGs78TuNma9EgLCLUUHtfRdL6cqaDLq17YiD92EHgz7IoZJ6wCnATSu3UbSTBhsOCzV2lNRUfmZf&#10;RsFUXscif7vI62ORWu7TPsnur0qtlvPLHoSn2f+H/9qpVrDbwO+X8AP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GIfnEAAAA2wAAAA8AAAAAAAAAAAAAAAAAmAIAAGRycy9k&#10;b3ducmV2LnhtbFBLBQYAAAAABAAEAPUAAACJAwAAAAA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2B0A920C">
          <v:group id="Skupina 56" o:spid="_x0000_s2113" style="position:absolute;margin-left:0;margin-top:10in;width:43.2pt;height:43.2pt;z-index:251649024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">
            <v:oval id="Oval 57" o:spid="_x0000_s2115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MhScQA&#10;AADbAAAADwAAAGRycy9kb3ducmV2LnhtbESP3WoCMRSE7wu+QzhC7zRrwR+2RhGLpQgtam3x8rA5&#10;blY3J0uS6vbtG0Ho5TAz3zDTeWtrcSEfKscKBv0MBHHhdMWlgv3nqjcBESKyxtoxKfilAPNZ52GK&#10;uXZX3tJlF0uRIBxyVGBibHIpQ2HIYui7hjh5R+ctxiR9KbXHa4LbWj5l2UharDgtGGxoaag4736s&#10;Av3yypv1IfgPfcThu9mvTl/ftVKP3XbxDCJSG//D9/abVjAcw+1L+gF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jIUn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58" o:spid="_x0000_s2114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BC2cIA&#10;AADbAAAADwAAAGRycy9kb3ducmV2LnhtbERPTWuDQBC9B/oflinkEuKaQkswrlICJRIKoabNeXCn&#10;KnVnjbtV+++7h0COj/ed5rPpxEiDay0r2EQxCOLK6pZrBZ/nt/UWhPPIGjvLpOCPHOTZwyLFRNuJ&#10;P2gsfS1CCLsEFTTe94mUrmrIoItsTxy4bzsY9AEOtdQDTiHcdPIpjl+kwZZDQ4M97Ruqfspfo2Cq&#10;TuPl/H6Qp9WlsHwtrvvy66jU8nF+3YHwNPu7+OYutILnMDZ8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ELZwgAAANsAAAAPAAAAAAAAAAAAAAAAAJgCAABkcnMvZG93&#10;bnJldi54bWxQSwUGAAAAAAQABAD1AAAAhwMAAAAA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4F91A050">
          <v:group id="Skupina 53" o:spid="_x0000_s2110" style="position:absolute;margin-left:0;margin-top:10in;width:43.2pt;height:43.2pt;z-index:251650048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">
            <v:oval id="Oval 54" o:spid="_x0000_s2112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G/PsQA&#10;AADbAAAADwAAAGRycy9kb3ducmV2LnhtbESP3WoCMRSE74W+QzgF7zRbqaWsRikViwgW6x+9PGyO&#10;m203J0sSdX37piB4OczMN8x42tpanMmHyrGCp34GgrhwuuJSwW47772CCBFZY+2YFFwpwHTy0Blj&#10;rt2Fv+i8iaVIEA45KjAxNrmUoTBkMfRdQ5y8o/MWY5K+lNrjJcFtLQdZ9iItVpwWDDb0bqj43Zys&#10;Aj374PXyO/hPfcThyuzmP/tDrVT3sX0bgYjUxnv41l5oBcNn+P+SfoC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xvz7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55" o:spid="_x0000_s2111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HtR8UA&#10;AADbAAAADwAAAGRycy9kb3ducmV2LnhtbESPQWvCQBSE7wX/w/KEXkrdWLBImo2IIA1FkCbW8yP7&#10;mgSzb2N2m6T/3i0UPA4z8w2TbCbTioF611hWsFxEIIhLqxuuFJyK/fMahPPIGlvLpOCXHGzS2UOC&#10;sbYjf9KQ+0oECLsYFdTed7GUrqzJoFvYjjh437Y36IPsK6l7HAPctPIlil6lwYbDQo0d7WoqL/mP&#10;UTCWx+FcHN7l8emcWb5m113+9aHU43zavoHwNPl7+L+daQWrFfx9CT9A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Ee1HxQAAANsAAAAPAAAAAAAAAAAAAAAAAJgCAABkcnMv&#10;ZG93bnJldi54bWxQSwUGAAAAAAQABAD1AAAAigMAAAAA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20C0019E">
          <v:group id="Skupina 50" o:spid="_x0000_s2107" style="position:absolute;margin-left:0;margin-top:10in;width:43.2pt;height:43.2pt;z-index:251651072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">
            <v:oval id="Oval 51" o:spid="_x0000_s2109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YcpsQA&#10;AADbAAAADwAAAGRycy9kb3ducmV2LnhtbESPQWsCMRSE7wX/Q3hCbzWrYJGtUUSxlEKLrrb0+Ng8&#10;N6ublyVJdfvvG0HwOMzMN8x03tlGnMmH2rGC4SADQVw6XXOlYL9bP01AhIissXFMCv4owHzWe5hi&#10;rt2Ft3QuYiUShEOOCkyMbS5lKA1ZDAPXEifv4LzFmKSvpPZ4SXDbyFGWPUuLNacFgy0tDZWn4tcq&#10;0KtX3rz/BP+pDzj+MPv18eu7Ueqx3y1eQETq4j18a79pBeMhXL+kHyB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GHKb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52" o:spid="_x0000_s210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h1M8QA&#10;AADbAAAADwAAAGRycy9kb3ducmV2LnhtbESPQWvCQBSE74X+h+UVvBTdVGgpMRspQjGIII3V8yP7&#10;TEKzb2N2TeK/7wqCx2FmvmGS5Wga0VPnassK3mYRCOLC6ppLBb/77+knCOeRNTaWScGVHCzT56cE&#10;Y20H/qE+96UIEHYxKqi8b2MpXVGRQTezLXHwTrYz6IPsSqk7HALcNHIeRR/SYM1hocKWVhUVf/nF&#10;KBiKXX/cb9dy93rMLJ+z8yo/bJSavIxfCxCeRv8I39uZVvA+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4dTPEAAAA2wAAAA8AAAAAAAAAAAAAAAAAmAIAAGRycy9k&#10;b3ducmV2LnhtbFBLBQYAAAAABAAEAPUAAACJAwAAAAA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010ADB1A">
          <v:group id="Skupina 47" o:spid="_x0000_s2104" style="position:absolute;margin-left:0;margin-top:10in;width:43.2pt;height:43.2pt;z-index:251652096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">
            <v:oval id="Oval 48" o:spid="_x0000_s2106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Uj5sIA&#10;AADbAAAADwAAAGRycy9kb3ducmV2LnhtbERPy2oCMRTdF/oP4QruNGNppYxGKRaLFCp2fNDlZXKd&#10;TJ3cDEmq49+bhdDl4byn88424kw+1I4VjIYZCOLS6ZorBbvtcvAKIkRkjY1jUnClAPPZ48MUc+0u&#10;/E3nIlYihXDIUYGJsc2lDKUhi2HoWuLEHZ23GBP0ldQeLyncNvIpy8bSYs2pwWBLC0PlqfizCvT7&#10;B28+f4Jf6yO+fJnd8nd/aJTq97q3CYhIXfwX390rreA5jU1f0g+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ZSPmwgAAANsAAAAPAAAAAAAAAAAAAAAAAJgCAABkcnMvZG93&#10;bnJldi54bWxQSwUGAAAAAAQABAD1AAAAhwMAAAAA&#10;" fillcolor="#fe8637" strokecolor="#fe8637" strokeweight="3pt">
              <v:stroke linestyle="thinThin"/>
              <v:shadow color="#1f2f3f" opacity=".5" offset=",3pt"/>
            </v:oval>
            <v:rect id="Rectangle 49" o:spid="_x0000_s2105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Vxn8QA&#10;AADbAAAADwAAAGRycy9kb3ducmV2LnhtbESPQWvCQBSE7wX/w/IEL6IbpRRNXUUEMUhBjNbzI/ua&#10;hGbfxuyapP++WxB6HGbmG2a16U0lWmpcaVnBbBqBIM6sLjlXcL3sJwsQziNrrCyTgh9ysFkPXlYY&#10;a9vxmdrU5yJA2MWooPC+jqV0WUEG3dTWxMH7so1BH2STS91gF+CmkvMoepMGSw4LBda0Kyj7Th9G&#10;QZed2tvl4yBP41ti+Z7cd+nnUanRsN++g/DU+//ws51oBa9L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FcZ/EAAAA2wAAAA8AAAAAAAAAAAAAAAAAmAIAAGRycy9k&#10;b3ducmV2LnhtbFBLBQYAAAAABAAEAPUAAACJAwAAAAA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1884199D">
          <v:group id="Skupina 44" o:spid="_x0000_s2101" style="position:absolute;margin-left:0;margin-top:10in;width:43.2pt;height:43.2pt;z-index:251653120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">
            <v:oval id="Oval 45" o:spid="_x0000_s2103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SMeMQA&#10;AADbAAAADwAAAGRycy9kb3ducmV2LnhtbESP3WoCMRSE74W+QzgF7zRbqaWsRikViwgW6x+9PGyO&#10;m203J0sSdX37piB4OczMN8x42tpanMmHyrGCp34GgrhwuuJSwW47772CCBFZY+2YFFwpwHTy0Blj&#10;rt2Fv+i8iaVIEA45KjAxNrmUoTBkMfRdQ5y8o/MWY5K+lNrjJcFtLQdZ9iItVpwWDDb0bqj43Zys&#10;Aj374PXyO/hPfcThyuzmP/tDrVT3sX0bgYjUxnv41l5oBc9D+P+SfoC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kjHj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46" o:spid="_x0000_s2102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rl7cUA&#10;AADbAAAADwAAAGRycy9kb3ducmV2LnhtbESPQWvCQBSE7wX/w/KEXkrdWEQkzUZEkIYiSBPr+ZF9&#10;TYLZtzG7TdJ/3y0UPA4z8w2TbCfTioF611hWsFxEIIhLqxuuFJyLw/MGhPPIGlvLpOCHHGzT2UOC&#10;sbYjf9CQ+0oECLsYFdTed7GUrqzJoFvYjjh4X7Y36IPsK6l7HAPctPIlitbSYMNhocaO9jWV1/zb&#10;KBjL03Apjm/y9HTJLN+y2z7/fFfqcT7tXkF4mvw9/N/OtILVG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GuXtxQAAANsAAAAPAAAAAAAAAAAAAAAAAJgCAABkcnMv&#10;ZG93bnJldi54bWxQSwUGAAAAAAQABAD1AAAAigMAAAAA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1ED7531C">
          <v:group id="Skupina 41" o:spid="_x0000_s2098" style="position:absolute;margin-left:0;margin-top:10in;width:43.2pt;height:43.2pt;z-index:251654144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">
            <v:oval id="Oval 42" o:spid="_x0000_s2100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0UDMQA&#10;AADbAAAADwAAAGRycy9kb3ducmV2LnhtbESPQWsCMRSE7wX/Q3hCb5pVqsjWKGKxFKFFrS0eH5vn&#10;ZnXzsiSpbv99Iwg9DjPzDTOdt7YWF/Khcqxg0M9AEBdOV1wq2H+uehMQISJrrB2Tgl8KMJ91HqaY&#10;a3flLV12sRQJwiFHBSbGJpcyFIYshr5riJN3dN5iTNKXUnu8Jrit5TDLxtJixWnBYENLQ8V592MV&#10;6JdX3qwPwX/oI47ezX51+vqulXrstotnEJHa+B++t9+0gqch3L6k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NFAz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43" o:spid="_x0000_s2099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1GdcQA&#10;AADbAAAADwAAAGRycy9kb3ducmV2LnhtbESPQWvCQBSE7wX/w/IEL6IbbRFJXUUEMUhBjNbzI/ua&#10;hGbfxuyapP++WxB6HGbmG2a16U0lWmpcaVnBbBqBIM6sLjlXcL3sJ0sQziNrrCyTgh9ysFkPXlYY&#10;a9vxmdrU5yJA2MWooPC+jqV0WUEG3dTWxMH7so1BH2STS91gF+CmkvMoWkiDJYeFAmvaFZR9pw+j&#10;oMtO7e3ycZCn8S2xfE/uu/TzqNRo2G/fQXjq/X/42U60grdX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tRnXEAAAA2wAAAA8AAAAAAAAAAAAAAAAAmAIAAGRycy9k&#10;b3ducmV2LnhtbFBLBQYAAAAABAAEAPUAAACJAwAAAAA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459C2B8E">
          <v:group id="Skupina 38" o:spid="_x0000_s2095" style="position:absolute;margin-left:0;margin-top:10in;width:43.2pt;height:43.2pt;z-index:251655168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">
            <v:oval id="Oval 39" o:spid="_x0000_s209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/1AMQA&#10;AADbAAAADwAAAGRycy9kb3ducmV2LnhtbESPUUvDMBSF3wX/Q7iCby5VmWhdVoZSEcGhc4qPl+au&#10;qUtuShLb+u8XQfDxcM75DmdRTc6KgULsPCs4nxUgiBuvO24VbN/qs2sQMSFrtJ5JwQ9FqJbHRwss&#10;tR/5lYZNakWGcCxRgUmpL6WMjSGHceZ74uztfHCYsgyt1AHHDHdWXhTFlXTYcV4w2NOdoWa/+XYK&#10;9P0Dvzx9xrDWO5w/m2399f5hlTo9mVa3IBJN6T/8137UCi5v4PdL/gFy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v9QD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40" o:spid="_x0000_s2096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/YAsIA&#10;AADbAAAADwAAAGRycy9kb3ducmV2LnhtbERPTWuDQBC9B/oflinkEuKaUkowrlICJRIKoabNeXCn&#10;KnVnjbtV+++7h0COj/ed5rPpxEiDay0r2EQxCOLK6pZrBZ/nt/UWhPPIGjvLpOCPHOTZwyLFRNuJ&#10;P2gsfS1CCLsEFTTe94mUrmrIoItsTxy4bzsY9AEOtdQDTiHcdPIpjl+kwZZDQ4M97Ruqfspfo2Cq&#10;TuPl/H6Qp9WlsHwtrvvy66jU8nF+3YHwNPu7+OYutILnsD58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v9gCwgAAANsAAAAPAAAAAAAAAAAAAAAAAJgCAABkcnMvZG93&#10;bnJldi54bWxQSwUGAAAAAAQABAD1AAAAhwMAAAAA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133FC8A2">
          <v:group id="Skupina 35" o:spid="_x0000_s2092" style="position:absolute;margin-left:0;margin-top:10in;width:43.2pt;height:43.2pt;z-index:251656192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">
            <v:oval id="Oval 36" o:spid="_x0000_s2094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BhcsQA&#10;AADbAAAADwAAAGRycy9kb3ducmV2LnhtbESP3WoCMRSE7wu+QzhC72rWSqWsRhGLUgoV6x9eHjbH&#10;zermZElS3b59IxR6OczMN8x42tpaXMmHyrGCfi8DQVw4XXGpYLddPL2CCBFZY+2YFPxQgOmk8zDG&#10;XLsbf9F1E0uRIBxyVGBibHIpQ2HIYui5hjh5J+ctxiR9KbXHW4LbWj5n2VBarDgtGGxobqi4bL6t&#10;Av225PXHMfiVPuHLp9ktzvtDrdRjt52NQERq43/4r/2uFQyGcP+SfoC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wYXL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37" o:spid="_x0000_s2093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AzC8QA&#10;AADbAAAADwAAAGRycy9kb3ducmV2LnhtbESPQWvCQBSE7wX/w/IEL6IbLVRJXUUEMUhBjNbzI/ua&#10;hGbfxuyapP++WxB6HGbmG2a16U0lWmpcaVnBbBqBIM6sLjlXcL3sJ0sQziNrrCyTgh9ysFkPXlYY&#10;a9vxmdrU5yJA2MWooPC+jqV0WUEG3dTWxMH7so1BH2STS91gF+CmkvMoepMGSw4LBda0Kyj7Th9G&#10;QZed2tvl4yBP41ti+Z7cd+nnUanRsN++g/DU+//ws51oBa8L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QMwvEAAAA2wAAAA8AAAAAAAAAAAAAAAAAmAIAAGRycy9k&#10;b3ducmV2LnhtbFBLBQYAAAAABAAEAPUAAACJAwAAAAA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1100A926">
          <v:group id="Skupina 32" o:spid="_x0000_s2089" style="position:absolute;margin-left:0;margin-top:10in;width:43.2pt;height:43.2pt;z-index:251657216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">
            <v:oval id="Oval 33" o:spid="_x0000_s2091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C6sQA&#10;AADbAAAADwAAAGRycy9kb3ducmV2LnhtbESPQWsCMRSE7wX/Q3hCb5q1osjWKGKxFKFFrS0eH5vn&#10;ZnXzsiSpbv99Iwg9DjPzDTOdt7YWF/Khcqxg0M9AEBdOV1wq2H+uehMQISJrrB2Tgl8KMJ91HqaY&#10;a3flLV12sRQJwiFHBSbGJpcyFIYshr5riJN3dN5iTNKXUnu8Jrit5VOWjaXFitOCwYaWhorz7scq&#10;0C+vvFkfgv/QRxy9m/3q9PVdK/XYbRfPICK18T98b79pBcMh3L6k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Hwur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34" o:spid="_x0000_s2090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KtfMQA&#10;AADbAAAADwAAAGRycy9kb3ducmV2LnhtbESPQWvCQBSE7wX/w/IEL6IbbRFJXUUEMUhBjNbzI/ua&#10;hGbfxuyapP++WxB6HGbmG2a16U0lWmpcaVnBbBqBIM6sLjlXcL3sJ0sQziNrrCyTgh9ysFkPXlYY&#10;a9vxmdrU5yJA2MWooPC+jqV0WUEG3dTWxMH7so1BH2STS91gF+CmkvMoWkiDJYeFAmvaFZR9pw+j&#10;oMtO7e3ycZCn8S2xfE/uu/TzqNRo2G/fQXjq/X/42U60gtc3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CrXzEAAAA2wAAAA8AAAAAAAAAAAAAAAAAmAIAAGRycy9k&#10;b3ducmV2LnhtbFBLBQYAAAAABAAEAPUAAACJAwAAAAA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6165D66B">
          <v:group id="Skupina 29" o:spid="_x0000_s2086" style="position:absolute;margin-left:0;margin-top:10in;width:43.2pt;height:43.2pt;z-index:251658240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">
            <v:oval id="Oval 30" o:spid="_x0000_s2088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VcncIA&#10;AADbAAAADwAAAGRycy9kb3ducmV2LnhtbERPy2oCMRTdF/oP4QruNGNLpYxGKRaLFCp2fNDlZXKd&#10;TJ3cDEmq49+bhdDl4byn88424kw+1I4VjIYZCOLS6ZorBbvtcvAKIkRkjY1jUnClAPPZ48MUc+0u&#10;/E3nIlYihXDIUYGJsc2lDKUhi2HoWuLEHZ23GBP0ldQeLyncNvIpy8bSYs2pwWBLC0PlqfizCvT7&#10;B28+f4Jf6yO+fJnd8nd/aJTq97q3CYhIXfwX390rreA5rU9f0g+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FVydwgAAANsAAAAPAAAAAAAAAAAAAAAAAJgCAABkcnMvZG93&#10;bnJldi54bWxQSwUGAAAAAAQABAD1AAAAhwMAAAAA&#10;" fillcolor="#fe8637" strokecolor="#fe8637" strokeweight="3pt">
              <v:stroke linestyle="thinThin"/>
              <v:shadow color="#1f2f3f" opacity=".5" offset=",3pt"/>
            </v:oval>
            <v:rect id="Rectangle 31" o:spid="_x0000_s2087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UO5MQA&#10;AADbAAAADwAAAGRycy9kb3ducmV2LnhtbESPQWvCQBSE74X+h+UVeim6UUFKzEaKUBqKIMbq+ZF9&#10;JqHZtzG7JvHfu4WCx2FmvmGS9Wga0VPnassKZtMIBHFhdc2lgp/D5+QdhPPIGhvLpOBGDtbp81OC&#10;sbYD76nPfSkChF2MCirv21hKV1Rk0E1tSxy8s+0M+iC7UuoOhwA3jZxH0VIarDksVNjSpqLiN78a&#10;BUOx60+H7ZfcvZ0yy5fsssmP30q9vowfKxCeRv8I/7czrWAxg78v4Q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1DuTEAAAA2wAAAA8AAAAAAAAAAAAAAAAAmAIAAGRycy9k&#10;b3ducmV2LnhtbFBLBQYAAAAABAAEAPUAAACJAwAAAAA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1ADFA8E1">
          <v:group id="Skupina 26" o:spid="_x0000_s2083" style="position:absolute;margin-left:0;margin-top:10in;width:43.2pt;height:43.2pt;z-index:251659264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">
            <v:oval id="Oval 27" o:spid="_x0000_s2085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VSNMQA&#10;AADbAAAADwAAAGRycy9kb3ducmV2LnhtbESPQWsCMRSE7wX/Q3hCb5pVqMrWKGKxFKFFrS0eH5vn&#10;ZnXzsiSpbv99Iwg9DjPzDTOdt7YWF/Khcqxg0M9AEBdOV1wq2H+uehMQISJrrB2Tgl8KMJ91HqaY&#10;a3flLV12sRQJwiFHBSbGJpcyFIYshr5riJN3dN5iTNKXUnu8Jrit5TDLRtJixWnBYENLQ8V592MV&#10;6JdX3qwPwX/oIz69m/3q9PVdK/XYbRfPICK18T98b79pBcMx3L6k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lUjT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28" o:spid="_x0000_s2084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YxpMAA&#10;AADbAAAADwAAAGRycy9kb3ducmV2LnhtbERPy4rCMBTdD/gP4QpuBk3HhUg1ighiEUGmPtaX5toW&#10;m5vaZNr692Yx4PJw3st1byrRUuNKywp+JhEI4szqknMFl/NuPAfhPLLGyjIpeJGD9WrwtcRY245/&#10;qU19LkIIuxgVFN7XsZQuK8igm9iaOHB32xj0ATa51A12IdxUchpFM2mw5NBQYE3bgrJH+mcUdNmp&#10;vZ2Pe3n6viWWn8lzm14PSo2G/WYBwlPvP+J/d6IVTMPY8CX8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xYxpMAAAADbAAAADwAAAAAAAAAAAAAAAACYAgAAZHJzL2Rvd25y&#10;ZXYueG1sUEsFBgAAAAAEAAQA9QAAAIUDAAAAAA=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115E89B2">
          <v:group id="Skupina 23" o:spid="_x0000_s2080" style="position:absolute;margin-left:0;margin-top:10in;width:43.2pt;height:43.2pt;z-index:251660288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">
            <v:oval id="Oval 24" o:spid="_x0000_s2082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fMQ8QA&#10;AADbAAAADwAAAGRycy9kb3ducmV2LnhtbESPQWsCMRSE7wX/Q3hCb5pVqsjWKGKxFKFFrS0eH5vn&#10;ZnXzsiSpbv99Iwg9DjPzDTOdt7YWF/Khcqxg0M9AEBdOV1wq2H+uehMQISJrrB2Tgl8KMJ91HqaY&#10;a3flLV12sRQJwiFHBSbGJpcyFIYshr5riJN3dN5iTNKXUnu8Jrit5TDLxtJixWnBYENLQ8V592MV&#10;6JdX3qwPwX/oI47ezX51+vqulXrstotnEJHa+B++t9+0guET3L6k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3zEP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25" o:spid="_x0000_s2081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eeOsQA&#10;AADbAAAADwAAAGRycy9kb3ducmV2LnhtbESPQWvCQBSE74X+h+UVvBTdVGgpMRspQjGIII3V8yP7&#10;TEKzb2N2TeK/7wqCx2FmvmGS5Wga0VPnassK3mYRCOLC6ppLBb/77+knCOeRNTaWScGVHCzT56cE&#10;Y20H/qE+96UIEHYxKqi8b2MpXVGRQTezLXHwTrYz6IPsSqk7HALcNHIeRR/SYM1hocKWVhUVf/nF&#10;KBiKXX/cb9dy93rMLJ+z8yo/bJSavIxfCxCeRv8I39uZVjB/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XnjrEAAAA2wAAAA8AAAAAAAAAAAAAAAAAmAIAAGRycy9k&#10;b3ducmV2LnhtbFBLBQYAAAAABAAEAPUAAACJAwAAAAA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72D52FDA">
          <v:group id="Skupina 20" o:spid="_x0000_s2077" style="position:absolute;margin-left:0;margin-top:10in;width:43.2pt;height:43.2pt;z-index:251661312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">
            <v:oval id="Oval 21" o:spid="_x0000_s2079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Bv28QA&#10;AADbAAAADwAAAGRycy9kb3ducmV2LnhtbESPQWsCMRSE7wX/Q3hCbzWr0CJbo4iilEKLrrb0+Ng8&#10;N6ublyVJdfvvG0HwOMzMN8xk1tlGnMmH2rGC4SADQVw6XXOlYL9bPY1BhIissXFMCv4owGzae5hg&#10;rt2Ft3QuYiUShEOOCkyMbS5lKA1ZDAPXEifv4LzFmKSvpPZ4SXDbyFGWvUiLNacFgy0tDJWn4tcq&#10;0Ms1b95/gv/UB3z+MPvV8eu7Ueqx381fQUTq4j18a79pBaMhXL+kHyC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Ab9v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22" o:spid="_x0000_s207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4GTsUA&#10;AADbAAAADwAAAGRycy9kb3ducmV2LnhtbESPzWrDMBCE74G+g9hCL6GW60MIbuRQAqWmFEKcn/Ni&#10;bW1Ta+VYqu28fRQI5DjMzDfMaj2ZVgzUu8aygrcoBkFcWt1wpeCw/3xdgnAeWWNrmRRcyME6e5qt&#10;MNV25B0Nha9EgLBLUUHtfZdK6cqaDLrIdsTB+7W9QR9kX0nd4xjgppVJHC+kwYbDQo0dbWoq/4p/&#10;o2Ast8Np//Mlt/NTbvmcnzfF8Vupl+fp4x2Ep8k/wvd2rhUkCdy+hB8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/gZOxQAAANsAAAAPAAAAAAAAAAAAAAAAAJgCAABkcnMv&#10;ZG93bnJldi54bWxQSwUGAAAAAAQABAD1AAAAigMAAAAA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7799B541">
          <v:group id="Skupina 17" o:spid="_x0000_s2074" style="position:absolute;margin-left:0;margin-top:10in;width:43.2pt;height:43.2pt;z-index:251662336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">
            <v:oval id="Oval 18" o:spid="_x0000_s2076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YM+8UA&#10;AADbAAAADwAAAGRycy9kb3ducmV2LnhtbESPQWsCMRCF7wX/Qxiht5q1UClbo5QWSxEUa23pcdiM&#10;m62byZJEXf+9cyj0NsN7894303nvW3WimJrABsajAhRxFWzDtYHd5+LuEVTKyBbbwGTgQgnms8HN&#10;FEsbzvxBp22ulYRwKtGAy7krtU6VI49pFDpi0fYhesyyxlrbiGcJ962+L4qJ9tiwNDjs6MVRddge&#10;vQH7+sab5U+Ka7vHh5XbLX6/vltjbof98xOoTH3+N/9dv1vBF1j5RQb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1gz7xQAAANsAAAAPAAAAAAAAAAAAAAAAAJgCAABkcnMv&#10;ZG93bnJldi54bWxQSwUGAAAAAAQABAD1AAAAigMAAAAA&#10;" fillcolor="#fe8637" strokecolor="#fe8637" strokeweight="3pt">
              <v:stroke linestyle="thinThin"/>
              <v:shadow color="#1f2f3f" opacity=".5" offset=",3pt"/>
            </v:oval>
            <v:rect id="Rectangle 19" o:spid="_x0000_s2075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ZegsIA&#10;AADbAAAADwAAAGRycy9kb3ducmV2LnhtbERPTWvCQBC9C/6HZYReRDftQWzMRkSQhlIQY+t5yE6T&#10;0OxszG6T9N+7gtDbPN7nJNvRNKKnztWWFTwvIxDEhdU1lwo+z4fFGoTzyBoby6Tgjxxs0+kkwVjb&#10;gU/U574UIYRdjAoq79tYSldUZNAtbUscuG/bGfQBdqXUHQ4h3DTyJYpW0mDNoaHClvYVFT/5r1Ew&#10;FMf+cv54k8f5JbN8za77/OtdqafZuNuA8DT6f/HDnekw/xXuv4QDZH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Nl6CwgAAANsAAAAPAAAAAAAAAAAAAAAAAJgCAABkcnMvZG93&#10;bnJldi54bWxQSwUGAAAAAAQABAD1AAAAhwMAAAAA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5ECB7094">
          <v:group id="Skupina 14" o:spid="_x0000_s2071" style="position:absolute;margin-left:0;margin-top:10in;width:43.2pt;height:43.2pt;z-index:251663360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">
            <v:oval id="Oval 15" o:spid="_x0000_s2073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ejZcIA&#10;AADbAAAADwAAAGRycy9kb3ducmV2LnhtbERPTWsCMRC9C/0PYQq9abaCRbZGKRVFBItuVXocNuNm&#10;281kSVLd/vtGELzN433OZNbZRpzJh9qxgudBBoK4dLrmSsH+c9EfgwgRWWPjmBT8UYDZ9KE3wVy7&#10;C+/oXMRKpBAOOSowMba5lKE0ZDEMXEucuJPzFmOCvpLa4yWF20YOs+xFWqw5NRhs6d1Q+VP8WgV6&#10;vuTt+iv4D33C0cbsF9+HY6PU02P39goiUhfv4pt7pdP8EVx/SQfI6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16NlwgAAANsAAAAPAAAAAAAAAAAAAAAAAJgCAABkcnMvZG93&#10;bnJldi54bWxQSwUGAAAAAAQABAD1AAAAhwMAAAAA&#10;" fillcolor="#fe8637" strokecolor="#fe8637" strokeweight="3pt">
              <v:stroke linestyle="thinThin"/>
              <v:shadow color="#1f2f3f" opacity=".5" offset=",3pt"/>
            </v:oval>
            <v:rect id="Rectangle 16" o:spid="_x0000_s2072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nK8MEA&#10;AADbAAAADwAAAGRycy9kb3ducmV2LnhtbERPS4vCMBC+L/gfwgheFk3Xg0g1igiyZVkQ6+M8NGNb&#10;bCa1ybbdf28Ewdt8fM9ZrntTiZYaV1pW8DWJQBBnVpecKzgdd+M5COeRNVaWScE/OVivBh9LjLXt&#10;+EBt6nMRQtjFqKDwvo6ldFlBBt3E1sSBu9rGoA+wyaVusAvhppLTKJpJgyWHhgJr2haU3dI/o6DL&#10;9u3l+Pst95+XxPI9uW/T849So2G/WYDw1Pu3+OVOdJg/g+cv4Q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pyvDBAAAA2wAAAA8AAAAAAAAAAAAAAAAAmAIAAGRycy9kb3du&#10;cmV2LnhtbFBLBQYAAAAABAAEAPUAAACGAwAAAAA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3DAAC23F">
          <v:group id="Skupina 11" o:spid="_x0000_s2068" style="position:absolute;margin-left:0;margin-top:10in;width:43.2pt;height:43.2pt;z-index:251664384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">
            <v:oval id="Oval 12" o:spid="_x0000_s2070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47EcIA&#10;AADbAAAADwAAAGRycy9kb3ducmV2LnhtbERPTWsCMRC9C/0PYQq9abaCRbZGKRVFBItuVXocNuNm&#10;281kSVLd/vtGELzN433OZNbZRpzJh9qxgudBBoK4dLrmSsH+c9EfgwgRWWPjmBT8UYDZ9KE3wVy7&#10;C+/oXMRKpBAOOSowMba5lKE0ZDEMXEucuJPzFmOCvpLa4yWF20YOs+xFWqw5NRhs6d1Q+VP8WgV6&#10;vuTt+iv4D33C0cbsF9+HY6PU02P39goiUhfv4pt7pdP8IVx/SQfI6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PjsRwgAAANsAAAAPAAAAAAAAAAAAAAAAAJgCAABkcnMvZG93&#10;bnJldi54bWxQSwUGAAAAAAQABAD1AAAAhwMAAAAA&#10;" fillcolor="#fe8637" strokecolor="#fe8637" strokeweight="3pt">
              <v:stroke linestyle="thinThin"/>
              <v:shadow color="#1f2f3f" opacity=".5" offset=",3pt"/>
            </v:oval>
            <v:rect id="Rectangle 13" o:spid="_x0000_s2069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5paMIA&#10;AADbAAAADwAAAGRycy9kb3ducmV2LnhtbERPTWvCQBC9C/6HZYReRDetI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mlowgAAANsAAAAPAAAAAAAAAAAAAAAAAJgCAABkcnMvZG93&#10;bnJldi54bWxQSwUGAAAAAAQABAD1AAAAhwMAAAAA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5AEAB49D">
          <v:group id="Skupina 8" o:spid="_x0000_s2065" style="position:absolute;margin-left:0;margin-top:10in;width:43.2pt;height:43.2pt;z-index:251665408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">
            <v:oval id="Oval 9" o:spid="_x0000_s206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A5V8MA&#10;AADaAAAADwAAAGRycy9kb3ducmV2LnhtbESPQWsCMRSE74X+h/AKvWlWoWJXo0iLUoSKWhWPj81z&#10;s+3mZUlS3f57Iwg9DjPzDTOetrYWZ/Khcqyg181AEBdOV1wq2H3NO0MQISJrrB2Tgj8KMJ08Powx&#10;1+7CGzpvYykShEOOCkyMTS5lKAxZDF3XECfv5LzFmKQvpfZ4SXBby36WDaTFitOCwYbeDBU/21+r&#10;QL8veL08Br/SJ3z5NLv59/5QK/X81M5GICK18T98b39oBa9wu5JugJ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A5V8MAAADaAAAADwAAAAAAAAAAAAAAAACYAgAAZHJzL2Rv&#10;d25yZXYueG1sUEsFBgAAAAAEAAQA9QAAAIgDAAAAAA==&#10;" fillcolor="#fe8637" strokecolor="#fe8637" strokeweight="3pt">
              <v:stroke linestyle="thinThin"/>
              <v:shadow color="#1f2f3f" opacity=".5" offset=",3pt"/>
            </v:oval>
            <v:rect id="Rectangle 10" o:spid="_x0000_s2066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z3H8QA&#10;AADbAAAADwAAAGRycy9kb3ducmV2LnhtbESPQWvCQBCF7wX/wzKCl1I39VAkdRURpEEKYmw9D9lp&#10;Epqdjdk1Sf995yB4m+G9ee+b1WZ0jeqpC7VnA6/zBBRx4W3NpYGv8/5lCSpEZIuNZzLwRwE268nT&#10;ClPrBz5Rn8dSSQiHFA1UMbap1qGoyGGY+5ZYtB/fOYyydqW2HQ4S7hq9SJI37bBmaaiwpV1FxW9+&#10;cwaG4thfzp8f+vh8yTxfs+su/z4YM5uO23dQkcb4MN+vMyv4Qi+/yAB6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M9x/EAAAA2wAAAA8AAAAAAAAAAAAAAAAAmAIAAGRycy9k&#10;b3ducmV2LnhtbFBLBQYAAAAABAAEAPUAAACJAwAAAAA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791FE10B">
          <v:group id="Skupina 5" o:spid="_x0000_s2062" style="position:absolute;margin-left:0;margin-top:10in;width:43.2pt;height:43.2pt;z-index:251666432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">
            <v:oval id="Oval 6" o:spid="_x0000_s2064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+tJcMA&#10;AADaAAAADwAAAGRycy9kb3ducmV2LnhtbESP3WoCMRSE7wu+QziCdzWroJTVKKJYSqHS+oeXh81x&#10;s7o5WZJUt29vCoVeDjPzDTOdt7YWN/Khcqxg0M9AEBdOV1wq2O/Wzy8gQkTWWDsmBT8UYD7rPE0x&#10;1+7OX3TbxlIkCIccFZgYm1zKUBiyGPquIU7e2XmLMUlfSu3xnuC2lsMsG0uLFacFgw0tDRXX7bdV&#10;oFev/Pl+Cn6jzzj6MPv15XCslep128UERKQ2/of/2m9awRh+r6Qb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++tJcMAAADaAAAADwAAAAAAAAAAAAAAAACYAgAAZHJzL2Rv&#10;d25yZXYueG1sUEsFBgAAAAAEAAQA9QAAAIgDAAAAAA==&#10;" fillcolor="#fe8637" strokecolor="#fe8637" strokeweight="3pt">
              <v:stroke linestyle="thinThin"/>
              <v:shadow color="#1f2f3f" opacity=".5" offset=",3pt"/>
            </v:oval>
            <v:rect id="Rectangle 7" o:spid="_x0000_s2063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be8cQA&#10;AADaAAAADwAAAGRycy9kb3ducmV2LnhtbESPQWvCQBSE74L/YXlCL6Kb9qAlZiMiSEMpiLH1/Mi+&#10;JqHZtzG7TdJ/7wpCj8PMfMMk29E0oqfO1ZYVPC8jEMSF1TWXCj7Ph8UrCOeRNTaWScEfOdim00mC&#10;sbYDn6jPfSkChF2MCirv21hKV1Rk0C1tSxy8b9sZ9EF2pdQdDgFuGvkSRStpsOawUGFL+4qKn/zX&#10;KBiKY385f7zJ4/ySWb5m133+9a7U02zcbUB4Gv1/+NHOtII13K+EGy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23vHEAAAA2gAAAA8AAAAAAAAAAAAAAAAAmAIAAGRycy9k&#10;b3ducmV2LnhtbFBLBQYAAAAABAAEAPUAAACJAwAAAAA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5709666B">
          <v:group id="Skupina 2" o:spid="_x0000_s2059" style="position:absolute;margin-left:0;margin-top:10in;width:43.2pt;height:43.2pt;z-index:251667456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">
            <v:oval id="Oval 3" o:spid="_x0000_s2061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gOvcMA&#10;AADaAAAADwAAAGRycy9kb3ducmV2LnhtbESPQWsCMRSE74X+h/AKvWlWi1JWo0iLUoSKWhWPj81z&#10;s+3mZUlS3f57Iwg9DjPzDTOetrYWZ/Khcqyg181AEBdOV1wq2H3NO68gQkTWWDsmBX8UYDp5fBhj&#10;rt2FN3TexlIkCIccFZgYm1zKUBiyGLquIU7eyXmLMUlfSu3xkuC2lv0sG0qLFacFgw29GSp+tr9W&#10;gX5f8Hp5DH6lTzj4NLv59/5QK/X81M5GICK18T98b39oBS9wu5JugJ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5gOvcMAAADaAAAADwAAAAAAAAAAAAAAAACYAgAAZHJzL2Rv&#10;d25yZXYueG1sUEsFBgAAAAAEAAQA9QAAAIgDAAAAAA==&#10;" fillcolor="#fe8637" strokecolor="#fe8637" strokeweight="3pt">
              <v:stroke linestyle="thinThin"/>
              <v:shadow color="#1f2f3f" opacity=".5" offset=",3pt"/>
            </v:oval>
            <v:rect id="Rectangle 4" o:spid="_x0000_s2060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/>
            <w10:wrap anchorx="margin" anchory="margin"/>
          </v:group>
        </w:pict>
      </w:r>
    </w:p>
    <w:p w14:paraId="010FEE9F" w14:textId="77777777" w:rsidR="00C72BB1" w:rsidRPr="000A16DD" w:rsidRDefault="00867290" w:rsidP="000D1FDF">
      <w:pPr>
        <w:pStyle w:val="Odstavekseznama"/>
        <w:numPr>
          <w:ilvl w:val="0"/>
          <w:numId w:val="3"/>
        </w:numPr>
        <w:rPr>
          <w:rFonts w:ascii="Calibri" w:hAnsi="Calibri"/>
          <w:b/>
          <w:color w:val="000000" w:themeColor="text1"/>
          <w:sz w:val="22"/>
          <w:szCs w:val="22"/>
        </w:rPr>
      </w:pPr>
      <w:r w:rsidRPr="000A16DD">
        <w:rPr>
          <w:rFonts w:ascii="Calibri" w:hAnsi="Calibri"/>
          <w:b/>
          <w:color w:val="000000" w:themeColor="text1"/>
          <w:sz w:val="22"/>
          <w:szCs w:val="22"/>
        </w:rPr>
        <w:t>MERILA ZA OCENJEVANJA</w:t>
      </w:r>
    </w:p>
    <w:p w14:paraId="5B41F3A5" w14:textId="77777777" w:rsidR="001E34FB" w:rsidRPr="000A16DD" w:rsidRDefault="001E34FB" w:rsidP="000D1FDF">
      <w:pPr>
        <w:pStyle w:val="Odstavekseznama"/>
        <w:numPr>
          <w:ilvl w:val="0"/>
          <w:numId w:val="3"/>
        </w:numPr>
        <w:rPr>
          <w:rFonts w:ascii="Calibri" w:hAnsi="Calibri"/>
          <w:b/>
          <w:color w:val="000000" w:themeColor="text1"/>
          <w:sz w:val="22"/>
          <w:szCs w:val="22"/>
        </w:rPr>
      </w:pPr>
      <w:r w:rsidRPr="000A16DD">
        <w:rPr>
          <w:rFonts w:ascii="Calibri" w:hAnsi="Calibri"/>
          <w:b/>
          <w:color w:val="000000" w:themeColor="text1"/>
          <w:sz w:val="22"/>
          <w:szCs w:val="22"/>
        </w:rPr>
        <w:t>VZORCI</w:t>
      </w:r>
    </w:p>
    <w:p w14:paraId="0C2CEF64" w14:textId="23CD88AB" w:rsidR="001E34FB" w:rsidRDefault="001E34FB" w:rsidP="000D1FDF">
      <w:pPr>
        <w:pStyle w:val="Odstavekseznama"/>
        <w:numPr>
          <w:ilvl w:val="1"/>
          <w:numId w:val="3"/>
        </w:numPr>
        <w:rPr>
          <w:rStyle w:val="Hiperpovezava"/>
          <w:rFonts w:ascii="Calibri" w:hAnsi="Calibri"/>
          <w:color w:val="000000" w:themeColor="text1"/>
          <w:sz w:val="22"/>
          <w:szCs w:val="22"/>
          <w:u w:val="none"/>
        </w:rPr>
      </w:pPr>
      <w:r w:rsidRPr="000A16DD">
        <w:rPr>
          <w:rFonts w:ascii="Calibri" w:hAnsi="Calibri"/>
          <w:color w:val="000000" w:themeColor="text1"/>
          <w:sz w:val="22"/>
          <w:szCs w:val="22"/>
        </w:rPr>
        <w:t>VZOREC</w:t>
      </w:r>
      <w:r w:rsidRPr="000A16DD">
        <w:rPr>
          <w:rStyle w:val="Hiperpovezava"/>
          <w:rFonts w:ascii="Calibri" w:hAnsi="Calibri"/>
          <w:color w:val="000000" w:themeColor="text1"/>
          <w:sz w:val="22"/>
          <w:szCs w:val="22"/>
          <w:u w:val="none"/>
        </w:rPr>
        <w:t xml:space="preserve"> POGODBE</w:t>
      </w:r>
    </w:p>
    <w:p w14:paraId="1F00C50A" w14:textId="421B2AE0" w:rsidR="007E34B4" w:rsidRPr="000A16DD" w:rsidRDefault="007E34B4" w:rsidP="000D1FDF">
      <w:pPr>
        <w:pStyle w:val="Odstavekseznama"/>
        <w:numPr>
          <w:ilvl w:val="1"/>
          <w:numId w:val="3"/>
        </w:numPr>
        <w:rPr>
          <w:rStyle w:val="Hiperpovezava"/>
          <w:rFonts w:ascii="Calibri" w:hAnsi="Calibri"/>
          <w:color w:val="000000" w:themeColor="text1"/>
          <w:sz w:val="22"/>
          <w:szCs w:val="22"/>
          <w:u w:val="none"/>
        </w:rPr>
      </w:pPr>
      <w:r>
        <w:rPr>
          <w:rStyle w:val="Hiperpovezava"/>
          <w:rFonts w:ascii="Calibri" w:hAnsi="Calibri"/>
          <w:color w:val="000000" w:themeColor="text1"/>
          <w:sz w:val="22"/>
          <w:szCs w:val="22"/>
          <w:u w:val="none"/>
        </w:rPr>
        <w:t>IZJAVA O IZPOLNJEVANJU</w:t>
      </w:r>
      <w:r w:rsidR="00293104">
        <w:rPr>
          <w:rStyle w:val="Hiperpovezava"/>
          <w:rFonts w:ascii="Calibri" w:hAnsi="Calibri"/>
          <w:color w:val="000000" w:themeColor="text1"/>
          <w:sz w:val="22"/>
          <w:szCs w:val="22"/>
          <w:u w:val="none"/>
        </w:rPr>
        <w:t xml:space="preserve"> POGOJEV IN RESNIČNOSTI PODATKOV</w:t>
      </w:r>
    </w:p>
    <w:p w14:paraId="32E8843B" w14:textId="77777777" w:rsidR="001E34FB" w:rsidRPr="000A16DD" w:rsidRDefault="001E34FB" w:rsidP="000D1FDF">
      <w:pPr>
        <w:pStyle w:val="Odstavekseznama"/>
        <w:numPr>
          <w:ilvl w:val="1"/>
          <w:numId w:val="3"/>
        </w:numPr>
        <w:rPr>
          <w:rFonts w:ascii="Calibri" w:hAnsi="Calibri"/>
          <w:color w:val="000000" w:themeColor="text1"/>
          <w:sz w:val="22"/>
          <w:szCs w:val="22"/>
        </w:rPr>
      </w:pPr>
      <w:r w:rsidRPr="000A16DD">
        <w:rPr>
          <w:rFonts w:ascii="Calibri" w:hAnsi="Calibri"/>
          <w:color w:val="000000" w:themeColor="text1"/>
          <w:sz w:val="22"/>
          <w:szCs w:val="22"/>
        </w:rPr>
        <w:t>VZOREC ZAHTEVKA ZA NAKAZILO</w:t>
      </w:r>
    </w:p>
    <w:p w14:paraId="1D25880E" w14:textId="77777777" w:rsidR="001E34FB" w:rsidRPr="000A16DD" w:rsidRDefault="001E34FB" w:rsidP="000D1FDF">
      <w:pPr>
        <w:pStyle w:val="Odstavekseznama"/>
        <w:numPr>
          <w:ilvl w:val="1"/>
          <w:numId w:val="3"/>
        </w:numPr>
        <w:rPr>
          <w:rStyle w:val="Hiperpovezava"/>
          <w:rFonts w:ascii="Calibri" w:hAnsi="Calibri"/>
          <w:color w:val="000000" w:themeColor="text1"/>
          <w:sz w:val="22"/>
          <w:szCs w:val="22"/>
          <w:u w:val="none"/>
        </w:rPr>
      </w:pPr>
      <w:r w:rsidRPr="000A16DD">
        <w:rPr>
          <w:rStyle w:val="Hiperpovezava"/>
          <w:rFonts w:ascii="Calibri" w:hAnsi="Calibri"/>
          <w:color w:val="000000" w:themeColor="text1"/>
          <w:sz w:val="22"/>
          <w:szCs w:val="22"/>
          <w:u w:val="none"/>
        </w:rPr>
        <w:t>VZOREC ZA OVOJNICO</w:t>
      </w:r>
    </w:p>
    <w:p w14:paraId="43E1328A" w14:textId="77777777" w:rsidR="001E34FB" w:rsidRPr="000A16DD" w:rsidRDefault="001E34FB" w:rsidP="001E34FB">
      <w:pPr>
        <w:rPr>
          <w:rStyle w:val="Hiperpovezava"/>
          <w:rFonts w:ascii="Calibri" w:hAnsi="Calibri"/>
          <w:color w:val="auto"/>
          <w:sz w:val="22"/>
          <w:szCs w:val="22"/>
          <w:u w:val="none"/>
        </w:rPr>
      </w:pPr>
    </w:p>
    <w:p w14:paraId="315CAD7A" w14:textId="77777777" w:rsidR="001E34FB" w:rsidRPr="000A16DD" w:rsidRDefault="001E34FB" w:rsidP="001E34FB">
      <w:pPr>
        <w:ind w:left="360"/>
        <w:rPr>
          <w:rFonts w:ascii="Calibri" w:hAnsi="Calibri"/>
          <w:sz w:val="22"/>
          <w:szCs w:val="22"/>
        </w:rPr>
      </w:pPr>
    </w:p>
    <w:p w14:paraId="4B77F6E3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54474CF0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4E5F714C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3E8A4FD8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5B25E623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57FAB04B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474A1672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004BEE28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7BFC26BB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1366C89A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692A76C3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1D1B073C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30F14DF5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34487C95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5BE02C08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420608D2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7C8D38ED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50CDD7BB" w14:textId="6D7F2505" w:rsidR="006171DC" w:rsidRDefault="006171DC" w:rsidP="0086241D">
      <w:pPr>
        <w:pStyle w:val="Kazalovsebine1"/>
      </w:pPr>
      <w:r w:rsidRPr="0086241D">
        <w:lastRenderedPageBreak/>
        <w:t>MERILA ZA OCENJEVANJE</w:t>
      </w:r>
    </w:p>
    <w:p w14:paraId="41BC2195" w14:textId="77777777" w:rsidR="0086241D" w:rsidRPr="0086241D" w:rsidRDefault="0086241D" w:rsidP="0086241D"/>
    <w:p w14:paraId="03D9EFB0" w14:textId="77777777" w:rsidR="004E40BA" w:rsidRPr="000A16DD" w:rsidRDefault="004E40BA" w:rsidP="006D45B6">
      <w:pPr>
        <w:pStyle w:val="Odstavekseznama"/>
        <w:numPr>
          <w:ilvl w:val="0"/>
          <w:numId w:val="4"/>
        </w:numPr>
        <w:ind w:left="284" w:hanging="284"/>
        <w:jc w:val="both"/>
        <w:rPr>
          <w:rFonts w:ascii="Calibri" w:hAnsi="Calibri"/>
          <w:color w:val="000000" w:themeColor="text1"/>
          <w:sz w:val="22"/>
          <w:szCs w:val="22"/>
          <w:lang w:val="en-GB" w:eastAsia="en-US"/>
        </w:rPr>
      </w:pPr>
      <w:proofErr w:type="spellStart"/>
      <w:r w:rsidRPr="000A16DD">
        <w:rPr>
          <w:rFonts w:ascii="Calibri" w:hAnsi="Calibri"/>
          <w:b/>
          <w:color w:val="000000" w:themeColor="text1"/>
          <w:sz w:val="22"/>
          <w:szCs w:val="22"/>
          <w:lang w:val="en-GB" w:eastAsia="en-US"/>
        </w:rPr>
        <w:t>Stalni</w:t>
      </w:r>
      <w:proofErr w:type="spellEnd"/>
      <w:r w:rsidRPr="000A16DD">
        <w:rPr>
          <w:rFonts w:ascii="Calibri" w:hAnsi="Calibri"/>
          <w:b/>
          <w:color w:val="000000" w:themeColor="text1"/>
          <w:sz w:val="22"/>
          <w:szCs w:val="22"/>
        </w:rPr>
        <w:t xml:space="preserve"> del</w:t>
      </w:r>
      <w:r w:rsidRPr="000A16DD">
        <w:rPr>
          <w:rFonts w:ascii="Calibri" w:hAnsi="Calibri"/>
          <w:color w:val="000000" w:themeColor="text1"/>
          <w:sz w:val="22"/>
          <w:szCs w:val="22"/>
        </w:rPr>
        <w:t xml:space="preserve"> za obstoj društva s področja kulturne dejavnosti, brez programa</w:t>
      </w:r>
      <w:r w:rsidR="00F52B3C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v </w:t>
      </w:r>
      <w:proofErr w:type="spellStart"/>
      <w:r w:rsidR="00F52B3C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načrtovanem</w:t>
      </w:r>
      <w:proofErr w:type="spellEnd"/>
      <w:r w:rsidR="00F52B3C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</w:t>
      </w:r>
      <w:proofErr w:type="spellStart"/>
      <w:r w:rsidR="00F52B3C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letu</w:t>
      </w:r>
      <w:proofErr w:type="spellEnd"/>
      <w:r w:rsidR="00F52B3C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(</w:t>
      </w:r>
      <w:proofErr w:type="spellStart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stroški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</w:t>
      </w:r>
      <w:proofErr w:type="spellStart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provizij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za </w:t>
      </w:r>
      <w:proofErr w:type="spellStart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vodenje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</w:t>
      </w:r>
      <w:proofErr w:type="spellStart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transakcijskega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</w:t>
      </w:r>
      <w:proofErr w:type="spellStart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računa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, </w:t>
      </w:r>
      <w:proofErr w:type="spellStart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priprava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in </w:t>
      </w:r>
      <w:proofErr w:type="spellStart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oddaja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</w:t>
      </w:r>
      <w:proofErr w:type="spellStart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bilanc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in </w:t>
      </w:r>
      <w:proofErr w:type="spellStart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podatkov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</w:t>
      </w:r>
      <w:proofErr w:type="spellStart"/>
      <w:r w:rsidR="006D45B6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na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</w:t>
      </w:r>
      <w:proofErr w:type="spellStart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davčno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</w:t>
      </w:r>
      <w:proofErr w:type="spellStart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upravo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) </w:t>
      </w:r>
      <w:proofErr w:type="spellStart"/>
      <w:r w:rsidR="00007539" w:rsidRPr="000A16DD">
        <w:rPr>
          <w:rFonts w:ascii="Calibri" w:hAnsi="Calibri"/>
          <w:b/>
          <w:color w:val="000000" w:themeColor="text1"/>
          <w:sz w:val="22"/>
          <w:szCs w:val="22"/>
          <w:lang w:val="en-GB" w:eastAsia="en-US"/>
        </w:rPr>
        <w:t>skupno</w:t>
      </w:r>
      <w:proofErr w:type="spellEnd"/>
      <w:r w:rsidR="00007539" w:rsidRPr="000A16DD">
        <w:rPr>
          <w:rFonts w:ascii="Calibri" w:hAnsi="Calibri"/>
          <w:b/>
          <w:color w:val="000000" w:themeColor="text1"/>
          <w:sz w:val="22"/>
          <w:szCs w:val="22"/>
          <w:lang w:val="en-GB" w:eastAsia="en-US"/>
        </w:rPr>
        <w:t xml:space="preserve"> </w:t>
      </w:r>
      <w:proofErr w:type="spellStart"/>
      <w:r w:rsidR="00007539" w:rsidRPr="000A16DD">
        <w:rPr>
          <w:rFonts w:ascii="Calibri" w:hAnsi="Calibri"/>
          <w:b/>
          <w:color w:val="000000" w:themeColor="text1"/>
          <w:sz w:val="22"/>
          <w:szCs w:val="22"/>
          <w:lang w:val="en-GB" w:eastAsia="en-US"/>
        </w:rPr>
        <w:t>največ</w:t>
      </w:r>
      <w:proofErr w:type="spellEnd"/>
      <w:r w:rsidR="00007539" w:rsidRPr="000A16DD">
        <w:rPr>
          <w:rFonts w:ascii="Calibri" w:hAnsi="Calibri"/>
          <w:b/>
          <w:color w:val="000000" w:themeColor="text1"/>
          <w:sz w:val="22"/>
          <w:szCs w:val="22"/>
          <w:lang w:val="en-GB" w:eastAsia="en-US"/>
        </w:rPr>
        <w:t xml:space="preserve"> 200 EUR.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232"/>
        <w:gridCol w:w="2127"/>
      </w:tblGrid>
      <w:tr w:rsidR="00F52B3C" w:rsidRPr="000A16DD" w14:paraId="466D7375" w14:textId="77777777" w:rsidTr="000A16DD">
        <w:tc>
          <w:tcPr>
            <w:tcW w:w="6232" w:type="dxa"/>
            <w:shd w:val="clear" w:color="auto" w:fill="ACC1E8" w:themeFill="accent2" w:themeFillTint="99"/>
          </w:tcPr>
          <w:p w14:paraId="5ACCE2BE" w14:textId="77777777" w:rsidR="00F52B3C" w:rsidRPr="000A16DD" w:rsidRDefault="00F52B3C" w:rsidP="00F52B3C">
            <w:pPr>
              <w:spacing w:after="200"/>
              <w:ind w:right="421"/>
              <w:rPr>
                <w:rFonts w:ascii="Calibri" w:hAnsi="Calibri" w:cs="Arial"/>
                <w:b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  <w:lang w:val="en-GB" w:eastAsia="en-US"/>
              </w:rPr>
              <w:t>MERILO OPREDELJENO OPISNO IN ŠTEVILČNO</w:t>
            </w:r>
          </w:p>
        </w:tc>
        <w:tc>
          <w:tcPr>
            <w:tcW w:w="2127" w:type="dxa"/>
            <w:shd w:val="clear" w:color="auto" w:fill="ACC1E8" w:themeFill="accent2" w:themeFillTint="99"/>
          </w:tcPr>
          <w:p w14:paraId="01236885" w14:textId="77777777" w:rsidR="00F52B3C" w:rsidRPr="000A16DD" w:rsidRDefault="00F52B3C" w:rsidP="00F52B3C">
            <w:pPr>
              <w:spacing w:after="200"/>
              <w:jc w:val="center"/>
              <w:rPr>
                <w:rFonts w:ascii="Calibri" w:hAnsi="Calibri" w:cs="Arial"/>
                <w:b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  <w:lang w:val="en-GB" w:eastAsia="en-US"/>
              </w:rPr>
              <w:t>MAX. ŠT. TOČK</w:t>
            </w:r>
          </w:p>
        </w:tc>
      </w:tr>
      <w:tr w:rsidR="00F52B3C" w:rsidRPr="000A16DD" w14:paraId="12741B03" w14:textId="77777777" w:rsidTr="000A16DD">
        <w:tc>
          <w:tcPr>
            <w:tcW w:w="6232" w:type="dxa"/>
            <w:shd w:val="clear" w:color="auto" w:fill="ACC1E8" w:themeFill="accent2" w:themeFillTint="99"/>
          </w:tcPr>
          <w:p w14:paraId="6FF331BC" w14:textId="77777777" w:rsidR="00F52B3C" w:rsidRPr="000A16DD" w:rsidRDefault="00F52B3C" w:rsidP="002F0DD4">
            <w:pPr>
              <w:pStyle w:val="Odstavekseznama"/>
              <w:numPr>
                <w:ilvl w:val="0"/>
                <w:numId w:val="4"/>
              </w:numPr>
              <w:ind w:left="313" w:hanging="284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STIMULATIVNI DEL</w:t>
            </w:r>
            <w:r w:rsidR="002F0DD4" w:rsidRPr="000A16DD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2F0DD4"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glede na društveno dejavnost (št. članov, leta dejavnosti)</w:t>
            </w:r>
          </w:p>
        </w:tc>
        <w:tc>
          <w:tcPr>
            <w:tcW w:w="2127" w:type="dxa"/>
            <w:shd w:val="clear" w:color="auto" w:fill="ACC1E8" w:themeFill="accent2" w:themeFillTint="99"/>
          </w:tcPr>
          <w:p w14:paraId="5FC7E39E" w14:textId="77777777" w:rsidR="00F52B3C" w:rsidRPr="000A16DD" w:rsidRDefault="00F52B3C" w:rsidP="00F52B3C">
            <w:pPr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225</w:t>
            </w:r>
          </w:p>
        </w:tc>
      </w:tr>
      <w:tr w:rsidR="00F52B3C" w:rsidRPr="000A16DD" w14:paraId="2BD028A8" w14:textId="77777777" w:rsidTr="00F52B3C">
        <w:trPr>
          <w:trHeight w:val="386"/>
        </w:trPr>
        <w:tc>
          <w:tcPr>
            <w:tcW w:w="6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0B3D0A2D" w14:textId="77777777" w:rsidR="00F52B3C" w:rsidRPr="000A16DD" w:rsidRDefault="002F0DD4" w:rsidP="002F0DD4">
            <w:pPr>
              <w:spacing w:after="60"/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2.</w:t>
            </w:r>
            <w:r w:rsidR="00F52B3C"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 xml:space="preserve">1 Število članov v društveni dejavnosti 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FBC09C9" w14:textId="77777777" w:rsidR="00F52B3C" w:rsidRPr="000A16DD" w:rsidRDefault="00F52B3C" w:rsidP="00F52B3C">
            <w:pPr>
              <w:jc w:val="center"/>
              <w:rPr>
                <w:rFonts w:ascii="Calibri" w:hAnsi="Calibri" w:cs="Arial"/>
                <w:b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  <w:lang w:val="en-GB" w:eastAsia="en-US"/>
              </w:rPr>
              <w:t>15</w:t>
            </w:r>
          </w:p>
        </w:tc>
      </w:tr>
      <w:tr w:rsidR="00F52B3C" w:rsidRPr="000A16DD" w14:paraId="0889A7AB" w14:textId="77777777" w:rsidTr="00F52B3C">
        <w:trPr>
          <w:trHeight w:val="251"/>
        </w:trPr>
        <w:tc>
          <w:tcPr>
            <w:tcW w:w="6232" w:type="dxa"/>
          </w:tcPr>
          <w:p w14:paraId="6BB47731" w14:textId="77777777" w:rsidR="00F52B3C" w:rsidRPr="000A16DD" w:rsidRDefault="00F52B3C" w:rsidP="00F52B3C">
            <w:pPr>
              <w:spacing w:after="60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Število članov od 3 do 10</w:t>
            </w:r>
          </w:p>
        </w:tc>
        <w:tc>
          <w:tcPr>
            <w:tcW w:w="2127" w:type="dxa"/>
          </w:tcPr>
          <w:p w14:paraId="054D7B8E" w14:textId="77777777" w:rsidR="00F52B3C" w:rsidRPr="000A16DD" w:rsidRDefault="00F52B3C" w:rsidP="00F52B3C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3</w:t>
            </w:r>
          </w:p>
        </w:tc>
      </w:tr>
      <w:tr w:rsidR="00F52B3C" w:rsidRPr="000A16DD" w14:paraId="0F60076D" w14:textId="77777777" w:rsidTr="00F52B3C">
        <w:tc>
          <w:tcPr>
            <w:tcW w:w="6232" w:type="dxa"/>
          </w:tcPr>
          <w:p w14:paraId="23F1FDA0" w14:textId="77777777" w:rsidR="00F52B3C" w:rsidRPr="000A16DD" w:rsidRDefault="00F52B3C" w:rsidP="00F52B3C">
            <w:pPr>
              <w:spacing w:after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Število članov od 11 do 20</w:t>
            </w:r>
          </w:p>
        </w:tc>
        <w:tc>
          <w:tcPr>
            <w:tcW w:w="2127" w:type="dxa"/>
          </w:tcPr>
          <w:p w14:paraId="159BA6F0" w14:textId="77777777" w:rsidR="00F52B3C" w:rsidRPr="000A16DD" w:rsidRDefault="00F52B3C" w:rsidP="00F52B3C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6</w:t>
            </w:r>
          </w:p>
        </w:tc>
      </w:tr>
      <w:tr w:rsidR="00F52B3C" w:rsidRPr="000A16DD" w14:paraId="13299F05" w14:textId="77777777" w:rsidTr="00F52B3C">
        <w:tc>
          <w:tcPr>
            <w:tcW w:w="6232" w:type="dxa"/>
          </w:tcPr>
          <w:p w14:paraId="7209A9F3" w14:textId="77777777" w:rsidR="00F52B3C" w:rsidRPr="000A16DD" w:rsidRDefault="00F52B3C" w:rsidP="00F52B3C">
            <w:pPr>
              <w:spacing w:after="60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Število članov od 21 do 30</w:t>
            </w:r>
          </w:p>
        </w:tc>
        <w:tc>
          <w:tcPr>
            <w:tcW w:w="2127" w:type="dxa"/>
          </w:tcPr>
          <w:p w14:paraId="77C9C8CF" w14:textId="77777777" w:rsidR="00F52B3C" w:rsidRPr="000A16DD" w:rsidRDefault="00F52B3C" w:rsidP="00F52B3C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9</w:t>
            </w:r>
          </w:p>
        </w:tc>
      </w:tr>
      <w:tr w:rsidR="00F52B3C" w:rsidRPr="000A16DD" w14:paraId="7A655991" w14:textId="77777777" w:rsidTr="00F52B3C">
        <w:tc>
          <w:tcPr>
            <w:tcW w:w="6232" w:type="dxa"/>
          </w:tcPr>
          <w:p w14:paraId="3EC632FF" w14:textId="77777777" w:rsidR="00F52B3C" w:rsidRPr="000A16DD" w:rsidRDefault="00F52B3C" w:rsidP="00F52B3C">
            <w:pPr>
              <w:spacing w:after="60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Število članov od 31 do 40</w:t>
            </w:r>
          </w:p>
        </w:tc>
        <w:tc>
          <w:tcPr>
            <w:tcW w:w="2127" w:type="dxa"/>
          </w:tcPr>
          <w:p w14:paraId="549F329B" w14:textId="77777777" w:rsidR="00F52B3C" w:rsidRPr="000A16DD" w:rsidRDefault="00F52B3C" w:rsidP="00F52B3C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12</w:t>
            </w:r>
          </w:p>
        </w:tc>
      </w:tr>
      <w:tr w:rsidR="00F52B3C" w:rsidRPr="000A16DD" w14:paraId="0B21CC8F" w14:textId="77777777" w:rsidTr="00F52B3C">
        <w:tc>
          <w:tcPr>
            <w:tcW w:w="6232" w:type="dxa"/>
          </w:tcPr>
          <w:p w14:paraId="1D2A1A25" w14:textId="77777777" w:rsidR="00F52B3C" w:rsidRPr="000A16DD" w:rsidRDefault="00F52B3C" w:rsidP="00F52B3C">
            <w:pPr>
              <w:spacing w:after="60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Število članov </w:t>
            </w:r>
            <w:r w:rsidR="00E41DC4"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41 in več</w:t>
            </w:r>
          </w:p>
        </w:tc>
        <w:tc>
          <w:tcPr>
            <w:tcW w:w="2127" w:type="dxa"/>
          </w:tcPr>
          <w:p w14:paraId="7339CAB1" w14:textId="77777777" w:rsidR="00F52B3C" w:rsidRPr="000A16DD" w:rsidRDefault="00F52B3C" w:rsidP="00F52B3C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15</w:t>
            </w:r>
          </w:p>
        </w:tc>
      </w:tr>
      <w:tr w:rsidR="00F52B3C" w:rsidRPr="000A16DD" w14:paraId="482A8645" w14:textId="77777777" w:rsidTr="00D64ACF">
        <w:tc>
          <w:tcPr>
            <w:tcW w:w="6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</w:tcPr>
          <w:p w14:paraId="2AB13EED" w14:textId="77777777" w:rsidR="00F52B3C" w:rsidRPr="000A16DD" w:rsidRDefault="002F0DD4" w:rsidP="00F52B3C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2</w:t>
            </w:r>
            <w:r w:rsidR="00F52B3C"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 xml:space="preserve">.2 Jubilejna leta delovanja 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CC7CDAE" w14:textId="77777777" w:rsidR="00F52B3C" w:rsidRPr="000A16DD" w:rsidRDefault="00F52B3C" w:rsidP="00F52B3C">
            <w:pPr>
              <w:jc w:val="center"/>
              <w:rPr>
                <w:rFonts w:ascii="Calibri" w:hAnsi="Calibri" w:cs="Arial"/>
                <w:b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  <w:lang w:val="en-GB" w:eastAsia="en-US"/>
              </w:rPr>
              <w:t>110</w:t>
            </w:r>
          </w:p>
        </w:tc>
      </w:tr>
      <w:tr w:rsidR="00F52B3C" w:rsidRPr="000A16DD" w14:paraId="0FE782F0" w14:textId="77777777" w:rsidTr="00F52B3C">
        <w:trPr>
          <w:trHeight w:val="251"/>
        </w:trPr>
        <w:tc>
          <w:tcPr>
            <w:tcW w:w="6232" w:type="dxa"/>
          </w:tcPr>
          <w:p w14:paraId="226DDADD" w14:textId="77777777" w:rsidR="00F52B3C" w:rsidRPr="000A16DD" w:rsidRDefault="00F52B3C" w:rsidP="00D64ACF">
            <w:pPr>
              <w:spacing w:after="60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10 let</w:t>
            </w:r>
          </w:p>
        </w:tc>
        <w:tc>
          <w:tcPr>
            <w:tcW w:w="2127" w:type="dxa"/>
          </w:tcPr>
          <w:p w14:paraId="6B7202EF" w14:textId="77777777" w:rsidR="00F52B3C" w:rsidRPr="000A16DD" w:rsidRDefault="00F52B3C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10</w:t>
            </w:r>
          </w:p>
        </w:tc>
      </w:tr>
      <w:tr w:rsidR="00F52B3C" w:rsidRPr="000A16DD" w14:paraId="7F29FEBA" w14:textId="77777777" w:rsidTr="00F52B3C">
        <w:tc>
          <w:tcPr>
            <w:tcW w:w="6232" w:type="dxa"/>
          </w:tcPr>
          <w:p w14:paraId="3F96EB42" w14:textId="77777777" w:rsidR="00F52B3C" w:rsidRPr="000A16DD" w:rsidRDefault="00F52B3C" w:rsidP="00D64ACF">
            <w:pPr>
              <w:spacing w:after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20 let</w:t>
            </w:r>
          </w:p>
        </w:tc>
        <w:tc>
          <w:tcPr>
            <w:tcW w:w="2127" w:type="dxa"/>
          </w:tcPr>
          <w:p w14:paraId="1BCC140D" w14:textId="77777777" w:rsidR="00F52B3C" w:rsidRPr="000A16DD" w:rsidRDefault="00F52B3C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20</w:t>
            </w:r>
          </w:p>
        </w:tc>
      </w:tr>
      <w:tr w:rsidR="00F52B3C" w:rsidRPr="000A16DD" w14:paraId="04AD7E28" w14:textId="77777777" w:rsidTr="00F52B3C">
        <w:tc>
          <w:tcPr>
            <w:tcW w:w="6232" w:type="dxa"/>
          </w:tcPr>
          <w:p w14:paraId="091E14C4" w14:textId="77777777" w:rsidR="00F52B3C" w:rsidRPr="000A16DD" w:rsidRDefault="00F52B3C" w:rsidP="00D64ACF">
            <w:pPr>
              <w:spacing w:after="60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30 let</w:t>
            </w:r>
          </w:p>
        </w:tc>
        <w:tc>
          <w:tcPr>
            <w:tcW w:w="2127" w:type="dxa"/>
          </w:tcPr>
          <w:p w14:paraId="620F6BF5" w14:textId="77777777" w:rsidR="00F52B3C" w:rsidRPr="000A16DD" w:rsidRDefault="00F52B3C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30</w:t>
            </w:r>
          </w:p>
        </w:tc>
      </w:tr>
      <w:tr w:rsidR="00F52B3C" w:rsidRPr="000A16DD" w14:paraId="31E9018C" w14:textId="77777777" w:rsidTr="00F52B3C">
        <w:tc>
          <w:tcPr>
            <w:tcW w:w="6232" w:type="dxa"/>
          </w:tcPr>
          <w:p w14:paraId="0ECD8A71" w14:textId="77777777" w:rsidR="00F52B3C" w:rsidRPr="000A16DD" w:rsidRDefault="00F52B3C" w:rsidP="00D64ACF">
            <w:pPr>
              <w:spacing w:after="60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40 let</w:t>
            </w:r>
          </w:p>
        </w:tc>
        <w:tc>
          <w:tcPr>
            <w:tcW w:w="2127" w:type="dxa"/>
          </w:tcPr>
          <w:p w14:paraId="7E44D695" w14:textId="77777777" w:rsidR="00F52B3C" w:rsidRPr="000A16DD" w:rsidRDefault="00F52B3C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40</w:t>
            </w:r>
          </w:p>
        </w:tc>
      </w:tr>
      <w:tr w:rsidR="00F52B3C" w:rsidRPr="000A16DD" w14:paraId="099C3BBC" w14:textId="77777777" w:rsidTr="00F52B3C">
        <w:tc>
          <w:tcPr>
            <w:tcW w:w="6232" w:type="dxa"/>
          </w:tcPr>
          <w:p w14:paraId="52ED3598" w14:textId="77777777" w:rsidR="00F52B3C" w:rsidRPr="000A16DD" w:rsidRDefault="00F52B3C" w:rsidP="00D64ACF">
            <w:pPr>
              <w:spacing w:after="60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50 let</w:t>
            </w:r>
          </w:p>
        </w:tc>
        <w:tc>
          <w:tcPr>
            <w:tcW w:w="2127" w:type="dxa"/>
          </w:tcPr>
          <w:p w14:paraId="712DEAF9" w14:textId="77777777" w:rsidR="00F52B3C" w:rsidRPr="000A16DD" w:rsidRDefault="00F52B3C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50</w:t>
            </w:r>
          </w:p>
        </w:tc>
      </w:tr>
      <w:tr w:rsidR="00F52B3C" w:rsidRPr="000A16DD" w14:paraId="31286CBF" w14:textId="77777777" w:rsidTr="00F52B3C">
        <w:tc>
          <w:tcPr>
            <w:tcW w:w="6232" w:type="dxa"/>
          </w:tcPr>
          <w:p w14:paraId="49AC56B7" w14:textId="77777777" w:rsidR="00F52B3C" w:rsidRPr="000A16DD" w:rsidRDefault="00F52B3C" w:rsidP="00D64ACF">
            <w:pPr>
              <w:spacing w:after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60 let</w:t>
            </w:r>
          </w:p>
        </w:tc>
        <w:tc>
          <w:tcPr>
            <w:tcW w:w="2127" w:type="dxa"/>
          </w:tcPr>
          <w:p w14:paraId="738785E4" w14:textId="77777777" w:rsidR="00F52B3C" w:rsidRPr="000A16DD" w:rsidRDefault="00F52B3C" w:rsidP="00D64ACF">
            <w:pPr>
              <w:jc w:val="center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60</w:t>
            </w:r>
          </w:p>
        </w:tc>
      </w:tr>
      <w:tr w:rsidR="00F52B3C" w:rsidRPr="000A16DD" w14:paraId="54EC686E" w14:textId="77777777" w:rsidTr="00F52B3C">
        <w:tc>
          <w:tcPr>
            <w:tcW w:w="6232" w:type="dxa"/>
          </w:tcPr>
          <w:p w14:paraId="76E0AB08" w14:textId="77777777" w:rsidR="00F52B3C" w:rsidRPr="000A16DD" w:rsidRDefault="00F52B3C" w:rsidP="00D64ACF">
            <w:pPr>
              <w:spacing w:after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70 let</w:t>
            </w:r>
          </w:p>
        </w:tc>
        <w:tc>
          <w:tcPr>
            <w:tcW w:w="2127" w:type="dxa"/>
          </w:tcPr>
          <w:p w14:paraId="240E5555" w14:textId="77777777" w:rsidR="00F52B3C" w:rsidRPr="000A16DD" w:rsidRDefault="00F52B3C" w:rsidP="00D64ACF">
            <w:pPr>
              <w:jc w:val="center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70</w:t>
            </w:r>
          </w:p>
        </w:tc>
      </w:tr>
      <w:tr w:rsidR="00F52B3C" w:rsidRPr="000A16DD" w14:paraId="682B68D4" w14:textId="77777777" w:rsidTr="00F52B3C">
        <w:tc>
          <w:tcPr>
            <w:tcW w:w="6232" w:type="dxa"/>
          </w:tcPr>
          <w:p w14:paraId="0C6F39E7" w14:textId="77777777" w:rsidR="00F52B3C" w:rsidRPr="000A16DD" w:rsidRDefault="00F52B3C" w:rsidP="00D64ACF">
            <w:pPr>
              <w:spacing w:after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80 let</w:t>
            </w:r>
          </w:p>
        </w:tc>
        <w:tc>
          <w:tcPr>
            <w:tcW w:w="2127" w:type="dxa"/>
          </w:tcPr>
          <w:p w14:paraId="220D02A6" w14:textId="77777777" w:rsidR="00F52B3C" w:rsidRPr="000A16DD" w:rsidRDefault="00F52B3C" w:rsidP="00D64ACF">
            <w:pPr>
              <w:jc w:val="center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80</w:t>
            </w:r>
          </w:p>
        </w:tc>
      </w:tr>
      <w:tr w:rsidR="00F52B3C" w:rsidRPr="000A16DD" w14:paraId="563F19B4" w14:textId="77777777" w:rsidTr="00F52B3C">
        <w:tc>
          <w:tcPr>
            <w:tcW w:w="6232" w:type="dxa"/>
          </w:tcPr>
          <w:p w14:paraId="646174A4" w14:textId="77777777" w:rsidR="00F52B3C" w:rsidRPr="000A16DD" w:rsidRDefault="00F52B3C" w:rsidP="00D64ACF">
            <w:pPr>
              <w:spacing w:after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90 let</w:t>
            </w:r>
          </w:p>
        </w:tc>
        <w:tc>
          <w:tcPr>
            <w:tcW w:w="2127" w:type="dxa"/>
          </w:tcPr>
          <w:p w14:paraId="09C49970" w14:textId="77777777" w:rsidR="00F52B3C" w:rsidRPr="000A16DD" w:rsidRDefault="00F52B3C" w:rsidP="00D64ACF">
            <w:pPr>
              <w:jc w:val="center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90</w:t>
            </w:r>
          </w:p>
        </w:tc>
      </w:tr>
      <w:tr w:rsidR="00F52B3C" w:rsidRPr="000A16DD" w14:paraId="606B1889" w14:textId="77777777" w:rsidTr="00F52B3C">
        <w:tc>
          <w:tcPr>
            <w:tcW w:w="6232" w:type="dxa"/>
          </w:tcPr>
          <w:p w14:paraId="4DC9FB30" w14:textId="77777777" w:rsidR="00F52B3C" w:rsidRPr="000A16DD" w:rsidRDefault="00F52B3C" w:rsidP="00D64ACF">
            <w:pPr>
              <w:spacing w:after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100 let</w:t>
            </w:r>
          </w:p>
        </w:tc>
        <w:tc>
          <w:tcPr>
            <w:tcW w:w="2127" w:type="dxa"/>
          </w:tcPr>
          <w:p w14:paraId="58B63063" w14:textId="77777777" w:rsidR="00F52B3C" w:rsidRPr="000A16DD" w:rsidRDefault="00F52B3C" w:rsidP="00D64ACF">
            <w:pPr>
              <w:jc w:val="center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100</w:t>
            </w:r>
          </w:p>
        </w:tc>
      </w:tr>
      <w:tr w:rsidR="00F52B3C" w:rsidRPr="000A16DD" w14:paraId="07FD66F5" w14:textId="77777777" w:rsidTr="00F52B3C">
        <w:tc>
          <w:tcPr>
            <w:tcW w:w="6232" w:type="dxa"/>
          </w:tcPr>
          <w:p w14:paraId="0799200E" w14:textId="77777777" w:rsidR="00F52B3C" w:rsidRPr="000A16DD" w:rsidRDefault="00F52B3C" w:rsidP="00D64ACF">
            <w:pPr>
              <w:spacing w:after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110 let</w:t>
            </w:r>
          </w:p>
        </w:tc>
        <w:tc>
          <w:tcPr>
            <w:tcW w:w="2127" w:type="dxa"/>
          </w:tcPr>
          <w:p w14:paraId="186F7C39" w14:textId="77777777" w:rsidR="00F52B3C" w:rsidRPr="000A16DD" w:rsidRDefault="00F52B3C" w:rsidP="00D64ACF">
            <w:pPr>
              <w:jc w:val="center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110</w:t>
            </w:r>
          </w:p>
        </w:tc>
      </w:tr>
      <w:tr w:rsidR="00C44C90" w:rsidRPr="000A16DD" w14:paraId="2B49B462" w14:textId="77777777" w:rsidTr="00C44C90">
        <w:tc>
          <w:tcPr>
            <w:tcW w:w="6232" w:type="dxa"/>
            <w:shd w:val="clear" w:color="auto" w:fill="E3E4E6" w:themeFill="accent6" w:themeFillTint="33"/>
          </w:tcPr>
          <w:p w14:paraId="1F638D16" w14:textId="77777777" w:rsidR="00C44C90" w:rsidRPr="000A16DD" w:rsidRDefault="002F0DD4" w:rsidP="00C44C90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2</w:t>
            </w:r>
            <w:r w:rsidR="00C44C90"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 xml:space="preserve">.3 Število članov za izobraževanje </w:t>
            </w:r>
          </w:p>
        </w:tc>
        <w:tc>
          <w:tcPr>
            <w:tcW w:w="2127" w:type="dxa"/>
            <w:shd w:val="clear" w:color="auto" w:fill="E3E4E6" w:themeFill="accent6" w:themeFillTint="33"/>
          </w:tcPr>
          <w:p w14:paraId="492854CA" w14:textId="77777777" w:rsidR="00C44C90" w:rsidRPr="000A16DD" w:rsidRDefault="00C44C90" w:rsidP="00D64ACF">
            <w:pPr>
              <w:jc w:val="center"/>
              <w:rPr>
                <w:rFonts w:ascii="Calibri" w:hAnsi="Calibri" w:cs="Arial"/>
                <w:b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  <w:lang w:val="en-GB" w:eastAsia="en-US"/>
              </w:rPr>
              <w:t>100</w:t>
            </w:r>
          </w:p>
        </w:tc>
      </w:tr>
      <w:tr w:rsidR="00C44C90" w:rsidRPr="000A16DD" w14:paraId="5D60B225" w14:textId="77777777" w:rsidTr="00C44C90">
        <w:tc>
          <w:tcPr>
            <w:tcW w:w="6232" w:type="dxa"/>
          </w:tcPr>
          <w:p w14:paraId="4599D5C3" w14:textId="77777777" w:rsidR="00C44C90" w:rsidRPr="000A16DD" w:rsidRDefault="001A771B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število članov </w:t>
            </w:r>
            <w:r w:rsidR="00C44C90"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do </w:t>
            </w: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10 </w:t>
            </w:r>
          </w:p>
        </w:tc>
        <w:tc>
          <w:tcPr>
            <w:tcW w:w="2127" w:type="dxa"/>
          </w:tcPr>
          <w:p w14:paraId="39AA8297" w14:textId="77777777" w:rsidR="00C44C90" w:rsidRPr="000A16DD" w:rsidRDefault="00E41DC4" w:rsidP="00D64ACF">
            <w:pPr>
              <w:jc w:val="center"/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  <w:t>20</w:t>
            </w:r>
          </w:p>
        </w:tc>
      </w:tr>
      <w:tr w:rsidR="00E41DC4" w:rsidRPr="000A16DD" w14:paraId="0CCF2C30" w14:textId="77777777" w:rsidTr="00C44C90">
        <w:tc>
          <w:tcPr>
            <w:tcW w:w="6232" w:type="dxa"/>
          </w:tcPr>
          <w:p w14:paraId="619F26BB" w14:textId="77777777" w:rsidR="00E41DC4" w:rsidRPr="000A16DD" w:rsidRDefault="00E41DC4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število članov od 11 do 20</w:t>
            </w:r>
          </w:p>
        </w:tc>
        <w:tc>
          <w:tcPr>
            <w:tcW w:w="2127" w:type="dxa"/>
          </w:tcPr>
          <w:p w14:paraId="319DC65A" w14:textId="77777777" w:rsidR="00E41DC4" w:rsidRPr="000A16DD" w:rsidRDefault="00E41DC4" w:rsidP="00D64ACF">
            <w:pPr>
              <w:jc w:val="center"/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  <w:t>40</w:t>
            </w:r>
          </w:p>
        </w:tc>
      </w:tr>
      <w:tr w:rsidR="00E41DC4" w:rsidRPr="000A16DD" w14:paraId="3CCDC861" w14:textId="77777777" w:rsidTr="00C44C90">
        <w:tc>
          <w:tcPr>
            <w:tcW w:w="6232" w:type="dxa"/>
          </w:tcPr>
          <w:p w14:paraId="02DED77A" w14:textId="77777777" w:rsidR="00E41DC4" w:rsidRPr="000A16DD" w:rsidRDefault="00E41DC4" w:rsidP="00E41DC4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število članov od 21 do 30</w:t>
            </w:r>
          </w:p>
        </w:tc>
        <w:tc>
          <w:tcPr>
            <w:tcW w:w="2127" w:type="dxa"/>
          </w:tcPr>
          <w:p w14:paraId="39FD12FA" w14:textId="77777777" w:rsidR="00E41DC4" w:rsidRPr="000A16DD" w:rsidRDefault="00E41DC4" w:rsidP="00D64ACF">
            <w:pPr>
              <w:jc w:val="center"/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  <w:t>60</w:t>
            </w:r>
          </w:p>
        </w:tc>
      </w:tr>
      <w:tr w:rsidR="00E41DC4" w:rsidRPr="000A16DD" w14:paraId="180613DD" w14:textId="77777777" w:rsidTr="00C44C90">
        <w:tc>
          <w:tcPr>
            <w:tcW w:w="6232" w:type="dxa"/>
          </w:tcPr>
          <w:p w14:paraId="3D8D0DA0" w14:textId="77777777" w:rsidR="00E41DC4" w:rsidRPr="000A16DD" w:rsidRDefault="00E41DC4" w:rsidP="00E41DC4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število članov od 31 do 40</w:t>
            </w:r>
          </w:p>
        </w:tc>
        <w:tc>
          <w:tcPr>
            <w:tcW w:w="2127" w:type="dxa"/>
          </w:tcPr>
          <w:p w14:paraId="67508B8A" w14:textId="77777777" w:rsidR="00E41DC4" w:rsidRPr="000A16DD" w:rsidRDefault="00E41DC4" w:rsidP="00D64ACF">
            <w:pPr>
              <w:jc w:val="center"/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  <w:t>80</w:t>
            </w:r>
          </w:p>
        </w:tc>
      </w:tr>
      <w:tr w:rsidR="00E41DC4" w:rsidRPr="000A16DD" w14:paraId="263EC957" w14:textId="77777777" w:rsidTr="00C44C90">
        <w:tc>
          <w:tcPr>
            <w:tcW w:w="6232" w:type="dxa"/>
          </w:tcPr>
          <w:p w14:paraId="3C34B9E3" w14:textId="77777777" w:rsidR="00E41DC4" w:rsidRPr="000A16DD" w:rsidRDefault="00E41DC4" w:rsidP="00E41DC4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število članov 41 in več</w:t>
            </w:r>
          </w:p>
        </w:tc>
        <w:tc>
          <w:tcPr>
            <w:tcW w:w="2127" w:type="dxa"/>
          </w:tcPr>
          <w:p w14:paraId="4DCC0092" w14:textId="77777777" w:rsidR="00E41DC4" w:rsidRPr="000A16DD" w:rsidRDefault="00E41DC4" w:rsidP="00D64ACF">
            <w:pPr>
              <w:jc w:val="center"/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  <w:t>100</w:t>
            </w:r>
          </w:p>
        </w:tc>
      </w:tr>
    </w:tbl>
    <w:p w14:paraId="51BEE273" w14:textId="77777777" w:rsidR="0096671A" w:rsidRPr="000A16DD" w:rsidRDefault="0096671A" w:rsidP="006171DC">
      <w:pPr>
        <w:rPr>
          <w:sz w:val="22"/>
          <w:szCs w:val="22"/>
        </w:rPr>
      </w:pPr>
    </w:p>
    <w:p w14:paraId="2302396F" w14:textId="77777777" w:rsidR="009405DD" w:rsidRPr="000A16DD" w:rsidRDefault="009405DD" w:rsidP="006171DC">
      <w:pPr>
        <w:rPr>
          <w:sz w:val="22"/>
          <w:szCs w:val="22"/>
        </w:rPr>
      </w:pPr>
    </w:p>
    <w:p w14:paraId="27622121" w14:textId="77777777" w:rsidR="009405DD" w:rsidRPr="000A16DD" w:rsidRDefault="009405DD" w:rsidP="006171DC">
      <w:pPr>
        <w:rPr>
          <w:sz w:val="22"/>
          <w:szCs w:val="22"/>
        </w:rPr>
      </w:pPr>
    </w:p>
    <w:p w14:paraId="7A9DC59A" w14:textId="77777777" w:rsidR="009405DD" w:rsidRPr="000A16DD" w:rsidRDefault="009405DD" w:rsidP="006171DC">
      <w:pPr>
        <w:rPr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14"/>
        <w:gridCol w:w="1065"/>
        <w:gridCol w:w="778"/>
        <w:gridCol w:w="1701"/>
        <w:gridCol w:w="1701"/>
      </w:tblGrid>
      <w:tr w:rsidR="00246689" w:rsidRPr="000A16DD" w14:paraId="69152EE4" w14:textId="77777777" w:rsidTr="0038777E">
        <w:tc>
          <w:tcPr>
            <w:tcW w:w="8359" w:type="dxa"/>
            <w:gridSpan w:val="5"/>
            <w:shd w:val="clear" w:color="auto" w:fill="ACC1E8" w:themeFill="accent2" w:themeFillTint="99"/>
          </w:tcPr>
          <w:p w14:paraId="11B2A440" w14:textId="77777777" w:rsidR="00246689" w:rsidRPr="000A16DD" w:rsidRDefault="00246689" w:rsidP="00954B79">
            <w:pPr>
              <w:pStyle w:val="Odstavekseznama"/>
              <w:numPr>
                <w:ilvl w:val="0"/>
                <w:numId w:val="4"/>
              </w:numPr>
              <w:ind w:left="454" w:hanging="283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PROMOCIJSKI DEL</w:t>
            </w:r>
            <w:r w:rsidR="009405DD"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(podpora pri izdaji knjige, Tv spota, zgoščenke)</w:t>
            </w:r>
          </w:p>
          <w:p w14:paraId="0D53F61B" w14:textId="77777777" w:rsidR="00246689" w:rsidRPr="000A16DD" w:rsidRDefault="00246689" w:rsidP="00D64ACF">
            <w:pPr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96671A" w:rsidRPr="000A16DD" w14:paraId="0DE9F88D" w14:textId="77777777" w:rsidTr="0096671A">
        <w:tc>
          <w:tcPr>
            <w:tcW w:w="3114" w:type="dxa"/>
            <w:shd w:val="clear" w:color="auto" w:fill="E3E4E6" w:themeFill="accent6" w:themeFillTint="33"/>
          </w:tcPr>
          <w:p w14:paraId="6CB4CCCC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shd w:val="clear" w:color="auto" w:fill="E3E4E6" w:themeFill="accent6" w:themeFillTint="33"/>
          </w:tcPr>
          <w:p w14:paraId="6F21A47E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Knjižna publikacija</w:t>
            </w:r>
          </w:p>
        </w:tc>
        <w:tc>
          <w:tcPr>
            <w:tcW w:w="1701" w:type="dxa"/>
            <w:shd w:val="clear" w:color="auto" w:fill="E3E4E6" w:themeFill="accent6" w:themeFillTint="33"/>
          </w:tcPr>
          <w:p w14:paraId="78B075AC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Zgoščenka/DVD</w:t>
            </w:r>
          </w:p>
        </w:tc>
        <w:tc>
          <w:tcPr>
            <w:tcW w:w="1701" w:type="dxa"/>
            <w:shd w:val="clear" w:color="auto" w:fill="E3E4E6" w:themeFill="accent6" w:themeFillTint="33"/>
          </w:tcPr>
          <w:p w14:paraId="249F4A16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Tv spot/dok. posnetek</w:t>
            </w:r>
          </w:p>
        </w:tc>
      </w:tr>
      <w:tr w:rsidR="0096671A" w:rsidRPr="000A16DD" w14:paraId="530E5048" w14:textId="77777777" w:rsidTr="0096671A">
        <w:tc>
          <w:tcPr>
            <w:tcW w:w="3114" w:type="dxa"/>
          </w:tcPr>
          <w:p w14:paraId="63F0E26E" w14:textId="77777777" w:rsidR="0096671A" w:rsidRPr="000A16DD" w:rsidRDefault="0096671A" w:rsidP="0096671A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Pevski zbor</w:t>
            </w:r>
          </w:p>
        </w:tc>
        <w:tc>
          <w:tcPr>
            <w:tcW w:w="1843" w:type="dxa"/>
            <w:gridSpan w:val="2"/>
          </w:tcPr>
          <w:p w14:paraId="2B2B926B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80 t</w:t>
            </w:r>
          </w:p>
        </w:tc>
        <w:tc>
          <w:tcPr>
            <w:tcW w:w="1701" w:type="dxa"/>
          </w:tcPr>
          <w:p w14:paraId="419CE165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120 t</w:t>
            </w:r>
          </w:p>
        </w:tc>
        <w:tc>
          <w:tcPr>
            <w:tcW w:w="1701" w:type="dxa"/>
          </w:tcPr>
          <w:p w14:paraId="3A7FC751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120 t</w:t>
            </w:r>
          </w:p>
        </w:tc>
      </w:tr>
      <w:tr w:rsidR="0096671A" w:rsidRPr="000A16DD" w14:paraId="639FA2D1" w14:textId="77777777" w:rsidTr="0096671A">
        <w:tc>
          <w:tcPr>
            <w:tcW w:w="3114" w:type="dxa"/>
          </w:tcPr>
          <w:p w14:paraId="672ABC89" w14:textId="77777777" w:rsidR="0096671A" w:rsidRPr="000A16DD" w:rsidRDefault="0096671A" w:rsidP="0096671A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Mala vokalna skupina</w:t>
            </w:r>
          </w:p>
        </w:tc>
        <w:tc>
          <w:tcPr>
            <w:tcW w:w="1843" w:type="dxa"/>
            <w:gridSpan w:val="2"/>
          </w:tcPr>
          <w:p w14:paraId="6D8FC090" w14:textId="77777777" w:rsidR="0096671A" w:rsidRPr="000A16DD" w:rsidRDefault="0096671A" w:rsidP="0096671A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80 t</w:t>
            </w:r>
          </w:p>
        </w:tc>
        <w:tc>
          <w:tcPr>
            <w:tcW w:w="1701" w:type="dxa"/>
          </w:tcPr>
          <w:p w14:paraId="3EDB4AA0" w14:textId="77777777" w:rsidR="0096671A" w:rsidRPr="000A16DD" w:rsidRDefault="0096671A" w:rsidP="0096671A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120 t</w:t>
            </w:r>
          </w:p>
        </w:tc>
        <w:tc>
          <w:tcPr>
            <w:tcW w:w="1701" w:type="dxa"/>
          </w:tcPr>
          <w:p w14:paraId="7DCAAEC4" w14:textId="77777777" w:rsidR="0096671A" w:rsidRPr="000A16DD" w:rsidRDefault="0096671A" w:rsidP="0096671A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90 t</w:t>
            </w:r>
          </w:p>
        </w:tc>
      </w:tr>
      <w:tr w:rsidR="0096671A" w:rsidRPr="000A16DD" w14:paraId="47D3D0EE" w14:textId="77777777" w:rsidTr="0096671A">
        <w:tc>
          <w:tcPr>
            <w:tcW w:w="3114" w:type="dxa"/>
          </w:tcPr>
          <w:p w14:paraId="7E361173" w14:textId="77777777" w:rsidR="0096671A" w:rsidRPr="000A16DD" w:rsidRDefault="0096671A" w:rsidP="00954B79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Instrumentalna skupina na</w:t>
            </w:r>
            <w:r w:rsidR="00954B79"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d</w:t>
            </w: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 30 članov</w:t>
            </w:r>
          </w:p>
        </w:tc>
        <w:tc>
          <w:tcPr>
            <w:tcW w:w="1843" w:type="dxa"/>
            <w:gridSpan w:val="2"/>
          </w:tcPr>
          <w:p w14:paraId="7B486DB2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80 t</w:t>
            </w:r>
          </w:p>
        </w:tc>
        <w:tc>
          <w:tcPr>
            <w:tcW w:w="1701" w:type="dxa"/>
          </w:tcPr>
          <w:p w14:paraId="24A54EDC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140 t</w:t>
            </w:r>
          </w:p>
        </w:tc>
        <w:tc>
          <w:tcPr>
            <w:tcW w:w="1701" w:type="dxa"/>
          </w:tcPr>
          <w:p w14:paraId="74CF17E0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180 t</w:t>
            </w:r>
          </w:p>
        </w:tc>
      </w:tr>
      <w:tr w:rsidR="0096671A" w:rsidRPr="000A16DD" w14:paraId="10BDE849" w14:textId="77777777" w:rsidTr="0096671A">
        <w:tc>
          <w:tcPr>
            <w:tcW w:w="3114" w:type="dxa"/>
          </w:tcPr>
          <w:p w14:paraId="24030B50" w14:textId="77777777" w:rsidR="0096671A" w:rsidRPr="000A16DD" w:rsidRDefault="0096671A" w:rsidP="0096671A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Instrumentalna skupina od  10 do 30 članov</w:t>
            </w:r>
          </w:p>
        </w:tc>
        <w:tc>
          <w:tcPr>
            <w:tcW w:w="1843" w:type="dxa"/>
            <w:gridSpan w:val="2"/>
          </w:tcPr>
          <w:p w14:paraId="23D5AF2A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80 t</w:t>
            </w:r>
          </w:p>
        </w:tc>
        <w:tc>
          <w:tcPr>
            <w:tcW w:w="1701" w:type="dxa"/>
          </w:tcPr>
          <w:p w14:paraId="57ADB373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130 t</w:t>
            </w:r>
          </w:p>
        </w:tc>
        <w:tc>
          <w:tcPr>
            <w:tcW w:w="1701" w:type="dxa"/>
          </w:tcPr>
          <w:p w14:paraId="3DCA30C6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160 t</w:t>
            </w:r>
          </w:p>
        </w:tc>
      </w:tr>
      <w:tr w:rsidR="0096671A" w:rsidRPr="000A16DD" w14:paraId="06B41D3A" w14:textId="77777777" w:rsidTr="0096671A">
        <w:tc>
          <w:tcPr>
            <w:tcW w:w="3114" w:type="dxa"/>
          </w:tcPr>
          <w:p w14:paraId="6084EF84" w14:textId="77777777" w:rsidR="0096671A" w:rsidRPr="000A16DD" w:rsidRDefault="0096671A" w:rsidP="0096671A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Instrumentalna skupina pod  10 članov</w:t>
            </w:r>
          </w:p>
        </w:tc>
        <w:tc>
          <w:tcPr>
            <w:tcW w:w="1843" w:type="dxa"/>
            <w:gridSpan w:val="2"/>
          </w:tcPr>
          <w:p w14:paraId="66E5813A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80 t</w:t>
            </w:r>
          </w:p>
        </w:tc>
        <w:tc>
          <w:tcPr>
            <w:tcW w:w="1701" w:type="dxa"/>
          </w:tcPr>
          <w:p w14:paraId="0D9B8BF4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70 t</w:t>
            </w:r>
          </w:p>
        </w:tc>
        <w:tc>
          <w:tcPr>
            <w:tcW w:w="1701" w:type="dxa"/>
          </w:tcPr>
          <w:p w14:paraId="2354C91D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90 t</w:t>
            </w:r>
          </w:p>
        </w:tc>
      </w:tr>
      <w:tr w:rsidR="0096671A" w:rsidRPr="000A16DD" w14:paraId="3AB48DFF" w14:textId="77777777" w:rsidTr="0096671A">
        <w:tc>
          <w:tcPr>
            <w:tcW w:w="3114" w:type="dxa"/>
          </w:tcPr>
          <w:p w14:paraId="46D1FCAE" w14:textId="77777777" w:rsidR="0096671A" w:rsidRPr="000A16DD" w:rsidRDefault="0096671A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Literarna, izobraževalna skupina</w:t>
            </w:r>
          </w:p>
        </w:tc>
        <w:tc>
          <w:tcPr>
            <w:tcW w:w="1843" w:type="dxa"/>
            <w:gridSpan w:val="2"/>
          </w:tcPr>
          <w:p w14:paraId="00D78B69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80 t</w:t>
            </w:r>
          </w:p>
        </w:tc>
        <w:tc>
          <w:tcPr>
            <w:tcW w:w="1701" w:type="dxa"/>
          </w:tcPr>
          <w:p w14:paraId="680BF9B5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70 t</w:t>
            </w:r>
          </w:p>
        </w:tc>
        <w:tc>
          <w:tcPr>
            <w:tcW w:w="1701" w:type="dxa"/>
          </w:tcPr>
          <w:p w14:paraId="2E77884C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120 t</w:t>
            </w:r>
          </w:p>
        </w:tc>
      </w:tr>
      <w:tr w:rsidR="0096671A" w:rsidRPr="000A16DD" w14:paraId="023BC6C2" w14:textId="77777777" w:rsidTr="0096671A">
        <w:tc>
          <w:tcPr>
            <w:tcW w:w="3114" w:type="dxa"/>
          </w:tcPr>
          <w:p w14:paraId="3BB846EE" w14:textId="77777777" w:rsidR="0096671A" w:rsidRPr="000A16DD" w:rsidRDefault="0096671A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Likovna skupina</w:t>
            </w:r>
          </w:p>
        </w:tc>
        <w:tc>
          <w:tcPr>
            <w:tcW w:w="1843" w:type="dxa"/>
            <w:gridSpan w:val="2"/>
          </w:tcPr>
          <w:p w14:paraId="2785E364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100 t</w:t>
            </w:r>
          </w:p>
        </w:tc>
        <w:tc>
          <w:tcPr>
            <w:tcW w:w="1701" w:type="dxa"/>
          </w:tcPr>
          <w:p w14:paraId="56713F61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70 t</w:t>
            </w:r>
          </w:p>
        </w:tc>
        <w:tc>
          <w:tcPr>
            <w:tcW w:w="1701" w:type="dxa"/>
          </w:tcPr>
          <w:p w14:paraId="51995417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90 t</w:t>
            </w:r>
          </w:p>
        </w:tc>
      </w:tr>
      <w:tr w:rsidR="0096671A" w:rsidRPr="000A16DD" w14:paraId="2BB87984" w14:textId="77777777" w:rsidTr="0096671A">
        <w:tc>
          <w:tcPr>
            <w:tcW w:w="3114" w:type="dxa"/>
          </w:tcPr>
          <w:p w14:paraId="4A44B021" w14:textId="77777777" w:rsidR="0096671A" w:rsidRPr="000A16DD" w:rsidRDefault="0096671A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Gledališka skupina</w:t>
            </w:r>
          </w:p>
        </w:tc>
        <w:tc>
          <w:tcPr>
            <w:tcW w:w="1843" w:type="dxa"/>
            <w:gridSpan w:val="2"/>
          </w:tcPr>
          <w:p w14:paraId="4825CFE9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80 t</w:t>
            </w:r>
          </w:p>
        </w:tc>
        <w:tc>
          <w:tcPr>
            <w:tcW w:w="1701" w:type="dxa"/>
          </w:tcPr>
          <w:p w14:paraId="6DA5FA07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130 t</w:t>
            </w:r>
          </w:p>
        </w:tc>
        <w:tc>
          <w:tcPr>
            <w:tcW w:w="1701" w:type="dxa"/>
          </w:tcPr>
          <w:p w14:paraId="1375DD53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120 t</w:t>
            </w:r>
          </w:p>
        </w:tc>
      </w:tr>
      <w:tr w:rsidR="0096671A" w:rsidRPr="000A16DD" w14:paraId="2201B5F7" w14:textId="77777777" w:rsidTr="0096671A">
        <w:tc>
          <w:tcPr>
            <w:tcW w:w="3114" w:type="dxa"/>
          </w:tcPr>
          <w:p w14:paraId="5F1A97EA" w14:textId="77777777" w:rsidR="0096671A" w:rsidRPr="000A16DD" w:rsidRDefault="0096671A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Folklorna, plesna skupina</w:t>
            </w:r>
          </w:p>
        </w:tc>
        <w:tc>
          <w:tcPr>
            <w:tcW w:w="1843" w:type="dxa"/>
            <w:gridSpan w:val="2"/>
          </w:tcPr>
          <w:p w14:paraId="1A42D97B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80 t</w:t>
            </w:r>
          </w:p>
        </w:tc>
        <w:tc>
          <w:tcPr>
            <w:tcW w:w="1701" w:type="dxa"/>
          </w:tcPr>
          <w:p w14:paraId="119E05A0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130 t</w:t>
            </w:r>
          </w:p>
        </w:tc>
        <w:tc>
          <w:tcPr>
            <w:tcW w:w="1701" w:type="dxa"/>
          </w:tcPr>
          <w:p w14:paraId="764A789A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100 t</w:t>
            </w:r>
          </w:p>
        </w:tc>
      </w:tr>
      <w:tr w:rsidR="00246689" w:rsidRPr="000A16DD" w14:paraId="069F26B1" w14:textId="77777777" w:rsidTr="0038777E">
        <w:tc>
          <w:tcPr>
            <w:tcW w:w="8359" w:type="dxa"/>
            <w:gridSpan w:val="5"/>
            <w:shd w:val="clear" w:color="auto" w:fill="ACC1E8" w:themeFill="accent2" w:themeFillTint="99"/>
          </w:tcPr>
          <w:p w14:paraId="36AE8EB0" w14:textId="77777777" w:rsidR="00246689" w:rsidRPr="000A16DD" w:rsidRDefault="00954B79" w:rsidP="00954B79">
            <w:pPr>
              <w:pStyle w:val="Odstavekseznama"/>
              <w:numPr>
                <w:ilvl w:val="0"/>
                <w:numId w:val="4"/>
              </w:numPr>
              <w:ind w:left="454" w:hanging="283"/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 xml:space="preserve">VARIABILNI DEL </w:t>
            </w: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(glede na oddani programsko projektni plan)</w:t>
            </w:r>
          </w:p>
          <w:p w14:paraId="61A4B420" w14:textId="77777777" w:rsidR="00246689" w:rsidRPr="000A16DD" w:rsidRDefault="00246689" w:rsidP="00246689">
            <w:pPr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863819" w:rsidRPr="000A16DD" w14:paraId="54BE27AA" w14:textId="77777777" w:rsidTr="007076F4">
        <w:trPr>
          <w:trHeight w:val="397"/>
        </w:trPr>
        <w:tc>
          <w:tcPr>
            <w:tcW w:w="8359" w:type="dxa"/>
            <w:gridSpan w:val="5"/>
            <w:shd w:val="clear" w:color="auto" w:fill="E3E4E6" w:themeFill="accent6" w:themeFillTint="33"/>
          </w:tcPr>
          <w:p w14:paraId="229BF978" w14:textId="77777777" w:rsidR="00863819" w:rsidRPr="000A16DD" w:rsidRDefault="00863819" w:rsidP="00863819">
            <w:pPr>
              <w:spacing w:before="60"/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Pevske skupine nad 12 članov</w:t>
            </w:r>
          </w:p>
        </w:tc>
      </w:tr>
      <w:tr w:rsidR="001E24A5" w:rsidRPr="000A16DD" w14:paraId="306203C2" w14:textId="77777777" w:rsidTr="00D64ACF">
        <w:tc>
          <w:tcPr>
            <w:tcW w:w="8359" w:type="dxa"/>
            <w:gridSpan w:val="5"/>
          </w:tcPr>
          <w:p w14:paraId="1E049201" w14:textId="77777777" w:rsidR="001E24A5" w:rsidRPr="000A16DD" w:rsidRDefault="001E24A5" w:rsidP="00863819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Prizna se največ 60 vaj na sezono</w:t>
            </w:r>
          </w:p>
        </w:tc>
      </w:tr>
      <w:tr w:rsidR="00863819" w:rsidRPr="000A16DD" w14:paraId="1D491D2E" w14:textId="77777777" w:rsidTr="00D64ACF">
        <w:tc>
          <w:tcPr>
            <w:tcW w:w="4179" w:type="dxa"/>
            <w:gridSpan w:val="2"/>
          </w:tcPr>
          <w:p w14:paraId="3B3709AF" w14:textId="77777777" w:rsidR="00863819" w:rsidRPr="000A16DD" w:rsidRDefault="00863819" w:rsidP="00863819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Letni koncert</w:t>
            </w:r>
            <w:r w:rsidR="001E24A5"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skupine</w:t>
            </w:r>
          </w:p>
        </w:tc>
        <w:tc>
          <w:tcPr>
            <w:tcW w:w="4180" w:type="dxa"/>
            <w:gridSpan w:val="3"/>
          </w:tcPr>
          <w:p w14:paraId="497B611B" w14:textId="77777777" w:rsidR="00863819" w:rsidRPr="000A16DD" w:rsidRDefault="00863819" w:rsidP="00863819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120 t</w:t>
            </w:r>
          </w:p>
        </w:tc>
      </w:tr>
      <w:tr w:rsidR="00863819" w:rsidRPr="000A16DD" w14:paraId="71BBBA0A" w14:textId="77777777" w:rsidTr="00D64ACF">
        <w:tc>
          <w:tcPr>
            <w:tcW w:w="4179" w:type="dxa"/>
            <w:gridSpan w:val="2"/>
          </w:tcPr>
          <w:p w14:paraId="18F1356C" w14:textId="77777777" w:rsidR="00863819" w:rsidRPr="000A16DD" w:rsidRDefault="00863819" w:rsidP="00863819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Gostovanja v tujini</w:t>
            </w:r>
          </w:p>
        </w:tc>
        <w:tc>
          <w:tcPr>
            <w:tcW w:w="4180" w:type="dxa"/>
            <w:gridSpan w:val="3"/>
          </w:tcPr>
          <w:p w14:paraId="789B1D30" w14:textId="77777777" w:rsidR="00863819" w:rsidRPr="000A16DD" w:rsidRDefault="00863819" w:rsidP="00863819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70 t</w:t>
            </w:r>
          </w:p>
        </w:tc>
      </w:tr>
      <w:tr w:rsidR="00863819" w:rsidRPr="000A16DD" w14:paraId="11BAC8F2" w14:textId="77777777" w:rsidTr="00D64ACF">
        <w:tc>
          <w:tcPr>
            <w:tcW w:w="4179" w:type="dxa"/>
            <w:gridSpan w:val="2"/>
          </w:tcPr>
          <w:p w14:paraId="49DCF85C" w14:textId="77777777" w:rsidR="00863819" w:rsidRPr="000A16DD" w:rsidRDefault="00863819" w:rsidP="00863819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Samostojni nastop</w:t>
            </w:r>
          </w:p>
        </w:tc>
        <w:tc>
          <w:tcPr>
            <w:tcW w:w="4180" w:type="dxa"/>
            <w:gridSpan w:val="3"/>
          </w:tcPr>
          <w:p w14:paraId="3D30BC76" w14:textId="77777777" w:rsidR="00863819" w:rsidRPr="000A16DD" w:rsidRDefault="00863819" w:rsidP="00863819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40 t</w:t>
            </w:r>
          </w:p>
        </w:tc>
      </w:tr>
      <w:tr w:rsidR="00863819" w:rsidRPr="000A16DD" w14:paraId="6C629B4C" w14:textId="77777777" w:rsidTr="00D64ACF">
        <w:tc>
          <w:tcPr>
            <w:tcW w:w="4179" w:type="dxa"/>
            <w:gridSpan w:val="2"/>
          </w:tcPr>
          <w:p w14:paraId="45BBA9BB" w14:textId="77777777" w:rsidR="00863819" w:rsidRPr="000A16DD" w:rsidRDefault="00F271E6" w:rsidP="00863819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Sodelovanje na prireditvah</w:t>
            </w:r>
          </w:p>
        </w:tc>
        <w:tc>
          <w:tcPr>
            <w:tcW w:w="4180" w:type="dxa"/>
            <w:gridSpan w:val="3"/>
          </w:tcPr>
          <w:p w14:paraId="4B6B3F27" w14:textId="77777777" w:rsidR="00863819" w:rsidRPr="000A16DD" w:rsidRDefault="00863819" w:rsidP="00863819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25 t</w:t>
            </w:r>
          </w:p>
        </w:tc>
      </w:tr>
      <w:tr w:rsidR="00863819" w:rsidRPr="000A16DD" w14:paraId="1CD6C46A" w14:textId="77777777" w:rsidTr="007076F4">
        <w:trPr>
          <w:trHeight w:val="397"/>
        </w:trPr>
        <w:tc>
          <w:tcPr>
            <w:tcW w:w="8359" w:type="dxa"/>
            <w:gridSpan w:val="5"/>
            <w:shd w:val="clear" w:color="auto" w:fill="E3E4E6" w:themeFill="accent6" w:themeFillTint="33"/>
          </w:tcPr>
          <w:p w14:paraId="1DECB48A" w14:textId="77777777" w:rsidR="00863819" w:rsidRPr="000A16DD" w:rsidRDefault="00863819" w:rsidP="00863819">
            <w:pPr>
              <w:spacing w:before="60"/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Male vokalne skupine do 12 članov, ljudski pevci in/ali godci</w:t>
            </w:r>
          </w:p>
        </w:tc>
      </w:tr>
      <w:tr w:rsidR="001E24A5" w:rsidRPr="000A16DD" w14:paraId="2157421C" w14:textId="77777777" w:rsidTr="00D64ACF">
        <w:tc>
          <w:tcPr>
            <w:tcW w:w="8359" w:type="dxa"/>
            <w:gridSpan w:val="5"/>
          </w:tcPr>
          <w:p w14:paraId="7639C569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Prizna se največ 60 vaj na sezono</w:t>
            </w:r>
          </w:p>
        </w:tc>
      </w:tr>
      <w:tr w:rsidR="001E24A5" w:rsidRPr="000A16DD" w14:paraId="1D39B1D1" w14:textId="77777777" w:rsidTr="00D64ACF">
        <w:tc>
          <w:tcPr>
            <w:tcW w:w="4179" w:type="dxa"/>
            <w:gridSpan w:val="2"/>
          </w:tcPr>
          <w:p w14:paraId="2B8FF47B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Letni koncert </w:t>
            </w:r>
            <w:r w:rsidR="00F271E6"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vokalne </w:t>
            </w: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skupine</w:t>
            </w:r>
          </w:p>
        </w:tc>
        <w:tc>
          <w:tcPr>
            <w:tcW w:w="4180" w:type="dxa"/>
            <w:gridSpan w:val="3"/>
          </w:tcPr>
          <w:p w14:paraId="4CA2D106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80 t</w:t>
            </w:r>
          </w:p>
        </w:tc>
      </w:tr>
      <w:tr w:rsidR="001E24A5" w:rsidRPr="000A16DD" w14:paraId="21AC91AD" w14:textId="77777777" w:rsidTr="00D64ACF">
        <w:tc>
          <w:tcPr>
            <w:tcW w:w="4179" w:type="dxa"/>
            <w:gridSpan w:val="2"/>
          </w:tcPr>
          <w:p w14:paraId="49676236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Koncert ljudskih godcev</w:t>
            </w:r>
            <w:r w:rsidR="00F271E6"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in pevcev</w:t>
            </w:r>
          </w:p>
        </w:tc>
        <w:tc>
          <w:tcPr>
            <w:tcW w:w="4180" w:type="dxa"/>
            <w:gridSpan w:val="3"/>
          </w:tcPr>
          <w:p w14:paraId="1E2F8FCE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80 t</w:t>
            </w:r>
          </w:p>
        </w:tc>
      </w:tr>
      <w:tr w:rsidR="001E24A5" w:rsidRPr="000A16DD" w14:paraId="07D207C6" w14:textId="77777777" w:rsidTr="00D64ACF">
        <w:tc>
          <w:tcPr>
            <w:tcW w:w="4179" w:type="dxa"/>
            <w:gridSpan w:val="2"/>
          </w:tcPr>
          <w:p w14:paraId="745D6A65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Gostovanja v tujini</w:t>
            </w:r>
          </w:p>
        </w:tc>
        <w:tc>
          <w:tcPr>
            <w:tcW w:w="4180" w:type="dxa"/>
            <w:gridSpan w:val="3"/>
          </w:tcPr>
          <w:p w14:paraId="3EC788A5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50 t</w:t>
            </w:r>
          </w:p>
        </w:tc>
      </w:tr>
      <w:tr w:rsidR="001E24A5" w:rsidRPr="000A16DD" w14:paraId="7F8586F2" w14:textId="77777777" w:rsidTr="00D64ACF">
        <w:tc>
          <w:tcPr>
            <w:tcW w:w="4179" w:type="dxa"/>
            <w:gridSpan w:val="2"/>
          </w:tcPr>
          <w:p w14:paraId="1F80E4A3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Samostojni nastop</w:t>
            </w:r>
          </w:p>
        </w:tc>
        <w:tc>
          <w:tcPr>
            <w:tcW w:w="4180" w:type="dxa"/>
            <w:gridSpan w:val="3"/>
          </w:tcPr>
          <w:p w14:paraId="2ED0136A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30 t</w:t>
            </w:r>
          </w:p>
        </w:tc>
      </w:tr>
      <w:tr w:rsidR="001E24A5" w:rsidRPr="000A16DD" w14:paraId="27CA175D" w14:textId="77777777" w:rsidTr="00D64ACF">
        <w:tc>
          <w:tcPr>
            <w:tcW w:w="4179" w:type="dxa"/>
            <w:gridSpan w:val="2"/>
          </w:tcPr>
          <w:p w14:paraId="4096F005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Sodelovanje na prireditvah</w:t>
            </w:r>
          </w:p>
        </w:tc>
        <w:tc>
          <w:tcPr>
            <w:tcW w:w="4180" w:type="dxa"/>
            <w:gridSpan w:val="3"/>
          </w:tcPr>
          <w:p w14:paraId="7982BE43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15 t</w:t>
            </w:r>
          </w:p>
        </w:tc>
      </w:tr>
      <w:tr w:rsidR="001E24A5" w:rsidRPr="000A16DD" w14:paraId="03748CCE" w14:textId="77777777" w:rsidTr="007076F4">
        <w:trPr>
          <w:trHeight w:val="397"/>
        </w:trPr>
        <w:tc>
          <w:tcPr>
            <w:tcW w:w="8359" w:type="dxa"/>
            <w:gridSpan w:val="5"/>
            <w:shd w:val="clear" w:color="auto" w:fill="E3E4E6" w:themeFill="accent6" w:themeFillTint="33"/>
          </w:tcPr>
          <w:p w14:paraId="0EEF0A8D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Instrumentalne skupine nad 30 članov</w:t>
            </w:r>
          </w:p>
        </w:tc>
      </w:tr>
      <w:tr w:rsidR="001E24A5" w:rsidRPr="000A16DD" w14:paraId="2998EC2A" w14:textId="77777777" w:rsidTr="00D64ACF">
        <w:tc>
          <w:tcPr>
            <w:tcW w:w="8359" w:type="dxa"/>
            <w:gridSpan w:val="5"/>
          </w:tcPr>
          <w:p w14:paraId="294A7C8D" w14:textId="77777777" w:rsidR="001E24A5" w:rsidRPr="000A16DD" w:rsidRDefault="001E24A5" w:rsidP="001E24A5">
            <w:pPr>
              <w:spacing w:before="60"/>
              <w:rPr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Prizna se največ 90 vaj na sezono</w:t>
            </w:r>
          </w:p>
        </w:tc>
      </w:tr>
      <w:tr w:rsidR="001E24A5" w:rsidRPr="000A16DD" w14:paraId="25DA661F" w14:textId="77777777" w:rsidTr="00D64ACF">
        <w:tc>
          <w:tcPr>
            <w:tcW w:w="4179" w:type="dxa"/>
            <w:gridSpan w:val="2"/>
          </w:tcPr>
          <w:p w14:paraId="6AA8D0E9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Letni koncert skupine</w:t>
            </w:r>
          </w:p>
        </w:tc>
        <w:tc>
          <w:tcPr>
            <w:tcW w:w="4180" w:type="dxa"/>
            <w:gridSpan w:val="3"/>
          </w:tcPr>
          <w:p w14:paraId="696369B0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180 t</w:t>
            </w:r>
          </w:p>
        </w:tc>
      </w:tr>
      <w:tr w:rsidR="001E24A5" w:rsidRPr="000A16DD" w14:paraId="62B8415B" w14:textId="77777777" w:rsidTr="00D64ACF">
        <w:tc>
          <w:tcPr>
            <w:tcW w:w="4179" w:type="dxa"/>
            <w:gridSpan w:val="2"/>
          </w:tcPr>
          <w:p w14:paraId="468C7D4A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Dan Godbe</w:t>
            </w:r>
          </w:p>
        </w:tc>
        <w:tc>
          <w:tcPr>
            <w:tcW w:w="4180" w:type="dxa"/>
            <w:gridSpan w:val="3"/>
          </w:tcPr>
          <w:p w14:paraId="16AF6B68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700 t</w:t>
            </w:r>
          </w:p>
        </w:tc>
      </w:tr>
      <w:tr w:rsidR="001E24A5" w:rsidRPr="000A16DD" w14:paraId="3A7C88D1" w14:textId="77777777" w:rsidTr="00D64ACF">
        <w:tc>
          <w:tcPr>
            <w:tcW w:w="4179" w:type="dxa"/>
            <w:gridSpan w:val="2"/>
          </w:tcPr>
          <w:p w14:paraId="51B03253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Gostovanja v tujini</w:t>
            </w:r>
          </w:p>
        </w:tc>
        <w:tc>
          <w:tcPr>
            <w:tcW w:w="4180" w:type="dxa"/>
            <w:gridSpan w:val="3"/>
          </w:tcPr>
          <w:p w14:paraId="6F877410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110 t</w:t>
            </w:r>
          </w:p>
        </w:tc>
      </w:tr>
      <w:tr w:rsidR="001E24A5" w:rsidRPr="000A16DD" w14:paraId="713C7452" w14:textId="77777777" w:rsidTr="00D64ACF">
        <w:tc>
          <w:tcPr>
            <w:tcW w:w="4179" w:type="dxa"/>
            <w:gridSpan w:val="2"/>
          </w:tcPr>
          <w:p w14:paraId="56998F45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Samostojni nastop</w:t>
            </w:r>
          </w:p>
        </w:tc>
        <w:tc>
          <w:tcPr>
            <w:tcW w:w="4180" w:type="dxa"/>
            <w:gridSpan w:val="3"/>
          </w:tcPr>
          <w:p w14:paraId="5C1A1FA2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 70 t</w:t>
            </w:r>
          </w:p>
        </w:tc>
      </w:tr>
      <w:tr w:rsidR="001E24A5" w:rsidRPr="000A16DD" w14:paraId="0D4E0313" w14:textId="77777777" w:rsidTr="00D64ACF">
        <w:tc>
          <w:tcPr>
            <w:tcW w:w="4179" w:type="dxa"/>
            <w:gridSpan w:val="2"/>
          </w:tcPr>
          <w:p w14:paraId="37477243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lastRenderedPageBreak/>
              <w:t>Sodelovanja na prireditvah</w:t>
            </w:r>
          </w:p>
        </w:tc>
        <w:tc>
          <w:tcPr>
            <w:tcW w:w="4180" w:type="dxa"/>
            <w:gridSpan w:val="3"/>
          </w:tcPr>
          <w:p w14:paraId="4AF75393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 40 t</w:t>
            </w:r>
          </w:p>
        </w:tc>
      </w:tr>
      <w:tr w:rsidR="00CD3AE5" w:rsidRPr="000A16DD" w14:paraId="0776411A" w14:textId="77777777" w:rsidTr="004179A9">
        <w:trPr>
          <w:trHeight w:val="397"/>
        </w:trPr>
        <w:tc>
          <w:tcPr>
            <w:tcW w:w="8359" w:type="dxa"/>
            <w:gridSpan w:val="5"/>
            <w:shd w:val="clear" w:color="auto" w:fill="E3E4E6" w:themeFill="accent6" w:themeFillTint="33"/>
          </w:tcPr>
          <w:p w14:paraId="04D8AD1F" w14:textId="77777777" w:rsidR="00CD3AE5" w:rsidRPr="000A16DD" w:rsidRDefault="00CD3AE5" w:rsidP="00CD3AE5">
            <w:pPr>
              <w:spacing w:before="60"/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Instrumentalne skupine od 10 do  30 članov</w:t>
            </w:r>
          </w:p>
        </w:tc>
      </w:tr>
      <w:tr w:rsidR="00CD3AE5" w:rsidRPr="000A16DD" w14:paraId="0FBFEEDC" w14:textId="77777777" w:rsidTr="00D64ACF">
        <w:tc>
          <w:tcPr>
            <w:tcW w:w="8359" w:type="dxa"/>
            <w:gridSpan w:val="5"/>
          </w:tcPr>
          <w:p w14:paraId="5EAC36D2" w14:textId="77777777" w:rsidR="00CD3AE5" w:rsidRPr="000A16DD" w:rsidRDefault="00CD3AE5" w:rsidP="00CD3AE5">
            <w:pPr>
              <w:spacing w:before="60"/>
              <w:rPr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Prizna se največ 70 vaj na sezono</w:t>
            </w:r>
          </w:p>
        </w:tc>
      </w:tr>
      <w:tr w:rsidR="00CD3AE5" w:rsidRPr="000A16DD" w14:paraId="57A860CC" w14:textId="77777777" w:rsidTr="00D64ACF">
        <w:tc>
          <w:tcPr>
            <w:tcW w:w="4179" w:type="dxa"/>
            <w:gridSpan w:val="2"/>
          </w:tcPr>
          <w:p w14:paraId="513B15DC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Letni koncert skupine</w:t>
            </w:r>
          </w:p>
        </w:tc>
        <w:tc>
          <w:tcPr>
            <w:tcW w:w="4180" w:type="dxa"/>
            <w:gridSpan w:val="3"/>
          </w:tcPr>
          <w:p w14:paraId="62C26BA4" w14:textId="77777777" w:rsidR="00CD3AE5" w:rsidRPr="000A16DD" w:rsidRDefault="006C117E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r w:rsidR="00CD3AE5" w:rsidRPr="000A16DD">
              <w:rPr>
                <w:rFonts w:ascii="Calibri" w:hAnsi="Calibri" w:cs="Arial"/>
                <w:color w:val="000000"/>
                <w:sz w:val="22"/>
                <w:szCs w:val="22"/>
              </w:rPr>
              <w:t>160 t</w:t>
            </w:r>
          </w:p>
        </w:tc>
      </w:tr>
      <w:tr w:rsidR="00CD3AE5" w:rsidRPr="000A16DD" w14:paraId="097088EC" w14:textId="77777777" w:rsidTr="00D64ACF">
        <w:tc>
          <w:tcPr>
            <w:tcW w:w="4179" w:type="dxa"/>
            <w:gridSpan w:val="2"/>
          </w:tcPr>
          <w:p w14:paraId="7196535D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Gostovanja v tujini</w:t>
            </w:r>
          </w:p>
        </w:tc>
        <w:tc>
          <w:tcPr>
            <w:tcW w:w="4180" w:type="dxa"/>
            <w:gridSpan w:val="3"/>
          </w:tcPr>
          <w:p w14:paraId="2F090E26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90 t</w:t>
            </w:r>
          </w:p>
        </w:tc>
      </w:tr>
      <w:tr w:rsidR="00CD3AE5" w:rsidRPr="000A16DD" w14:paraId="3A48E8E9" w14:textId="77777777" w:rsidTr="00D64ACF">
        <w:tc>
          <w:tcPr>
            <w:tcW w:w="4179" w:type="dxa"/>
            <w:gridSpan w:val="2"/>
          </w:tcPr>
          <w:p w14:paraId="3D41734B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Samostojni nastop</w:t>
            </w:r>
          </w:p>
        </w:tc>
        <w:tc>
          <w:tcPr>
            <w:tcW w:w="4180" w:type="dxa"/>
            <w:gridSpan w:val="3"/>
          </w:tcPr>
          <w:p w14:paraId="12F0C882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70 t</w:t>
            </w:r>
          </w:p>
        </w:tc>
      </w:tr>
      <w:tr w:rsidR="00CD3AE5" w:rsidRPr="000A16DD" w14:paraId="69222E63" w14:textId="77777777" w:rsidTr="00D64ACF">
        <w:tc>
          <w:tcPr>
            <w:tcW w:w="4179" w:type="dxa"/>
            <w:gridSpan w:val="2"/>
          </w:tcPr>
          <w:p w14:paraId="1A1C09A4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Sodelovanja na prireditvah</w:t>
            </w:r>
          </w:p>
        </w:tc>
        <w:tc>
          <w:tcPr>
            <w:tcW w:w="4180" w:type="dxa"/>
            <w:gridSpan w:val="3"/>
          </w:tcPr>
          <w:p w14:paraId="40AA87A2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30 t</w:t>
            </w:r>
          </w:p>
        </w:tc>
      </w:tr>
      <w:tr w:rsidR="00CD3AE5" w:rsidRPr="000A16DD" w14:paraId="2BE06BE9" w14:textId="77777777" w:rsidTr="004179A9">
        <w:trPr>
          <w:trHeight w:val="397"/>
        </w:trPr>
        <w:tc>
          <w:tcPr>
            <w:tcW w:w="8359" w:type="dxa"/>
            <w:gridSpan w:val="5"/>
            <w:shd w:val="clear" w:color="auto" w:fill="E3E4E6" w:themeFill="accent6" w:themeFillTint="33"/>
          </w:tcPr>
          <w:p w14:paraId="5F5A7251" w14:textId="77777777" w:rsidR="00CD3AE5" w:rsidRPr="000A16DD" w:rsidRDefault="00CD3AE5" w:rsidP="00A80AB3">
            <w:pPr>
              <w:spacing w:before="60"/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 xml:space="preserve">Instrumentalne skupine </w:t>
            </w:r>
            <w:r w:rsidR="00A80AB3" w:rsidRPr="000A16D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do</w:t>
            </w:r>
            <w:r w:rsidRPr="000A16D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 xml:space="preserve"> 10 članov</w:t>
            </w:r>
          </w:p>
        </w:tc>
      </w:tr>
      <w:tr w:rsidR="00CD3AE5" w:rsidRPr="000A16DD" w14:paraId="0A0C7A7D" w14:textId="77777777" w:rsidTr="00D64ACF">
        <w:tc>
          <w:tcPr>
            <w:tcW w:w="8359" w:type="dxa"/>
            <w:gridSpan w:val="5"/>
          </w:tcPr>
          <w:p w14:paraId="5B98A55B" w14:textId="77777777" w:rsidR="00CD3AE5" w:rsidRPr="000A16DD" w:rsidRDefault="00CD3AE5" w:rsidP="00F271E6">
            <w:pPr>
              <w:spacing w:before="60"/>
              <w:rPr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Prizna se </w:t>
            </w:r>
            <w:r w:rsidR="002245E5" w:rsidRPr="000A16DD"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vaj na sezono</w:t>
            </w:r>
          </w:p>
        </w:tc>
      </w:tr>
      <w:tr w:rsidR="00CD3AE5" w:rsidRPr="000A16DD" w14:paraId="44EDB328" w14:textId="77777777" w:rsidTr="00D64ACF">
        <w:tc>
          <w:tcPr>
            <w:tcW w:w="4179" w:type="dxa"/>
            <w:gridSpan w:val="2"/>
          </w:tcPr>
          <w:p w14:paraId="1BC3CC81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Letni koncert skupine</w:t>
            </w:r>
          </w:p>
        </w:tc>
        <w:tc>
          <w:tcPr>
            <w:tcW w:w="4180" w:type="dxa"/>
            <w:gridSpan w:val="3"/>
          </w:tcPr>
          <w:p w14:paraId="41892217" w14:textId="77777777" w:rsidR="00CD3AE5" w:rsidRPr="000A16DD" w:rsidRDefault="002245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80</w:t>
            </w:r>
            <w:r w:rsidR="00CD3AE5"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t</w:t>
            </w:r>
          </w:p>
        </w:tc>
      </w:tr>
      <w:tr w:rsidR="00CD3AE5" w:rsidRPr="000A16DD" w14:paraId="6670BDCE" w14:textId="77777777" w:rsidTr="00D64ACF">
        <w:tc>
          <w:tcPr>
            <w:tcW w:w="4179" w:type="dxa"/>
            <w:gridSpan w:val="2"/>
          </w:tcPr>
          <w:p w14:paraId="6DFEE776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Gostovanja v tujini</w:t>
            </w:r>
          </w:p>
        </w:tc>
        <w:tc>
          <w:tcPr>
            <w:tcW w:w="4180" w:type="dxa"/>
            <w:gridSpan w:val="3"/>
          </w:tcPr>
          <w:p w14:paraId="67028337" w14:textId="77777777" w:rsidR="00CD3AE5" w:rsidRPr="000A16DD" w:rsidRDefault="00CD3AE5" w:rsidP="002245E5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</w:t>
            </w:r>
            <w:r w:rsidR="002245E5" w:rsidRPr="000A16DD">
              <w:rPr>
                <w:rFonts w:ascii="Calibri" w:hAnsi="Calibri" w:cs="Arial"/>
                <w:color w:val="000000"/>
                <w:sz w:val="22"/>
                <w:szCs w:val="22"/>
              </w:rPr>
              <w:t>8</w:t>
            </w: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0 t</w:t>
            </w:r>
          </w:p>
        </w:tc>
      </w:tr>
      <w:tr w:rsidR="00CD3AE5" w:rsidRPr="000A16DD" w14:paraId="61A95E41" w14:textId="77777777" w:rsidTr="00D64ACF">
        <w:tc>
          <w:tcPr>
            <w:tcW w:w="4179" w:type="dxa"/>
            <w:gridSpan w:val="2"/>
          </w:tcPr>
          <w:p w14:paraId="0E2E6619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Samostojni nastop</w:t>
            </w:r>
          </w:p>
        </w:tc>
        <w:tc>
          <w:tcPr>
            <w:tcW w:w="4180" w:type="dxa"/>
            <w:gridSpan w:val="3"/>
          </w:tcPr>
          <w:p w14:paraId="250F93E4" w14:textId="77777777" w:rsidR="00CD3AE5" w:rsidRPr="000A16DD" w:rsidRDefault="00CD3AE5" w:rsidP="002245E5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</w:t>
            </w:r>
            <w:r w:rsidR="002245E5" w:rsidRPr="000A16DD">
              <w:rPr>
                <w:rFonts w:ascii="Calibri" w:hAnsi="Calibri" w:cs="Arial"/>
                <w:color w:val="000000"/>
                <w:sz w:val="22"/>
                <w:szCs w:val="22"/>
              </w:rPr>
              <w:t>5</w:t>
            </w: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0 t</w:t>
            </w:r>
          </w:p>
        </w:tc>
      </w:tr>
      <w:tr w:rsidR="00CD3AE5" w:rsidRPr="000A16DD" w14:paraId="0E2ED9A6" w14:textId="77777777" w:rsidTr="00D64ACF">
        <w:tc>
          <w:tcPr>
            <w:tcW w:w="4179" w:type="dxa"/>
            <w:gridSpan w:val="2"/>
          </w:tcPr>
          <w:p w14:paraId="3991C7F1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Sodelovanja na prireditvah</w:t>
            </w:r>
          </w:p>
        </w:tc>
        <w:tc>
          <w:tcPr>
            <w:tcW w:w="4180" w:type="dxa"/>
            <w:gridSpan w:val="3"/>
          </w:tcPr>
          <w:p w14:paraId="28B04AB5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30 t</w:t>
            </w:r>
          </w:p>
        </w:tc>
      </w:tr>
      <w:tr w:rsidR="002245E5" w:rsidRPr="000A16DD" w14:paraId="012E204D" w14:textId="77777777" w:rsidTr="00D64ACF">
        <w:tc>
          <w:tcPr>
            <w:tcW w:w="4179" w:type="dxa"/>
            <w:gridSpan w:val="2"/>
          </w:tcPr>
          <w:p w14:paraId="36606B41" w14:textId="77777777" w:rsidR="002245E5" w:rsidRPr="000A16DD" w:rsidRDefault="002245E5" w:rsidP="002245E5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Sodelovanja na prireditvah</w:t>
            </w:r>
          </w:p>
        </w:tc>
        <w:tc>
          <w:tcPr>
            <w:tcW w:w="4180" w:type="dxa"/>
            <w:gridSpan w:val="3"/>
          </w:tcPr>
          <w:p w14:paraId="2BFF6E10" w14:textId="77777777" w:rsidR="002245E5" w:rsidRPr="000A16DD" w:rsidRDefault="002245E5" w:rsidP="002245E5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15 t</w:t>
            </w:r>
          </w:p>
        </w:tc>
      </w:tr>
      <w:tr w:rsidR="006C117E" w:rsidRPr="000A16DD" w14:paraId="66EE1528" w14:textId="77777777" w:rsidTr="004179A9">
        <w:trPr>
          <w:trHeight w:val="397"/>
        </w:trPr>
        <w:tc>
          <w:tcPr>
            <w:tcW w:w="8359" w:type="dxa"/>
            <w:gridSpan w:val="5"/>
            <w:shd w:val="clear" w:color="auto" w:fill="E3E4E6" w:themeFill="accent6" w:themeFillTint="33"/>
          </w:tcPr>
          <w:p w14:paraId="6199DE32" w14:textId="77777777" w:rsidR="006C117E" w:rsidRPr="000A16DD" w:rsidRDefault="006C117E" w:rsidP="00D64ACF">
            <w:pPr>
              <w:spacing w:before="60"/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Gledališke in lutkovne skupine</w:t>
            </w:r>
          </w:p>
        </w:tc>
      </w:tr>
      <w:tr w:rsidR="006C117E" w:rsidRPr="000A16DD" w14:paraId="7FAC5515" w14:textId="77777777" w:rsidTr="00D64ACF">
        <w:tc>
          <w:tcPr>
            <w:tcW w:w="8359" w:type="dxa"/>
            <w:gridSpan w:val="5"/>
          </w:tcPr>
          <w:p w14:paraId="56AE8189" w14:textId="77777777" w:rsidR="006C117E" w:rsidRPr="000A16DD" w:rsidRDefault="006C117E" w:rsidP="006C117E">
            <w:pPr>
              <w:spacing w:before="60"/>
              <w:rPr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Prizna se največ 60 vaj na sezono (ena vaja traja 3-4 šolske ure)</w:t>
            </w:r>
          </w:p>
        </w:tc>
      </w:tr>
      <w:tr w:rsidR="006C117E" w:rsidRPr="000A16DD" w14:paraId="2D7C1138" w14:textId="77777777" w:rsidTr="00D64ACF">
        <w:tc>
          <w:tcPr>
            <w:tcW w:w="4179" w:type="dxa"/>
            <w:gridSpan w:val="2"/>
          </w:tcPr>
          <w:p w14:paraId="1149118D" w14:textId="77777777" w:rsidR="006C117E" w:rsidRPr="000A16DD" w:rsidRDefault="00E25500" w:rsidP="00E25500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Premiera celovečerne</w:t>
            </w:r>
            <w:r w:rsidR="00DD5204"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predstave</w:t>
            </w:r>
          </w:p>
        </w:tc>
        <w:tc>
          <w:tcPr>
            <w:tcW w:w="4180" w:type="dxa"/>
            <w:gridSpan w:val="3"/>
          </w:tcPr>
          <w:p w14:paraId="3B32F8B5" w14:textId="77777777" w:rsidR="006C117E" w:rsidRPr="000A16DD" w:rsidRDefault="006C117E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180 t</w:t>
            </w:r>
          </w:p>
        </w:tc>
      </w:tr>
      <w:tr w:rsidR="006C117E" w:rsidRPr="000A16DD" w14:paraId="3722C28E" w14:textId="77777777" w:rsidTr="00D64ACF">
        <w:tc>
          <w:tcPr>
            <w:tcW w:w="4179" w:type="dxa"/>
            <w:gridSpan w:val="2"/>
          </w:tcPr>
          <w:p w14:paraId="0BAD668A" w14:textId="77777777" w:rsidR="006C117E" w:rsidRPr="000A16DD" w:rsidRDefault="006C117E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Repriza celovečerne predstave</w:t>
            </w:r>
          </w:p>
        </w:tc>
        <w:tc>
          <w:tcPr>
            <w:tcW w:w="4180" w:type="dxa"/>
            <w:gridSpan w:val="3"/>
          </w:tcPr>
          <w:p w14:paraId="164383C4" w14:textId="77777777" w:rsidR="006C117E" w:rsidRPr="000A16DD" w:rsidRDefault="006C117E" w:rsidP="006C117E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50 t</w:t>
            </w:r>
          </w:p>
        </w:tc>
      </w:tr>
      <w:tr w:rsidR="006C117E" w:rsidRPr="000A16DD" w14:paraId="47CC7F51" w14:textId="77777777" w:rsidTr="00D64ACF">
        <w:tc>
          <w:tcPr>
            <w:tcW w:w="4179" w:type="dxa"/>
            <w:gridSpan w:val="2"/>
          </w:tcPr>
          <w:p w14:paraId="4B8E9EF2" w14:textId="77777777" w:rsidR="006C117E" w:rsidRPr="000A16DD" w:rsidRDefault="006C117E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Krajša predstava do 1 ure</w:t>
            </w:r>
          </w:p>
        </w:tc>
        <w:tc>
          <w:tcPr>
            <w:tcW w:w="4180" w:type="dxa"/>
            <w:gridSpan w:val="3"/>
          </w:tcPr>
          <w:p w14:paraId="39749031" w14:textId="77777777" w:rsidR="006C117E" w:rsidRPr="000A16DD" w:rsidRDefault="006C117E" w:rsidP="006C117E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60 t</w:t>
            </w:r>
          </w:p>
        </w:tc>
      </w:tr>
      <w:tr w:rsidR="006C117E" w:rsidRPr="000A16DD" w14:paraId="26622D85" w14:textId="77777777" w:rsidTr="00D64ACF">
        <w:tc>
          <w:tcPr>
            <w:tcW w:w="4179" w:type="dxa"/>
            <w:gridSpan w:val="2"/>
          </w:tcPr>
          <w:p w14:paraId="0B3D2643" w14:textId="77777777" w:rsidR="006C117E" w:rsidRPr="000A16DD" w:rsidRDefault="006C117E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Krajša predstavitev - skeč</w:t>
            </w:r>
          </w:p>
        </w:tc>
        <w:tc>
          <w:tcPr>
            <w:tcW w:w="4180" w:type="dxa"/>
            <w:gridSpan w:val="3"/>
          </w:tcPr>
          <w:p w14:paraId="43F19807" w14:textId="77777777" w:rsidR="006C117E" w:rsidRPr="000A16DD" w:rsidRDefault="006C117E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30 t</w:t>
            </w:r>
          </w:p>
        </w:tc>
      </w:tr>
      <w:tr w:rsidR="006C117E" w:rsidRPr="000A16DD" w14:paraId="7AD1AC78" w14:textId="77777777" w:rsidTr="00D64ACF">
        <w:tc>
          <w:tcPr>
            <w:tcW w:w="4179" w:type="dxa"/>
            <w:gridSpan w:val="2"/>
          </w:tcPr>
          <w:p w14:paraId="1F790D27" w14:textId="77777777" w:rsidR="006C117E" w:rsidRPr="000A16DD" w:rsidRDefault="006C117E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Gostovanja</w:t>
            </w:r>
          </w:p>
        </w:tc>
        <w:tc>
          <w:tcPr>
            <w:tcW w:w="4180" w:type="dxa"/>
            <w:gridSpan w:val="3"/>
          </w:tcPr>
          <w:p w14:paraId="01FA4FBD" w14:textId="77777777" w:rsidR="006C117E" w:rsidRPr="000A16DD" w:rsidRDefault="006C117E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120 t</w:t>
            </w:r>
          </w:p>
        </w:tc>
      </w:tr>
      <w:tr w:rsidR="006C117E" w:rsidRPr="000A16DD" w14:paraId="26D3B751" w14:textId="77777777" w:rsidTr="00D64ACF">
        <w:tc>
          <w:tcPr>
            <w:tcW w:w="4179" w:type="dxa"/>
            <w:gridSpan w:val="2"/>
          </w:tcPr>
          <w:p w14:paraId="58D27B3E" w14:textId="77777777" w:rsidR="006C117E" w:rsidRPr="000A16DD" w:rsidRDefault="006C117E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Predstava na prostem</w:t>
            </w:r>
          </w:p>
        </w:tc>
        <w:tc>
          <w:tcPr>
            <w:tcW w:w="4180" w:type="dxa"/>
            <w:gridSpan w:val="3"/>
          </w:tcPr>
          <w:p w14:paraId="1DCEEFD6" w14:textId="77777777" w:rsidR="006C117E" w:rsidRPr="000A16DD" w:rsidRDefault="006C117E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400 t</w:t>
            </w:r>
          </w:p>
        </w:tc>
      </w:tr>
      <w:tr w:rsidR="00673372" w:rsidRPr="000A16DD" w14:paraId="77461177" w14:textId="77777777" w:rsidTr="004179A9">
        <w:trPr>
          <w:trHeight w:val="397"/>
        </w:trPr>
        <w:tc>
          <w:tcPr>
            <w:tcW w:w="8359" w:type="dxa"/>
            <w:gridSpan w:val="5"/>
            <w:shd w:val="clear" w:color="auto" w:fill="E3E4E6" w:themeFill="accent6" w:themeFillTint="33"/>
          </w:tcPr>
          <w:p w14:paraId="232C5859" w14:textId="77777777" w:rsidR="00673372" w:rsidRPr="000A16DD" w:rsidRDefault="00673372" w:rsidP="00D64ACF">
            <w:pPr>
              <w:spacing w:before="60"/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Literarne, izobraževalne skupine</w:t>
            </w:r>
          </w:p>
        </w:tc>
      </w:tr>
      <w:tr w:rsidR="00673372" w:rsidRPr="000A16DD" w14:paraId="170F3EA1" w14:textId="77777777" w:rsidTr="00D64ACF">
        <w:tc>
          <w:tcPr>
            <w:tcW w:w="8359" w:type="dxa"/>
            <w:gridSpan w:val="5"/>
          </w:tcPr>
          <w:p w14:paraId="5618F8D7" w14:textId="77777777" w:rsidR="00673372" w:rsidRPr="000A16DD" w:rsidRDefault="00673372" w:rsidP="00D64ACF">
            <w:pPr>
              <w:spacing w:before="60"/>
              <w:rPr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Za srečanje oz. dogodek (potopisni večer, literarni večer, večer poezije</w:t>
            </w:r>
            <w:r w:rsidR="00F271E6"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»beremo skupaj«…</w:t>
            </w: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) se prizna največ 30 vaj na sezono (ena vaja traja 3-4 šolske ure).</w:t>
            </w:r>
          </w:p>
        </w:tc>
      </w:tr>
      <w:tr w:rsidR="00673372" w:rsidRPr="000A16DD" w14:paraId="1AFA954B" w14:textId="77777777" w:rsidTr="00D64ACF">
        <w:tc>
          <w:tcPr>
            <w:tcW w:w="4179" w:type="dxa"/>
            <w:gridSpan w:val="2"/>
          </w:tcPr>
          <w:p w14:paraId="3EE256E4" w14:textId="77777777" w:rsidR="00673372" w:rsidRPr="000A16DD" w:rsidRDefault="00673372" w:rsidP="006C2607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Premiera celovečerne</w:t>
            </w:r>
            <w:r w:rsidR="006C2607" w:rsidRPr="000A16DD">
              <w:rPr>
                <w:rFonts w:ascii="Calibri" w:hAnsi="Calibri" w:cs="Arial"/>
                <w:color w:val="000000"/>
                <w:sz w:val="22"/>
                <w:szCs w:val="22"/>
              </w:rPr>
              <w:t>ga dogodka</w:t>
            </w:r>
          </w:p>
        </w:tc>
        <w:tc>
          <w:tcPr>
            <w:tcW w:w="4180" w:type="dxa"/>
            <w:gridSpan w:val="3"/>
          </w:tcPr>
          <w:p w14:paraId="0C2C4FB5" w14:textId="77777777" w:rsidR="00673372" w:rsidRPr="000A16DD" w:rsidRDefault="00673372" w:rsidP="00673372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30 t</w:t>
            </w:r>
          </w:p>
        </w:tc>
      </w:tr>
      <w:tr w:rsidR="00673372" w:rsidRPr="000A16DD" w14:paraId="137BEB83" w14:textId="77777777" w:rsidTr="00D64ACF">
        <w:tc>
          <w:tcPr>
            <w:tcW w:w="4179" w:type="dxa"/>
            <w:gridSpan w:val="2"/>
          </w:tcPr>
          <w:p w14:paraId="1A3E1D1D" w14:textId="77777777" w:rsidR="00673372" w:rsidRPr="000A16DD" w:rsidRDefault="00673372" w:rsidP="00F271E6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Repriza celovečerne</w:t>
            </w:r>
            <w:r w:rsidR="00F271E6" w:rsidRPr="000A16DD">
              <w:rPr>
                <w:rFonts w:ascii="Calibri" w:hAnsi="Calibri" w:cs="Arial"/>
                <w:color w:val="000000"/>
                <w:sz w:val="22"/>
                <w:szCs w:val="22"/>
              </w:rPr>
              <w:t>ga dogodka</w:t>
            </w:r>
          </w:p>
        </w:tc>
        <w:tc>
          <w:tcPr>
            <w:tcW w:w="4180" w:type="dxa"/>
            <w:gridSpan w:val="3"/>
          </w:tcPr>
          <w:p w14:paraId="5BEFA438" w14:textId="77777777" w:rsidR="00673372" w:rsidRPr="000A16DD" w:rsidRDefault="00673372" w:rsidP="00673372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20 t</w:t>
            </w:r>
          </w:p>
        </w:tc>
      </w:tr>
      <w:tr w:rsidR="00673372" w:rsidRPr="000A16DD" w14:paraId="3F4BF30E" w14:textId="77777777" w:rsidTr="00D64ACF">
        <w:tc>
          <w:tcPr>
            <w:tcW w:w="4179" w:type="dxa"/>
            <w:gridSpan w:val="2"/>
          </w:tcPr>
          <w:p w14:paraId="1406BB09" w14:textId="77777777" w:rsidR="00673372" w:rsidRPr="000A16DD" w:rsidRDefault="00673372" w:rsidP="00673372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Krajša predstavitev – recital, razstava</w:t>
            </w:r>
          </w:p>
        </w:tc>
        <w:tc>
          <w:tcPr>
            <w:tcW w:w="4180" w:type="dxa"/>
            <w:gridSpan w:val="3"/>
          </w:tcPr>
          <w:p w14:paraId="614215D2" w14:textId="77777777" w:rsidR="00673372" w:rsidRPr="000A16DD" w:rsidRDefault="00673372" w:rsidP="00673372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15 t</w:t>
            </w:r>
          </w:p>
        </w:tc>
      </w:tr>
      <w:tr w:rsidR="00673372" w:rsidRPr="000A16DD" w14:paraId="5581730A" w14:textId="77777777" w:rsidTr="00D64ACF">
        <w:tc>
          <w:tcPr>
            <w:tcW w:w="4179" w:type="dxa"/>
            <w:gridSpan w:val="2"/>
          </w:tcPr>
          <w:p w14:paraId="5FB82ACA" w14:textId="77777777" w:rsidR="00673372" w:rsidRPr="000A16DD" w:rsidRDefault="00673372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Sodelovanje</w:t>
            </w:r>
          </w:p>
        </w:tc>
        <w:tc>
          <w:tcPr>
            <w:tcW w:w="4180" w:type="dxa"/>
            <w:gridSpan w:val="3"/>
          </w:tcPr>
          <w:p w14:paraId="374E64E5" w14:textId="77777777" w:rsidR="00673372" w:rsidRPr="000A16DD" w:rsidRDefault="00673372" w:rsidP="00673372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10 t</w:t>
            </w:r>
          </w:p>
        </w:tc>
      </w:tr>
      <w:tr w:rsidR="00673372" w:rsidRPr="000A16DD" w14:paraId="164003A7" w14:textId="77777777" w:rsidTr="004179A9">
        <w:trPr>
          <w:trHeight w:val="397"/>
        </w:trPr>
        <w:tc>
          <w:tcPr>
            <w:tcW w:w="8359" w:type="dxa"/>
            <w:gridSpan w:val="5"/>
            <w:shd w:val="clear" w:color="auto" w:fill="E3E4E6" w:themeFill="accent6" w:themeFillTint="33"/>
          </w:tcPr>
          <w:p w14:paraId="62273C45" w14:textId="77777777" w:rsidR="00673372" w:rsidRPr="000A16DD" w:rsidRDefault="00673372" w:rsidP="00D64ACF">
            <w:pPr>
              <w:spacing w:before="60"/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Likovne, foto, filmske in video produkcijske skupine</w:t>
            </w:r>
          </w:p>
        </w:tc>
      </w:tr>
      <w:tr w:rsidR="00673372" w:rsidRPr="000A16DD" w14:paraId="09A2A132" w14:textId="77777777" w:rsidTr="00D64ACF">
        <w:tc>
          <w:tcPr>
            <w:tcW w:w="8359" w:type="dxa"/>
            <w:gridSpan w:val="5"/>
          </w:tcPr>
          <w:p w14:paraId="30D8D651" w14:textId="77777777" w:rsidR="00673372" w:rsidRPr="000A16DD" w:rsidRDefault="00673372" w:rsidP="00673372">
            <w:pPr>
              <w:spacing w:before="60"/>
              <w:rPr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Za srečanje se prizna največ 30 vaj na sezono </w:t>
            </w:r>
          </w:p>
        </w:tc>
      </w:tr>
      <w:tr w:rsidR="00673372" w:rsidRPr="000A16DD" w14:paraId="35F6FD5E" w14:textId="77777777" w:rsidTr="00D64ACF">
        <w:tc>
          <w:tcPr>
            <w:tcW w:w="4179" w:type="dxa"/>
            <w:gridSpan w:val="2"/>
          </w:tcPr>
          <w:p w14:paraId="3F0E9E61" w14:textId="77777777" w:rsidR="00673372" w:rsidRPr="000A16DD" w:rsidRDefault="00673372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Organizacija likovne, fotografske, kiparske razstave</w:t>
            </w:r>
          </w:p>
        </w:tc>
        <w:tc>
          <w:tcPr>
            <w:tcW w:w="4180" w:type="dxa"/>
            <w:gridSpan w:val="3"/>
          </w:tcPr>
          <w:p w14:paraId="2EDED751" w14:textId="77777777" w:rsidR="00673372" w:rsidRPr="000A16DD" w:rsidRDefault="00673372" w:rsidP="00673372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180 t</w:t>
            </w:r>
          </w:p>
        </w:tc>
      </w:tr>
      <w:tr w:rsidR="00673372" w:rsidRPr="000A16DD" w14:paraId="7EFD5C22" w14:textId="77777777" w:rsidTr="00D64ACF">
        <w:tc>
          <w:tcPr>
            <w:tcW w:w="4179" w:type="dxa"/>
            <w:gridSpan w:val="2"/>
          </w:tcPr>
          <w:p w14:paraId="5F62C8CD" w14:textId="77777777" w:rsidR="00673372" w:rsidRPr="000A16DD" w:rsidRDefault="00673372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Extempore</w:t>
            </w:r>
            <w:proofErr w:type="spellEnd"/>
          </w:p>
        </w:tc>
        <w:tc>
          <w:tcPr>
            <w:tcW w:w="4180" w:type="dxa"/>
            <w:gridSpan w:val="3"/>
          </w:tcPr>
          <w:p w14:paraId="6BBE4F84" w14:textId="77777777" w:rsidR="00673372" w:rsidRPr="000A16DD" w:rsidRDefault="00673372" w:rsidP="00673372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400 t</w:t>
            </w:r>
          </w:p>
        </w:tc>
      </w:tr>
      <w:tr w:rsidR="00673372" w:rsidRPr="000A16DD" w14:paraId="542F7932" w14:textId="77777777" w:rsidTr="00D64ACF">
        <w:tc>
          <w:tcPr>
            <w:tcW w:w="4179" w:type="dxa"/>
            <w:gridSpan w:val="2"/>
          </w:tcPr>
          <w:p w14:paraId="58C474D1" w14:textId="77777777" w:rsidR="00673372" w:rsidRPr="000A16DD" w:rsidRDefault="00673372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Gostovanja</w:t>
            </w:r>
          </w:p>
        </w:tc>
        <w:tc>
          <w:tcPr>
            <w:tcW w:w="4180" w:type="dxa"/>
            <w:gridSpan w:val="3"/>
          </w:tcPr>
          <w:p w14:paraId="03C2687F" w14:textId="77777777" w:rsidR="00673372" w:rsidRPr="000A16DD" w:rsidRDefault="00673372" w:rsidP="00673372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50 t</w:t>
            </w:r>
          </w:p>
        </w:tc>
      </w:tr>
      <w:tr w:rsidR="00673372" w:rsidRPr="000A16DD" w14:paraId="25E4E97C" w14:textId="77777777" w:rsidTr="00D64ACF">
        <w:tc>
          <w:tcPr>
            <w:tcW w:w="4179" w:type="dxa"/>
            <w:gridSpan w:val="2"/>
          </w:tcPr>
          <w:p w14:paraId="3C4961AF" w14:textId="77777777" w:rsidR="00673372" w:rsidRPr="000A16DD" w:rsidRDefault="00673372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Krajša predstavitev  - avdio/video/</w:t>
            </w:r>
            <w:proofErr w:type="spellStart"/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www</w:t>
            </w:r>
            <w:proofErr w:type="spellEnd"/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inštalacija do 15 min</w:t>
            </w:r>
          </w:p>
        </w:tc>
        <w:tc>
          <w:tcPr>
            <w:tcW w:w="4180" w:type="dxa"/>
            <w:gridSpan w:val="3"/>
          </w:tcPr>
          <w:p w14:paraId="66354D57" w14:textId="77777777" w:rsidR="00673372" w:rsidRPr="000A16DD" w:rsidRDefault="00673372" w:rsidP="00673372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70 t</w:t>
            </w:r>
          </w:p>
        </w:tc>
      </w:tr>
    </w:tbl>
    <w:p w14:paraId="59DDFC95" w14:textId="77777777" w:rsidR="0096671A" w:rsidRPr="000A16DD" w:rsidRDefault="0096671A" w:rsidP="0096671A">
      <w:pPr>
        <w:spacing w:before="60" w:after="0" w:line="240" w:lineRule="auto"/>
        <w:rPr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3828"/>
      </w:tblGrid>
      <w:tr w:rsidR="00672F35" w:rsidRPr="000A16DD" w14:paraId="27B31D1C" w14:textId="77777777" w:rsidTr="004179A9">
        <w:trPr>
          <w:trHeight w:val="397"/>
        </w:trPr>
        <w:tc>
          <w:tcPr>
            <w:tcW w:w="8359" w:type="dxa"/>
            <w:gridSpan w:val="2"/>
            <w:shd w:val="clear" w:color="auto" w:fill="E3E4E6" w:themeFill="accent6" w:themeFillTint="33"/>
          </w:tcPr>
          <w:p w14:paraId="342FC55C" w14:textId="77777777" w:rsidR="00672F35" w:rsidRPr="000A16DD" w:rsidRDefault="00763BE4" w:rsidP="00D64ACF">
            <w:pPr>
              <w:spacing w:before="60"/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Folklorne, plesne skupine</w:t>
            </w:r>
          </w:p>
        </w:tc>
      </w:tr>
      <w:tr w:rsidR="00672F35" w:rsidRPr="000A16DD" w14:paraId="011D3C45" w14:textId="77777777" w:rsidTr="00D64ACF">
        <w:tc>
          <w:tcPr>
            <w:tcW w:w="8359" w:type="dxa"/>
            <w:gridSpan w:val="2"/>
          </w:tcPr>
          <w:p w14:paraId="1D7087FA" w14:textId="77777777" w:rsidR="00672F35" w:rsidRPr="000A16DD" w:rsidRDefault="00763BE4" w:rsidP="00763BE4">
            <w:pPr>
              <w:spacing w:before="60"/>
              <w:rPr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Za folklorno skupino se prizna največ 60 vaj na sezono, za plesno skupino se prizna največ 40 vaj na sezono.</w:t>
            </w:r>
          </w:p>
        </w:tc>
      </w:tr>
      <w:tr w:rsidR="00672F35" w:rsidRPr="000A16DD" w14:paraId="5DBFD468" w14:textId="77777777" w:rsidTr="00F1551B">
        <w:tc>
          <w:tcPr>
            <w:tcW w:w="4531" w:type="dxa"/>
          </w:tcPr>
          <w:p w14:paraId="599DCA41" w14:textId="77777777" w:rsidR="00672F35" w:rsidRPr="000A16DD" w:rsidRDefault="00763BE4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Premiera celovečerne predstave</w:t>
            </w:r>
          </w:p>
        </w:tc>
        <w:tc>
          <w:tcPr>
            <w:tcW w:w="3828" w:type="dxa"/>
          </w:tcPr>
          <w:p w14:paraId="1564F962" w14:textId="77777777" w:rsidR="00672F35" w:rsidRPr="000A16DD" w:rsidRDefault="00672F35" w:rsidP="00763BE4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r w:rsidR="00763BE4"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120 </w:t>
            </w: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t</w:t>
            </w:r>
          </w:p>
        </w:tc>
      </w:tr>
      <w:tr w:rsidR="00672F35" w:rsidRPr="000A16DD" w14:paraId="729CBA0D" w14:textId="77777777" w:rsidTr="00F1551B">
        <w:tc>
          <w:tcPr>
            <w:tcW w:w="4531" w:type="dxa"/>
          </w:tcPr>
          <w:p w14:paraId="23446F47" w14:textId="77777777" w:rsidR="00672F35" w:rsidRPr="000A16DD" w:rsidRDefault="00763BE4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Repriza celovečerne predstave</w:t>
            </w:r>
          </w:p>
        </w:tc>
        <w:tc>
          <w:tcPr>
            <w:tcW w:w="3828" w:type="dxa"/>
          </w:tcPr>
          <w:p w14:paraId="136DB3F0" w14:textId="77777777" w:rsidR="00672F35" w:rsidRPr="000A16DD" w:rsidRDefault="00672F35" w:rsidP="00763BE4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r w:rsidR="00763BE4"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50</w:t>
            </w: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t</w:t>
            </w:r>
          </w:p>
        </w:tc>
      </w:tr>
      <w:tr w:rsidR="00672F35" w:rsidRPr="000A16DD" w14:paraId="56905A5F" w14:textId="77777777" w:rsidTr="00F1551B">
        <w:tc>
          <w:tcPr>
            <w:tcW w:w="4531" w:type="dxa"/>
          </w:tcPr>
          <w:p w14:paraId="019A89F3" w14:textId="77777777" w:rsidR="00672F35" w:rsidRPr="000A16DD" w:rsidRDefault="00672F35" w:rsidP="00F1551B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Krajša predstavitev  - </w:t>
            </w:r>
            <w:r w:rsidR="00F1551B" w:rsidRPr="000A16DD">
              <w:rPr>
                <w:rFonts w:ascii="Calibri" w:hAnsi="Calibri" w:cs="Arial"/>
                <w:color w:val="000000"/>
                <w:sz w:val="22"/>
                <w:szCs w:val="22"/>
              </w:rPr>
              <w:t>venček plesov do 15 min</w:t>
            </w:r>
          </w:p>
        </w:tc>
        <w:tc>
          <w:tcPr>
            <w:tcW w:w="3828" w:type="dxa"/>
          </w:tcPr>
          <w:p w14:paraId="20AAE142" w14:textId="77777777" w:rsidR="00672F35" w:rsidRPr="000A16DD" w:rsidRDefault="00672F35" w:rsidP="00A13BF9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</w:t>
            </w:r>
            <w:r w:rsidR="00A13BF9" w:rsidRPr="000A16DD">
              <w:rPr>
                <w:rFonts w:ascii="Calibri" w:hAnsi="Calibri" w:cs="Arial"/>
                <w:color w:val="000000"/>
                <w:sz w:val="22"/>
                <w:szCs w:val="22"/>
              </w:rPr>
              <w:t>4</w:t>
            </w: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0 t</w:t>
            </w:r>
          </w:p>
        </w:tc>
      </w:tr>
      <w:tr w:rsidR="00243AF1" w:rsidRPr="000A16DD" w14:paraId="785C3009" w14:textId="77777777" w:rsidTr="00F1551B">
        <w:tc>
          <w:tcPr>
            <w:tcW w:w="4531" w:type="dxa"/>
          </w:tcPr>
          <w:p w14:paraId="7AE7D918" w14:textId="77777777" w:rsidR="00243AF1" w:rsidRPr="000A16DD" w:rsidRDefault="00243AF1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Krajša predstavitev – 1 ples</w:t>
            </w:r>
          </w:p>
        </w:tc>
        <w:tc>
          <w:tcPr>
            <w:tcW w:w="3828" w:type="dxa"/>
          </w:tcPr>
          <w:p w14:paraId="2B806980" w14:textId="77777777" w:rsidR="00243AF1" w:rsidRPr="000A16DD" w:rsidRDefault="00243AF1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</w:t>
            </w:r>
            <w:r w:rsidR="00A13BF9"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20 t</w:t>
            </w:r>
          </w:p>
        </w:tc>
      </w:tr>
      <w:tr w:rsidR="00243AF1" w:rsidRPr="000A16DD" w14:paraId="1CDC1D58" w14:textId="77777777" w:rsidTr="00F1551B">
        <w:tc>
          <w:tcPr>
            <w:tcW w:w="4531" w:type="dxa"/>
          </w:tcPr>
          <w:p w14:paraId="03ABAFA0" w14:textId="77777777" w:rsidR="00243AF1" w:rsidRPr="000A16DD" w:rsidRDefault="00243AF1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Gostovanja folklorne skupine</w:t>
            </w:r>
          </w:p>
        </w:tc>
        <w:tc>
          <w:tcPr>
            <w:tcW w:w="3828" w:type="dxa"/>
          </w:tcPr>
          <w:p w14:paraId="6C7D4565" w14:textId="77777777" w:rsidR="00243AF1" w:rsidRPr="000A16DD" w:rsidRDefault="00243AF1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r w:rsidR="00A13BF9"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70 t</w:t>
            </w:r>
          </w:p>
        </w:tc>
      </w:tr>
      <w:tr w:rsidR="00243AF1" w:rsidRPr="000A16DD" w14:paraId="6C96ADD2" w14:textId="77777777" w:rsidTr="00F1551B">
        <w:tc>
          <w:tcPr>
            <w:tcW w:w="4531" w:type="dxa"/>
          </w:tcPr>
          <w:p w14:paraId="435E70F1" w14:textId="77777777" w:rsidR="00243AF1" w:rsidRPr="000A16DD" w:rsidRDefault="00243AF1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Gostovanja plesne skupine</w:t>
            </w:r>
          </w:p>
        </w:tc>
        <w:tc>
          <w:tcPr>
            <w:tcW w:w="3828" w:type="dxa"/>
          </w:tcPr>
          <w:p w14:paraId="191F9B54" w14:textId="77777777" w:rsidR="00243AF1" w:rsidRPr="000A16DD" w:rsidRDefault="00243AF1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</w:t>
            </w:r>
            <w:r w:rsidR="00A13BF9"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50 t</w:t>
            </w:r>
          </w:p>
        </w:tc>
      </w:tr>
    </w:tbl>
    <w:p w14:paraId="6B9735FE" w14:textId="77777777" w:rsidR="006171DC" w:rsidRPr="000A16DD" w:rsidRDefault="006171DC" w:rsidP="006171DC">
      <w:pPr>
        <w:rPr>
          <w:sz w:val="22"/>
          <w:szCs w:val="22"/>
        </w:rPr>
      </w:pPr>
    </w:p>
    <w:p w14:paraId="22FF2FE9" w14:textId="77777777" w:rsidR="00951CA8" w:rsidRPr="000A16DD" w:rsidRDefault="00951CA8" w:rsidP="006171DC">
      <w:pPr>
        <w:rPr>
          <w:sz w:val="22"/>
          <w:szCs w:val="22"/>
        </w:rPr>
      </w:pPr>
    </w:p>
    <w:p w14:paraId="32DDC102" w14:textId="77777777" w:rsidR="00951CA8" w:rsidRPr="000A16DD" w:rsidRDefault="00951CA8" w:rsidP="006171DC">
      <w:pPr>
        <w:rPr>
          <w:sz w:val="22"/>
          <w:szCs w:val="22"/>
        </w:rPr>
      </w:pPr>
    </w:p>
    <w:p w14:paraId="00422885" w14:textId="77777777" w:rsidR="00951CA8" w:rsidRPr="000A16DD" w:rsidRDefault="00951CA8" w:rsidP="006171DC">
      <w:pPr>
        <w:rPr>
          <w:sz w:val="22"/>
          <w:szCs w:val="22"/>
        </w:rPr>
      </w:pPr>
    </w:p>
    <w:p w14:paraId="0519320A" w14:textId="77777777" w:rsidR="00951CA8" w:rsidRPr="000A16DD" w:rsidRDefault="00951CA8" w:rsidP="006171DC">
      <w:pPr>
        <w:rPr>
          <w:sz w:val="22"/>
          <w:szCs w:val="22"/>
        </w:rPr>
      </w:pPr>
    </w:p>
    <w:p w14:paraId="32A15432" w14:textId="77777777" w:rsidR="00951CA8" w:rsidRPr="000A16DD" w:rsidRDefault="00951CA8" w:rsidP="006171DC">
      <w:pPr>
        <w:rPr>
          <w:sz w:val="22"/>
          <w:szCs w:val="22"/>
        </w:rPr>
      </w:pPr>
    </w:p>
    <w:p w14:paraId="7227CA9A" w14:textId="77777777" w:rsidR="00951CA8" w:rsidRPr="000A16DD" w:rsidRDefault="00951CA8" w:rsidP="006171DC">
      <w:pPr>
        <w:rPr>
          <w:sz w:val="22"/>
          <w:szCs w:val="22"/>
        </w:rPr>
      </w:pPr>
    </w:p>
    <w:p w14:paraId="7B94780E" w14:textId="77777777" w:rsidR="00951CA8" w:rsidRPr="000A16DD" w:rsidRDefault="00951CA8" w:rsidP="006171DC">
      <w:pPr>
        <w:rPr>
          <w:sz w:val="22"/>
          <w:szCs w:val="22"/>
        </w:rPr>
      </w:pPr>
    </w:p>
    <w:p w14:paraId="09CEAE4B" w14:textId="77777777" w:rsidR="00951CA8" w:rsidRPr="000A16DD" w:rsidRDefault="00951CA8" w:rsidP="006171DC">
      <w:pPr>
        <w:rPr>
          <w:sz w:val="22"/>
          <w:szCs w:val="22"/>
        </w:rPr>
      </w:pPr>
    </w:p>
    <w:p w14:paraId="59013ACD" w14:textId="77777777" w:rsidR="00951CA8" w:rsidRPr="000A16DD" w:rsidRDefault="00951CA8" w:rsidP="006171DC">
      <w:pPr>
        <w:rPr>
          <w:sz w:val="22"/>
          <w:szCs w:val="22"/>
        </w:rPr>
      </w:pPr>
    </w:p>
    <w:p w14:paraId="1F39B639" w14:textId="77777777" w:rsidR="00951CA8" w:rsidRPr="000A16DD" w:rsidRDefault="00951CA8" w:rsidP="006171DC">
      <w:pPr>
        <w:rPr>
          <w:sz w:val="22"/>
          <w:szCs w:val="22"/>
        </w:rPr>
      </w:pPr>
    </w:p>
    <w:p w14:paraId="041063D4" w14:textId="77777777" w:rsidR="00951CA8" w:rsidRPr="000A16DD" w:rsidRDefault="00951CA8" w:rsidP="006171DC">
      <w:pPr>
        <w:rPr>
          <w:sz w:val="22"/>
          <w:szCs w:val="22"/>
        </w:rPr>
      </w:pPr>
    </w:p>
    <w:p w14:paraId="03D27B8F" w14:textId="77777777" w:rsidR="00951CA8" w:rsidRPr="000A16DD" w:rsidRDefault="00951CA8" w:rsidP="006171DC">
      <w:pPr>
        <w:rPr>
          <w:sz w:val="22"/>
          <w:szCs w:val="22"/>
        </w:rPr>
      </w:pPr>
    </w:p>
    <w:p w14:paraId="3CDAD1A0" w14:textId="77777777" w:rsidR="00951CA8" w:rsidRPr="000A16DD" w:rsidRDefault="00951CA8" w:rsidP="006171DC">
      <w:pPr>
        <w:rPr>
          <w:sz w:val="22"/>
          <w:szCs w:val="22"/>
        </w:rPr>
      </w:pPr>
    </w:p>
    <w:p w14:paraId="31A8B534" w14:textId="77777777" w:rsidR="00951CA8" w:rsidRPr="000A16DD" w:rsidRDefault="00951CA8" w:rsidP="006171DC">
      <w:pPr>
        <w:rPr>
          <w:sz w:val="22"/>
          <w:szCs w:val="22"/>
        </w:rPr>
      </w:pPr>
    </w:p>
    <w:p w14:paraId="303C49B5" w14:textId="77777777" w:rsidR="00951CA8" w:rsidRPr="000A16DD" w:rsidRDefault="00951CA8" w:rsidP="006171DC">
      <w:pPr>
        <w:rPr>
          <w:sz w:val="22"/>
          <w:szCs w:val="22"/>
        </w:rPr>
      </w:pPr>
    </w:p>
    <w:p w14:paraId="13E478FA" w14:textId="77777777" w:rsidR="00951CA8" w:rsidRPr="000A16DD" w:rsidRDefault="00951CA8" w:rsidP="006171DC">
      <w:pPr>
        <w:rPr>
          <w:sz w:val="22"/>
          <w:szCs w:val="22"/>
        </w:rPr>
      </w:pPr>
    </w:p>
    <w:p w14:paraId="3F01C897" w14:textId="77777777" w:rsidR="00951CA8" w:rsidRPr="000A16DD" w:rsidRDefault="00951CA8" w:rsidP="006171DC">
      <w:pPr>
        <w:rPr>
          <w:sz w:val="22"/>
          <w:szCs w:val="22"/>
        </w:rPr>
      </w:pPr>
    </w:p>
    <w:p w14:paraId="4279246B" w14:textId="77777777" w:rsidR="00951CA8" w:rsidRPr="000A16DD" w:rsidRDefault="00951CA8" w:rsidP="006171DC">
      <w:pPr>
        <w:rPr>
          <w:sz w:val="22"/>
          <w:szCs w:val="22"/>
        </w:rPr>
      </w:pPr>
    </w:p>
    <w:p w14:paraId="3C76F55D" w14:textId="77777777" w:rsidR="00951CA8" w:rsidRPr="000A16DD" w:rsidRDefault="00951CA8" w:rsidP="006171DC">
      <w:pPr>
        <w:rPr>
          <w:sz w:val="22"/>
          <w:szCs w:val="22"/>
        </w:rPr>
      </w:pPr>
    </w:p>
    <w:p w14:paraId="3AAFB81E" w14:textId="77777777" w:rsidR="001E34FB" w:rsidRPr="000A16DD" w:rsidRDefault="001E34FB" w:rsidP="0086241D">
      <w:pPr>
        <w:pStyle w:val="Kazalovsebine1"/>
      </w:pPr>
      <w:r w:rsidRPr="000A16DD">
        <w:t>VZORCI</w:t>
      </w:r>
    </w:p>
    <w:p w14:paraId="0D9B409B" w14:textId="77777777" w:rsidR="00836486" w:rsidRDefault="00836486" w:rsidP="00836486">
      <w:pPr>
        <w:rPr>
          <w:rFonts w:ascii="Calibri" w:hAnsi="Calibri"/>
          <w:b/>
          <w:color w:val="000000" w:themeColor="text1"/>
          <w:sz w:val="22"/>
          <w:szCs w:val="22"/>
        </w:rPr>
      </w:pPr>
    </w:p>
    <w:p w14:paraId="02372DBF" w14:textId="209EF7F5" w:rsidR="00E6055C" w:rsidRPr="00836486" w:rsidRDefault="00E6055C" w:rsidP="00836486">
      <w:pPr>
        <w:pStyle w:val="Odstavekseznama"/>
        <w:numPr>
          <w:ilvl w:val="0"/>
          <w:numId w:val="25"/>
        </w:numPr>
        <w:rPr>
          <w:rStyle w:val="Hiperpovezava"/>
          <w:rFonts w:ascii="Calibri" w:hAnsi="Calibri"/>
          <w:b/>
          <w:color w:val="000000" w:themeColor="text1"/>
          <w:sz w:val="22"/>
          <w:szCs w:val="22"/>
          <w:u w:val="none"/>
        </w:rPr>
      </w:pPr>
      <w:r w:rsidRPr="00836486">
        <w:rPr>
          <w:rFonts w:ascii="Calibri" w:hAnsi="Calibri"/>
          <w:b/>
          <w:color w:val="000000" w:themeColor="text1"/>
          <w:sz w:val="22"/>
          <w:szCs w:val="22"/>
        </w:rPr>
        <w:t>VZOREC</w:t>
      </w:r>
      <w:r w:rsidRPr="00836486">
        <w:rPr>
          <w:rStyle w:val="Hiperpovezava"/>
          <w:rFonts w:ascii="Calibri" w:hAnsi="Calibri"/>
          <w:b/>
          <w:color w:val="000000" w:themeColor="text1"/>
          <w:sz w:val="22"/>
          <w:szCs w:val="22"/>
          <w:u w:val="none"/>
        </w:rPr>
        <w:t xml:space="preserve"> POGODBE</w:t>
      </w:r>
    </w:p>
    <w:p w14:paraId="19E29982" w14:textId="77777777" w:rsidR="00E6055C" w:rsidRPr="000A16DD" w:rsidRDefault="00E6055C" w:rsidP="00D64ACF">
      <w:pPr>
        <w:numPr>
          <w:ilvl w:val="0"/>
          <w:numId w:val="6"/>
        </w:numPr>
        <w:spacing w:after="100" w:line="240" w:lineRule="auto"/>
        <w:ind w:firstLine="66"/>
        <w:jc w:val="both"/>
        <w:rPr>
          <w:rFonts w:ascii="Calibri" w:hAnsi="Calibri" w:cs="Arial"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>Vlagatelj mora k prijavljenemu obrazcu priložiti s strani odgovorne osebe parafiran vzorec pogodbe, ki se šteje kot obvezna dokumentacija.</w:t>
      </w:r>
    </w:p>
    <w:p w14:paraId="2527CEA5" w14:textId="77777777" w:rsidR="00AE2EFC" w:rsidRPr="000A16DD" w:rsidRDefault="00AE2EFC" w:rsidP="008523F4">
      <w:pPr>
        <w:spacing w:after="0" w:line="240" w:lineRule="auto"/>
        <w:ind w:left="425"/>
        <w:rPr>
          <w:rFonts w:ascii="Calibri" w:hAnsi="Calibri" w:cs="Arial"/>
          <w:color w:val="000000" w:themeColor="text1"/>
          <w:sz w:val="22"/>
          <w:szCs w:val="22"/>
        </w:rPr>
      </w:pPr>
    </w:p>
    <w:p w14:paraId="032F6630" w14:textId="77777777" w:rsidR="00E6055C" w:rsidRPr="00836486" w:rsidRDefault="00E6055C" w:rsidP="00836486">
      <w:pPr>
        <w:pStyle w:val="Odstavekseznama"/>
        <w:numPr>
          <w:ilvl w:val="0"/>
          <w:numId w:val="25"/>
        </w:numPr>
        <w:rPr>
          <w:rFonts w:ascii="Calibri" w:hAnsi="Calibri"/>
          <w:b/>
          <w:color w:val="000000" w:themeColor="text1"/>
          <w:sz w:val="22"/>
          <w:szCs w:val="22"/>
        </w:rPr>
      </w:pPr>
      <w:r w:rsidRPr="00836486">
        <w:rPr>
          <w:rFonts w:ascii="Calibri" w:hAnsi="Calibri"/>
          <w:b/>
          <w:color w:val="000000" w:themeColor="text1"/>
          <w:sz w:val="22"/>
          <w:szCs w:val="22"/>
        </w:rPr>
        <w:t>VZOREC ZAHTEVKA ZA NAKAZILO</w:t>
      </w:r>
    </w:p>
    <w:p w14:paraId="4C6FF589" w14:textId="77777777" w:rsidR="00E6055C" w:rsidRPr="000A16DD" w:rsidRDefault="001936E3" w:rsidP="008217A5">
      <w:pPr>
        <w:numPr>
          <w:ilvl w:val="0"/>
          <w:numId w:val="7"/>
        </w:numPr>
        <w:spacing w:after="100" w:line="240" w:lineRule="auto"/>
        <w:ind w:firstLine="66"/>
        <w:jc w:val="both"/>
        <w:rPr>
          <w:rFonts w:ascii="Calibri" w:hAnsi="Calibri" w:cs="Arial"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Upravičenec </w:t>
      </w:r>
      <w:r w:rsidR="00E6055C" w:rsidRPr="000A16DD">
        <w:rPr>
          <w:rFonts w:ascii="Calibri" w:hAnsi="Calibri" w:cs="Arial"/>
          <w:color w:val="000000" w:themeColor="text1"/>
          <w:sz w:val="22"/>
          <w:szCs w:val="22"/>
        </w:rPr>
        <w:t>potrebuje zahtevek za nakazilo za namen črpanja sredstev.</w:t>
      </w:r>
    </w:p>
    <w:p w14:paraId="7E2B6827" w14:textId="45AB30BF" w:rsidR="00E6055C" w:rsidRDefault="00E6055C" w:rsidP="008217A5">
      <w:pPr>
        <w:numPr>
          <w:ilvl w:val="0"/>
          <w:numId w:val="7"/>
        </w:numPr>
        <w:spacing w:after="100" w:line="240" w:lineRule="auto"/>
        <w:ind w:firstLine="66"/>
        <w:jc w:val="both"/>
        <w:rPr>
          <w:rFonts w:ascii="Calibri" w:hAnsi="Calibri" w:cs="Arial"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Zahtevek za nakazilo, ki je izdelan v elektronski obliki </w:t>
      </w:r>
      <w:r w:rsidR="00C56138" w:rsidRPr="000A16DD">
        <w:rPr>
          <w:rFonts w:ascii="Calibri" w:hAnsi="Calibri" w:cs="Arial"/>
          <w:color w:val="000000" w:themeColor="text1"/>
          <w:sz w:val="22"/>
          <w:szCs w:val="22"/>
        </w:rPr>
        <w:t>bo dosegljiv</w:t>
      </w: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 na spletni strani občine </w:t>
      </w:r>
      <w:hyperlink r:id="rId10" w:history="1">
        <w:r w:rsidR="00C56138" w:rsidRPr="000A16DD">
          <w:rPr>
            <w:rStyle w:val="Hiperpovezava"/>
            <w:rFonts w:ascii="Calibri" w:hAnsi="Calibri" w:cs="Arial"/>
            <w:sz w:val="22"/>
            <w:szCs w:val="22"/>
          </w:rPr>
          <w:t>http://www.dobrepolje.si/razpisi</w:t>
        </w:r>
      </w:hyperlink>
      <w:r w:rsidR="00C56138" w:rsidRPr="000A16DD">
        <w:rPr>
          <w:rFonts w:ascii="Calibri" w:hAnsi="Calibri" w:cs="Arial"/>
          <w:color w:val="000000" w:themeColor="text1"/>
          <w:sz w:val="22"/>
          <w:szCs w:val="22"/>
        </w:rPr>
        <w:t xml:space="preserve">. Ustrezno izpolnjen zahtevek </w:t>
      </w:r>
      <w:r w:rsidRPr="000A16DD">
        <w:rPr>
          <w:rFonts w:ascii="Calibri" w:hAnsi="Calibri" w:cs="Arial"/>
          <w:color w:val="000000" w:themeColor="text1"/>
          <w:sz w:val="22"/>
          <w:szCs w:val="22"/>
        </w:rPr>
        <w:t>mora upravičenec natisniti in podpisanega ter ž</w:t>
      </w:r>
      <w:r w:rsidR="00C56138" w:rsidRPr="000A16DD">
        <w:rPr>
          <w:rFonts w:ascii="Calibri" w:hAnsi="Calibri" w:cs="Arial"/>
          <w:color w:val="000000" w:themeColor="text1"/>
          <w:sz w:val="22"/>
          <w:szCs w:val="22"/>
        </w:rPr>
        <w:t>igosanega posredovati na občino z ostalo dokumentacijo potrebno za črpanje odobrenih sredstev.</w:t>
      </w:r>
    </w:p>
    <w:p w14:paraId="5379F464" w14:textId="08A1747A" w:rsidR="00FC1B31" w:rsidRDefault="00FC1B31" w:rsidP="00FC1B31">
      <w:pPr>
        <w:spacing w:after="100" w:line="240" w:lineRule="auto"/>
        <w:jc w:val="both"/>
        <w:rPr>
          <w:rFonts w:ascii="Calibri" w:hAnsi="Calibri" w:cs="Arial"/>
          <w:color w:val="000000" w:themeColor="text1"/>
          <w:sz w:val="22"/>
          <w:szCs w:val="22"/>
        </w:rPr>
      </w:pPr>
    </w:p>
    <w:p w14:paraId="76BAC4EC" w14:textId="00B0E340" w:rsidR="00FC1B31" w:rsidRPr="00836486" w:rsidRDefault="00FC1B31" w:rsidP="00836486">
      <w:pPr>
        <w:pStyle w:val="Odstavekseznama"/>
        <w:numPr>
          <w:ilvl w:val="0"/>
          <w:numId w:val="25"/>
        </w:numPr>
        <w:spacing w:after="100" w:line="240" w:lineRule="auto"/>
        <w:jc w:val="both"/>
        <w:rPr>
          <w:rFonts w:ascii="Calibri" w:hAnsi="Calibri" w:cs="Arial"/>
          <w:b/>
          <w:bCs/>
          <w:color w:val="000000" w:themeColor="text1"/>
          <w:sz w:val="22"/>
          <w:szCs w:val="22"/>
        </w:rPr>
      </w:pPr>
      <w:r w:rsidRPr="00836486">
        <w:rPr>
          <w:rFonts w:ascii="Calibri" w:hAnsi="Calibri" w:cs="Arial"/>
          <w:b/>
          <w:bCs/>
          <w:color w:val="000000" w:themeColor="text1"/>
          <w:sz w:val="22"/>
          <w:szCs w:val="22"/>
        </w:rPr>
        <w:t>IZJAVA O IZPOLNJEVANJU POGOJEV IN RESNIČNOSTI PODATKOV</w:t>
      </w:r>
    </w:p>
    <w:p w14:paraId="6A0DD93F" w14:textId="6EE671AB" w:rsidR="00836486" w:rsidRPr="00836486" w:rsidRDefault="00836486" w:rsidP="0086241D">
      <w:pPr>
        <w:pStyle w:val="Kazalovsebine1"/>
        <w:numPr>
          <w:ilvl w:val="0"/>
          <w:numId w:val="23"/>
        </w:numPr>
      </w:pPr>
      <w:r w:rsidRPr="00836486">
        <w:t>Vlagatelj mora k prijavljenemu obrazcu priložiti s strani odgovorne osebe Izjavo o izpolnjevanju pogojev in resničnosti podatkov.</w:t>
      </w:r>
    </w:p>
    <w:p w14:paraId="624799C6" w14:textId="38691658" w:rsidR="008523F4" w:rsidRPr="000A16DD" w:rsidRDefault="008523F4" w:rsidP="0086241D">
      <w:pPr>
        <w:pStyle w:val="Kazalovsebine1"/>
        <w:numPr>
          <w:ilvl w:val="0"/>
          <w:numId w:val="0"/>
        </w:numPr>
        <w:ind w:left="720"/>
      </w:pPr>
    </w:p>
    <w:p w14:paraId="6FE339A3" w14:textId="77777777" w:rsidR="00E6055C" w:rsidRPr="00836486" w:rsidRDefault="00E6055C" w:rsidP="00836486">
      <w:pPr>
        <w:pStyle w:val="Odstavekseznama"/>
        <w:numPr>
          <w:ilvl w:val="0"/>
          <w:numId w:val="25"/>
        </w:numPr>
        <w:rPr>
          <w:rStyle w:val="Hiperpovezava"/>
          <w:rFonts w:ascii="Calibri" w:hAnsi="Calibri"/>
          <w:b/>
          <w:color w:val="000000" w:themeColor="text1"/>
          <w:sz w:val="22"/>
          <w:szCs w:val="22"/>
          <w:u w:val="none"/>
        </w:rPr>
      </w:pPr>
      <w:r w:rsidRPr="00836486">
        <w:rPr>
          <w:rStyle w:val="Hiperpovezava"/>
          <w:rFonts w:ascii="Calibri" w:hAnsi="Calibri"/>
          <w:b/>
          <w:color w:val="000000" w:themeColor="text1"/>
          <w:sz w:val="22"/>
          <w:szCs w:val="22"/>
          <w:u w:val="none"/>
        </w:rPr>
        <w:t>VZOREC ZA OVOJNICO</w:t>
      </w:r>
    </w:p>
    <w:p w14:paraId="7B2713F4" w14:textId="77777777" w:rsidR="00637622" w:rsidRPr="000A16DD" w:rsidRDefault="00637622" w:rsidP="00D64ACF">
      <w:pPr>
        <w:numPr>
          <w:ilvl w:val="0"/>
          <w:numId w:val="16"/>
        </w:numPr>
        <w:spacing w:after="0" w:line="240" w:lineRule="auto"/>
        <w:ind w:firstLine="66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Vlagatelj mora vlogo do objavljenega roka za oddajo posredovati na naslov občine, v pravilno zapečateni in opremljeni ovojnici, iz katere je </w:t>
      </w:r>
      <w:r w:rsidR="00D64ACF" w:rsidRPr="000A16DD">
        <w:rPr>
          <w:rFonts w:ascii="Calibri" w:hAnsi="Calibri" w:cs="Arial"/>
          <w:color w:val="000000" w:themeColor="text1"/>
          <w:sz w:val="22"/>
          <w:szCs w:val="22"/>
        </w:rPr>
        <w:t xml:space="preserve">jasno </w:t>
      </w:r>
      <w:r w:rsidRPr="000A16DD">
        <w:rPr>
          <w:rFonts w:ascii="Calibri" w:hAnsi="Calibri" w:cs="Arial"/>
          <w:color w:val="000000" w:themeColor="text1"/>
          <w:sz w:val="22"/>
          <w:szCs w:val="22"/>
        </w:rPr>
        <w:t>razvid</w:t>
      </w:r>
      <w:r w:rsidR="00D64ACF" w:rsidRPr="000A16DD">
        <w:rPr>
          <w:rFonts w:ascii="Calibri" w:hAnsi="Calibri" w:cs="Arial"/>
          <w:color w:val="000000" w:themeColor="text1"/>
          <w:sz w:val="22"/>
          <w:szCs w:val="22"/>
        </w:rPr>
        <w:t>en:</w:t>
      </w:r>
    </w:p>
    <w:p w14:paraId="25356DA8" w14:textId="77777777" w:rsidR="00637622" w:rsidRPr="000A16DD" w:rsidRDefault="00637622" w:rsidP="008217A5">
      <w:pPr>
        <w:numPr>
          <w:ilvl w:val="0"/>
          <w:numId w:val="15"/>
        </w:numPr>
        <w:spacing w:after="0" w:line="240" w:lineRule="auto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datum in čas (ura in minuta) oddaje vloge </w:t>
      </w:r>
      <w:r w:rsidR="00D64ACF" w:rsidRPr="000A16DD">
        <w:rPr>
          <w:rFonts w:ascii="Calibri" w:hAnsi="Calibri" w:cs="Arial"/>
          <w:color w:val="000000" w:themeColor="text1"/>
          <w:sz w:val="22"/>
          <w:szCs w:val="22"/>
        </w:rPr>
        <w:t xml:space="preserve">je </w:t>
      </w:r>
      <w:r w:rsidRPr="000A16DD">
        <w:rPr>
          <w:rFonts w:ascii="Calibri" w:hAnsi="Calibri" w:cs="Arial"/>
          <w:color w:val="000000" w:themeColor="text1"/>
          <w:sz w:val="22"/>
          <w:szCs w:val="22"/>
        </w:rPr>
        <w:t>označen</w:t>
      </w:r>
      <w:r w:rsidR="00D64ACF" w:rsidRPr="000A16DD">
        <w:rPr>
          <w:rFonts w:ascii="Calibri" w:hAnsi="Calibri" w:cs="Arial"/>
          <w:color w:val="000000" w:themeColor="text1"/>
          <w:sz w:val="22"/>
          <w:szCs w:val="22"/>
        </w:rPr>
        <w:t>a s strani vlagatelja</w:t>
      </w: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 ali s strani pošte, v kolikor se vloga odda priporočeno po pošti, ali občine, v kolikor se vloga odda osebno na sedežu občine,</w:t>
      </w:r>
    </w:p>
    <w:p w14:paraId="0DBC7CCF" w14:textId="77777777" w:rsidR="00637622" w:rsidRPr="000A16DD" w:rsidRDefault="00637622" w:rsidP="008217A5">
      <w:pPr>
        <w:numPr>
          <w:ilvl w:val="0"/>
          <w:numId w:val="15"/>
        </w:numPr>
        <w:spacing w:after="0" w:line="240" w:lineRule="auto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>naslov prejemnika,</w:t>
      </w:r>
    </w:p>
    <w:p w14:paraId="130CBC36" w14:textId="77777777" w:rsidR="00637622" w:rsidRPr="000A16DD" w:rsidRDefault="00637622" w:rsidP="008217A5">
      <w:pPr>
        <w:numPr>
          <w:ilvl w:val="0"/>
          <w:numId w:val="15"/>
        </w:numPr>
        <w:spacing w:after="0" w:line="240" w:lineRule="auto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>naziv in naslov vlagatelja,</w:t>
      </w:r>
    </w:p>
    <w:p w14:paraId="6A9D2122" w14:textId="5A3E6F5D" w:rsidR="00637622" w:rsidRPr="000A16DD" w:rsidRDefault="00637622" w:rsidP="008217A5">
      <w:pPr>
        <w:numPr>
          <w:ilvl w:val="0"/>
          <w:numId w:val="15"/>
        </w:numPr>
        <w:spacing w:after="0" w:line="240" w:lineRule="auto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>oznaka »ne od</w:t>
      </w:r>
      <w:r w:rsidR="004D18BA" w:rsidRPr="000A16DD">
        <w:rPr>
          <w:rFonts w:ascii="Calibri" w:hAnsi="Calibri" w:cs="Arial"/>
          <w:color w:val="000000" w:themeColor="text1"/>
          <w:sz w:val="22"/>
          <w:szCs w:val="22"/>
        </w:rPr>
        <w:t>piraj«, s pripisom »KULTURA 20</w:t>
      </w:r>
      <w:r w:rsidR="00232AFE" w:rsidRPr="000A16DD">
        <w:rPr>
          <w:rFonts w:ascii="Calibri" w:hAnsi="Calibri" w:cs="Arial"/>
          <w:color w:val="000000" w:themeColor="text1"/>
          <w:sz w:val="22"/>
          <w:szCs w:val="22"/>
        </w:rPr>
        <w:t>2</w:t>
      </w:r>
      <w:r w:rsidR="00D030FD">
        <w:rPr>
          <w:rFonts w:ascii="Calibri" w:hAnsi="Calibri" w:cs="Arial"/>
          <w:color w:val="000000" w:themeColor="text1"/>
          <w:sz w:val="22"/>
          <w:szCs w:val="22"/>
        </w:rPr>
        <w:t>6</w:t>
      </w:r>
      <w:r w:rsidRPr="000A16DD">
        <w:rPr>
          <w:rFonts w:ascii="Calibri" w:hAnsi="Calibri" w:cs="Arial"/>
          <w:color w:val="000000" w:themeColor="text1"/>
          <w:sz w:val="22"/>
          <w:szCs w:val="22"/>
        </w:rPr>
        <w:t>«.</w:t>
      </w:r>
    </w:p>
    <w:p w14:paraId="290CF410" w14:textId="77777777" w:rsidR="00951CA8" w:rsidRPr="000A16DD" w:rsidRDefault="00951CA8" w:rsidP="006171DC">
      <w:pPr>
        <w:rPr>
          <w:rFonts w:ascii="Calibri" w:hAnsi="Calibri"/>
          <w:color w:val="000000" w:themeColor="text1"/>
          <w:sz w:val="22"/>
          <w:szCs w:val="22"/>
        </w:rPr>
      </w:pPr>
    </w:p>
    <w:p w14:paraId="70FBD410" w14:textId="77777777" w:rsidR="00094CBA" w:rsidRPr="000A16DD" w:rsidRDefault="00094CBA" w:rsidP="006171DC">
      <w:pPr>
        <w:rPr>
          <w:rFonts w:ascii="Calibri" w:hAnsi="Calibri"/>
          <w:color w:val="000000" w:themeColor="text1"/>
          <w:sz w:val="22"/>
          <w:szCs w:val="22"/>
        </w:rPr>
      </w:pPr>
    </w:p>
    <w:p w14:paraId="08036A3E" w14:textId="77777777" w:rsidR="00094CBA" w:rsidRPr="000A16DD" w:rsidRDefault="00094CBA" w:rsidP="006171DC">
      <w:pPr>
        <w:rPr>
          <w:rFonts w:ascii="Calibri" w:hAnsi="Calibri"/>
          <w:sz w:val="22"/>
          <w:szCs w:val="22"/>
        </w:rPr>
      </w:pPr>
    </w:p>
    <w:p w14:paraId="006A68EB" w14:textId="4607E0E6" w:rsidR="00094CBA" w:rsidRDefault="00094CBA" w:rsidP="006171DC">
      <w:pPr>
        <w:rPr>
          <w:rFonts w:ascii="Calibri" w:hAnsi="Calibri"/>
          <w:sz w:val="22"/>
          <w:szCs w:val="22"/>
        </w:rPr>
      </w:pPr>
    </w:p>
    <w:p w14:paraId="374BA063" w14:textId="77777777" w:rsidR="00836486" w:rsidRPr="000A16DD" w:rsidRDefault="00836486" w:rsidP="006171DC">
      <w:pPr>
        <w:rPr>
          <w:rFonts w:ascii="Calibri" w:hAnsi="Calibri"/>
          <w:sz w:val="22"/>
          <w:szCs w:val="22"/>
        </w:rPr>
      </w:pPr>
    </w:p>
    <w:p w14:paraId="0D47A2D1" w14:textId="77777777" w:rsidR="00094CBA" w:rsidRPr="000A16DD" w:rsidRDefault="00094CBA" w:rsidP="006171DC">
      <w:pPr>
        <w:rPr>
          <w:rFonts w:ascii="Calibri" w:hAnsi="Calibri"/>
          <w:sz w:val="22"/>
          <w:szCs w:val="22"/>
        </w:rPr>
      </w:pPr>
    </w:p>
    <w:p w14:paraId="103DDC2F" w14:textId="77777777" w:rsidR="00094CBA" w:rsidRPr="000A16DD" w:rsidRDefault="00094CBA" w:rsidP="00094CBA">
      <w:pPr>
        <w:spacing w:after="0"/>
        <w:jc w:val="both"/>
        <w:rPr>
          <w:rFonts w:ascii="Calibri" w:hAnsi="Calibri" w:cs="Arial"/>
          <w:b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b/>
          <w:noProof/>
          <w:color w:val="000000" w:themeColor="text1"/>
          <w:sz w:val="22"/>
          <w:szCs w:val="22"/>
        </w:rPr>
        <w:lastRenderedPageBreak/>
        <w:t>Občina Dobrepolje</w:t>
      </w:r>
      <w:r w:rsidR="00B84415" w:rsidRPr="000A16DD">
        <w:rPr>
          <w:rFonts w:ascii="Calibri" w:hAnsi="Calibri" w:cs="Arial"/>
          <w:b/>
          <w:noProof/>
          <w:color w:val="000000" w:themeColor="text1"/>
          <w:sz w:val="22"/>
          <w:szCs w:val="22"/>
        </w:rPr>
        <w:t xml:space="preserve"> </w:t>
      </w:r>
    </w:p>
    <w:p w14:paraId="3034B527" w14:textId="77777777" w:rsidR="00094CBA" w:rsidRPr="000A16DD" w:rsidRDefault="00094CBA" w:rsidP="00094CBA">
      <w:pPr>
        <w:spacing w:after="0"/>
        <w:jc w:val="both"/>
        <w:rPr>
          <w:rFonts w:ascii="Calibri" w:hAnsi="Calibri" w:cs="Arial"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noProof/>
          <w:color w:val="000000" w:themeColor="text1"/>
          <w:sz w:val="22"/>
          <w:szCs w:val="22"/>
        </w:rPr>
        <w:t>Videm 35</w:t>
      </w:r>
    </w:p>
    <w:p w14:paraId="71167298" w14:textId="77777777" w:rsidR="00094CBA" w:rsidRPr="000A16DD" w:rsidRDefault="004F2E7F" w:rsidP="00094CBA">
      <w:pPr>
        <w:spacing w:after="0"/>
        <w:jc w:val="both"/>
        <w:rPr>
          <w:rFonts w:ascii="Calibri" w:hAnsi="Calibri" w:cs="Arial"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noProof/>
          <w:color w:val="000000" w:themeColor="text1"/>
          <w:sz w:val="22"/>
          <w:szCs w:val="22"/>
        </w:rPr>
        <w:t>1312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</w:rPr>
        <w:t xml:space="preserve"> Videm-Dobrepolje</w:t>
      </w:r>
    </w:p>
    <w:p w14:paraId="0537161D" w14:textId="77777777" w:rsidR="002F6227" w:rsidRPr="000A16DD" w:rsidRDefault="002F6227" w:rsidP="00094CBA">
      <w:pPr>
        <w:spacing w:after="0"/>
        <w:jc w:val="both"/>
        <w:rPr>
          <w:rFonts w:ascii="Calibri" w:hAnsi="Calibri" w:cs="Arial"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noProof/>
          <w:color w:val="000000" w:themeColor="text1"/>
          <w:sz w:val="22"/>
          <w:szCs w:val="22"/>
        </w:rPr>
        <w:t>davčna številka</w:t>
      </w:r>
      <w:r w:rsidR="008217A5" w:rsidRPr="000A16DD">
        <w:rPr>
          <w:rFonts w:ascii="Calibri" w:hAnsi="Calibri" w:cs="Arial"/>
          <w:noProof/>
          <w:color w:val="000000" w:themeColor="text1"/>
          <w:sz w:val="22"/>
          <w:szCs w:val="22"/>
        </w:rPr>
        <w:t xml:space="preserve"> 57506396</w:t>
      </w:r>
    </w:p>
    <w:p w14:paraId="2D580D29" w14:textId="34267E90" w:rsidR="002F6227" w:rsidRPr="000A16DD" w:rsidRDefault="002F6227" w:rsidP="00094CBA">
      <w:pPr>
        <w:spacing w:after="0"/>
        <w:jc w:val="both"/>
        <w:rPr>
          <w:rFonts w:ascii="Calibri" w:hAnsi="Calibri" w:cs="Arial"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noProof/>
          <w:color w:val="000000" w:themeColor="text1"/>
          <w:sz w:val="22"/>
          <w:szCs w:val="22"/>
        </w:rPr>
        <w:t xml:space="preserve">ki jo zastopa župan </w:t>
      </w:r>
      <w:r w:rsidR="007815E8">
        <w:rPr>
          <w:rFonts w:ascii="Calibri" w:hAnsi="Calibri" w:cs="Arial"/>
          <w:noProof/>
          <w:color w:val="000000" w:themeColor="text1"/>
          <w:sz w:val="22"/>
          <w:szCs w:val="22"/>
        </w:rPr>
        <w:t>Janez Pavlin</w:t>
      </w:r>
    </w:p>
    <w:p w14:paraId="25FDA155" w14:textId="77777777" w:rsidR="00094CBA" w:rsidRPr="000A16DD" w:rsidRDefault="00094CBA" w:rsidP="00EB3FBF">
      <w:pPr>
        <w:spacing w:after="0" w:line="120" w:lineRule="auto"/>
        <w:jc w:val="both"/>
        <w:rPr>
          <w:rFonts w:ascii="Calibri" w:hAnsi="Calibri" w:cs="Arial"/>
          <w:b/>
          <w:noProof/>
          <w:color w:val="000000" w:themeColor="text1"/>
          <w:sz w:val="22"/>
          <w:szCs w:val="22"/>
        </w:rPr>
      </w:pPr>
    </w:p>
    <w:p w14:paraId="0E22FFA4" w14:textId="77777777" w:rsidR="00094CBA" w:rsidRPr="000A16DD" w:rsidRDefault="00094CBA" w:rsidP="00094CBA">
      <w:pPr>
        <w:spacing w:after="0"/>
        <w:jc w:val="both"/>
        <w:rPr>
          <w:rFonts w:ascii="Calibri" w:hAnsi="Calibri" w:cs="Arial"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noProof/>
          <w:color w:val="000000" w:themeColor="text1"/>
          <w:sz w:val="22"/>
          <w:szCs w:val="22"/>
        </w:rPr>
        <w:t>In</w:t>
      </w:r>
    </w:p>
    <w:p w14:paraId="6FB5EE2C" w14:textId="77777777" w:rsidR="00094CBA" w:rsidRPr="000A16DD" w:rsidRDefault="00094CBA" w:rsidP="00EB3FBF">
      <w:pPr>
        <w:spacing w:after="0" w:line="120" w:lineRule="auto"/>
        <w:jc w:val="both"/>
        <w:rPr>
          <w:rFonts w:ascii="Calibri" w:hAnsi="Calibri" w:cs="Arial"/>
          <w:b/>
          <w:noProof/>
          <w:color w:val="000000" w:themeColor="text1"/>
          <w:sz w:val="22"/>
          <w:szCs w:val="22"/>
        </w:rPr>
      </w:pPr>
    </w:p>
    <w:p w14:paraId="317F05A5" w14:textId="77777777" w:rsidR="00094CBA" w:rsidRPr="000A16DD" w:rsidRDefault="00094CBA" w:rsidP="00094CBA">
      <w:pPr>
        <w:spacing w:after="0"/>
        <w:jc w:val="both"/>
        <w:rPr>
          <w:rFonts w:ascii="Calibri" w:hAnsi="Calibri" w:cs="Arial"/>
          <w:b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b/>
          <w:noProof/>
          <w:color w:val="000000" w:themeColor="text1"/>
          <w:sz w:val="22"/>
          <w:szCs w:val="22"/>
        </w:rPr>
        <w:t>Upravičenec</w:t>
      </w:r>
    </w:p>
    <w:p w14:paraId="710867ED" w14:textId="77777777" w:rsidR="00094CBA" w:rsidRPr="000A16DD" w:rsidRDefault="00313BF0" w:rsidP="00094CBA">
      <w:pPr>
        <w:spacing w:after="0"/>
        <w:jc w:val="both"/>
        <w:rPr>
          <w:rFonts w:ascii="Calibri" w:hAnsi="Calibri" w:cs="Arial"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begin">
          <w:ffData>
            <w:name w:val="Besedilo3"/>
            <w:enabled/>
            <w:calcOnExit w:val="0"/>
            <w:textInput/>
          </w:ffData>
        </w:fldChar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instrText xml:space="preserve"> FORMTEXT </w:instrTex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separate"/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end"/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</w:rPr>
        <w:t xml:space="preserve">, naslov: 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begin">
          <w:ffData>
            <w:name w:val="Besedilo57"/>
            <w:enabled/>
            <w:calcOnExit w:val="0"/>
            <w:textInput/>
          </w:ffData>
        </w:fldChar>
      </w:r>
      <w:bookmarkStart w:id="1" w:name="Besedilo57"/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instrText xml:space="preserve"> FORMTEXT </w:instrTex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separate"/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end"/>
      </w:r>
      <w:bookmarkEnd w:id="1"/>
    </w:p>
    <w:p w14:paraId="6A87D8E5" w14:textId="77777777" w:rsidR="00094CBA" w:rsidRPr="000A16DD" w:rsidRDefault="00094CBA" w:rsidP="00094CBA">
      <w:pPr>
        <w:spacing w:after="0"/>
        <w:jc w:val="both"/>
        <w:rPr>
          <w:rFonts w:ascii="Calibri" w:hAnsi="Calibri" w:cs="Arial"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noProof/>
          <w:color w:val="000000" w:themeColor="text1"/>
          <w:sz w:val="22"/>
          <w:szCs w:val="22"/>
        </w:rPr>
        <w:t xml:space="preserve">matična številka: </w: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instrText xml:space="preserve"> FORMTEXT </w:instrTex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separate"/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end"/>
      </w:r>
    </w:p>
    <w:p w14:paraId="7898B54F" w14:textId="77777777" w:rsidR="00094CBA" w:rsidRPr="000A16DD" w:rsidRDefault="00094CBA" w:rsidP="00094CBA">
      <w:pPr>
        <w:spacing w:after="0"/>
        <w:jc w:val="both"/>
        <w:rPr>
          <w:rFonts w:ascii="Calibri" w:hAnsi="Calibri" w:cs="Arial"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noProof/>
          <w:color w:val="000000" w:themeColor="text1"/>
          <w:sz w:val="22"/>
          <w:szCs w:val="22"/>
        </w:rPr>
        <w:t xml:space="preserve">ID za DDV: </w: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begin">
          <w:ffData>
            <w:name w:val="Besedilo13"/>
            <w:enabled/>
            <w:calcOnExit w:val="0"/>
            <w:textInput/>
          </w:ffData>
        </w:fldChar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instrText xml:space="preserve"> FORMTEXT </w:instrTex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separate"/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end"/>
      </w:r>
    </w:p>
    <w:p w14:paraId="15709C07" w14:textId="77777777" w:rsidR="00094CBA" w:rsidRPr="000A16DD" w:rsidRDefault="00094CBA" w:rsidP="00094CBA">
      <w:pPr>
        <w:spacing w:after="0"/>
        <w:jc w:val="both"/>
        <w:rPr>
          <w:rFonts w:ascii="Calibri" w:hAnsi="Calibri" w:cs="Arial"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noProof/>
          <w:color w:val="000000" w:themeColor="text1"/>
          <w:sz w:val="22"/>
          <w:szCs w:val="22"/>
        </w:rPr>
        <w:t xml:space="preserve">ki ga zastopa </w: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begin">
          <w:ffData>
            <w:name w:val="Besedilo66"/>
            <w:enabled/>
            <w:calcOnExit w:val="0"/>
            <w:textInput>
              <w:default w:val="ime in priimek"/>
            </w:textInput>
          </w:ffData>
        </w:fldChar>
      </w:r>
      <w:bookmarkStart w:id="2" w:name="Besedilo66"/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instrText xml:space="preserve"> FORMTEXT </w:instrTex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separate"/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ime in priimek</w: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end"/>
      </w:r>
      <w:bookmarkEnd w:id="2"/>
    </w:p>
    <w:p w14:paraId="1C1E63A1" w14:textId="77777777" w:rsidR="002F6227" w:rsidRPr="000A16DD" w:rsidRDefault="002F6227" w:rsidP="00094CBA">
      <w:pPr>
        <w:spacing w:after="0"/>
        <w:jc w:val="both"/>
        <w:rPr>
          <w:rFonts w:ascii="Calibri" w:hAnsi="Calibri" w:cs="Arial"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noProof/>
          <w:color w:val="000000" w:themeColor="text1"/>
          <w:sz w:val="22"/>
          <w:szCs w:val="22"/>
        </w:rPr>
        <w:t>Transakcijski račun</w:t>
      </w:r>
      <w:r w:rsidR="00036113" w:rsidRPr="000A16DD">
        <w:rPr>
          <w:rFonts w:ascii="Calibri" w:hAnsi="Calibri" w:cs="Arial"/>
          <w:noProof/>
          <w:color w:val="000000" w:themeColor="text1"/>
          <w:sz w:val="22"/>
          <w:szCs w:val="22"/>
        </w:rPr>
        <w:t xml:space="preserve"> </w: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begin">
          <w:ffData>
            <w:name w:val="Besedilo13"/>
            <w:enabled/>
            <w:calcOnExit w:val="0"/>
            <w:textInput/>
          </w:ffData>
        </w:fldChar>
      </w:r>
      <w:r w:rsidR="00036113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instrText xml:space="preserve"> FORMTEXT </w:instrTex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separate"/>
      </w:r>
      <w:r w:rsidR="00036113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36113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36113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36113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36113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end"/>
      </w:r>
    </w:p>
    <w:p w14:paraId="54E0DBF9" w14:textId="77777777" w:rsidR="00094CBA" w:rsidRPr="000A16DD" w:rsidRDefault="00094CBA" w:rsidP="00EB3FBF">
      <w:pPr>
        <w:spacing w:after="0" w:line="120" w:lineRule="auto"/>
        <w:jc w:val="both"/>
        <w:rPr>
          <w:rFonts w:ascii="Calibri" w:hAnsi="Calibri" w:cs="Arial"/>
          <w:noProof/>
          <w:color w:val="000000" w:themeColor="text1"/>
          <w:sz w:val="22"/>
          <w:szCs w:val="22"/>
        </w:rPr>
      </w:pPr>
    </w:p>
    <w:p w14:paraId="5163BA0B" w14:textId="77777777" w:rsidR="00094CBA" w:rsidRPr="000A16DD" w:rsidRDefault="002F6227" w:rsidP="00B84415">
      <w:pPr>
        <w:spacing w:after="0" w:line="240" w:lineRule="auto"/>
        <w:jc w:val="both"/>
        <w:rPr>
          <w:rFonts w:ascii="Calibri" w:hAnsi="Calibri" w:cs="Arial"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>S</w:t>
      </w:r>
      <w:r w:rsidR="00094CBA" w:rsidRPr="000A16DD">
        <w:rPr>
          <w:rFonts w:ascii="Calibri" w:hAnsi="Calibri" w:cs="Arial"/>
          <w:color w:val="000000" w:themeColor="text1"/>
          <w:sz w:val="22"/>
          <w:szCs w:val="22"/>
        </w:rPr>
        <w:t>klepata</w:t>
      </w:r>
    </w:p>
    <w:p w14:paraId="79E528FC" w14:textId="77777777" w:rsidR="00B84415" w:rsidRPr="000A16DD" w:rsidRDefault="00B84415" w:rsidP="001774C0">
      <w:pPr>
        <w:spacing w:after="0" w:line="120" w:lineRule="auto"/>
        <w:jc w:val="both"/>
        <w:rPr>
          <w:rFonts w:ascii="Calibri" w:hAnsi="Calibri" w:cs="Arial"/>
          <w:color w:val="000000" w:themeColor="text1"/>
          <w:sz w:val="22"/>
          <w:szCs w:val="22"/>
        </w:rPr>
      </w:pPr>
    </w:p>
    <w:p w14:paraId="67624873" w14:textId="77777777" w:rsidR="00094CBA" w:rsidRPr="000A16DD" w:rsidRDefault="00094CBA" w:rsidP="00094C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Arial"/>
          <w:b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b/>
          <w:color w:val="000000" w:themeColor="text1"/>
          <w:sz w:val="22"/>
          <w:szCs w:val="22"/>
          <w:lang w:eastAsia="en-US"/>
        </w:rPr>
        <w:t xml:space="preserve">Pogodba o sofinanciranju št. </w: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begin">
          <w:ffData>
            <w:name w:val="Besedilo57"/>
            <w:enabled/>
            <w:calcOnExit w:val="0"/>
            <w:textInput/>
          </w:ffData>
        </w:fldChar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instrText xml:space="preserve"> FORMTEXT </w:instrTex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separate"/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end"/>
      </w:r>
    </w:p>
    <w:p w14:paraId="40825C30" w14:textId="77777777" w:rsidR="00094CBA" w:rsidRPr="000A16DD" w:rsidRDefault="00094CBA" w:rsidP="000D1FDF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181" w:hanging="181"/>
        <w:jc w:val="center"/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  <w:t>Uvodne ugotovitve</w:t>
      </w:r>
    </w:p>
    <w:p w14:paraId="6417734E" w14:textId="77777777" w:rsidR="00094CBA" w:rsidRPr="000A16DD" w:rsidRDefault="00094CBA" w:rsidP="007C538A">
      <w:pPr>
        <w:spacing w:after="0" w:line="120" w:lineRule="auto"/>
        <w:jc w:val="center"/>
        <w:rPr>
          <w:rFonts w:ascii="Calibri" w:hAnsi="Calibri" w:cs="Arial"/>
          <w:b/>
          <w:color w:val="000000" w:themeColor="text1"/>
          <w:sz w:val="22"/>
          <w:szCs w:val="22"/>
        </w:rPr>
      </w:pPr>
    </w:p>
    <w:p w14:paraId="72AF5751" w14:textId="77777777" w:rsidR="00094CBA" w:rsidRPr="00011E07" w:rsidRDefault="00094CBA" w:rsidP="00094CBA">
      <w:pPr>
        <w:jc w:val="center"/>
        <w:rPr>
          <w:rFonts w:ascii="Calibri" w:hAnsi="Calibri" w:cs="Arial"/>
          <w:bCs/>
          <w:color w:val="000000" w:themeColor="text1"/>
          <w:sz w:val="22"/>
          <w:szCs w:val="22"/>
        </w:rPr>
      </w:pPr>
      <w:r w:rsidRPr="00011E07">
        <w:rPr>
          <w:rFonts w:ascii="Calibri" w:hAnsi="Calibri" w:cs="Arial"/>
          <w:bCs/>
          <w:color w:val="000000" w:themeColor="text1"/>
          <w:sz w:val="22"/>
          <w:szCs w:val="22"/>
        </w:rPr>
        <w:t xml:space="preserve">1. </w:t>
      </w:r>
      <w:r w:rsidR="00D64ACF" w:rsidRPr="00011E07">
        <w:rPr>
          <w:rFonts w:ascii="Calibri" w:hAnsi="Calibri" w:cs="Arial"/>
          <w:bCs/>
          <w:color w:val="000000" w:themeColor="text1"/>
          <w:sz w:val="22"/>
          <w:szCs w:val="22"/>
        </w:rPr>
        <w:t xml:space="preserve"> </w:t>
      </w:r>
      <w:r w:rsidRPr="00011E07">
        <w:rPr>
          <w:rFonts w:ascii="Calibri" w:hAnsi="Calibri" w:cs="Arial"/>
          <w:bCs/>
          <w:color w:val="000000" w:themeColor="text1"/>
          <w:sz w:val="22"/>
          <w:szCs w:val="22"/>
        </w:rPr>
        <w:t>člen</w:t>
      </w:r>
    </w:p>
    <w:p w14:paraId="4BB5B26A" w14:textId="77777777" w:rsidR="001279CF" w:rsidRPr="000A16DD" w:rsidRDefault="00094CBA" w:rsidP="001279CF">
      <w:pPr>
        <w:tabs>
          <w:tab w:val="num" w:pos="360"/>
        </w:tabs>
        <w:spacing w:after="0"/>
        <w:jc w:val="both"/>
        <w:rPr>
          <w:rFonts w:ascii="Calibri" w:hAnsi="Calibri" w:cs="Arial"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>Pogodbeni stranki ugotavljata:</w:t>
      </w:r>
    </w:p>
    <w:p w14:paraId="148A6D3E" w14:textId="32437113" w:rsidR="00094CBA" w:rsidRPr="000A16DD" w:rsidRDefault="00D64ACF" w:rsidP="000D1FDF">
      <w:pPr>
        <w:widowControl w:val="0"/>
        <w:numPr>
          <w:ilvl w:val="0"/>
          <w:numId w:val="9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da se je </w:t>
      </w:r>
      <w:r w:rsidR="00094CBA" w:rsidRPr="000A16DD">
        <w:rPr>
          <w:rFonts w:ascii="Calibri" w:hAnsi="Calibri" w:cs="Arial"/>
          <w:color w:val="000000" w:themeColor="text1"/>
          <w:sz w:val="22"/>
          <w:szCs w:val="22"/>
        </w:rPr>
        <w:t xml:space="preserve">upravičenec </w:t>
      </w:r>
      <w:r w:rsidR="002F3183" w:rsidRPr="000A16DD">
        <w:rPr>
          <w:rFonts w:ascii="Calibri" w:hAnsi="Calibri" w:cs="Arial"/>
          <w:color w:val="000000" w:themeColor="text1"/>
          <w:sz w:val="22"/>
          <w:szCs w:val="22"/>
        </w:rPr>
        <w:t>se je prijavil na Javni razpis</w:t>
      </w:r>
      <w:r w:rsidR="00094CBA" w:rsidRPr="000A16DD">
        <w:rPr>
          <w:rFonts w:ascii="Calibri" w:hAnsi="Calibri" w:cs="Arial"/>
          <w:color w:val="000000" w:themeColor="text1"/>
          <w:sz w:val="22"/>
          <w:szCs w:val="22"/>
        </w:rPr>
        <w:t xml:space="preserve"> za </w:t>
      </w:r>
      <w:r w:rsidR="002F3183" w:rsidRPr="000A16DD">
        <w:rPr>
          <w:rFonts w:ascii="Calibri" w:hAnsi="Calibri" w:cs="Arial"/>
          <w:color w:val="000000" w:themeColor="text1"/>
          <w:sz w:val="22"/>
          <w:szCs w:val="22"/>
        </w:rPr>
        <w:t xml:space="preserve">sofinanciranje programov </w:t>
      </w:r>
      <w:r w:rsidR="00A15938" w:rsidRPr="000A16DD">
        <w:rPr>
          <w:rFonts w:ascii="Calibri" w:hAnsi="Calibri" w:cs="Arial"/>
          <w:color w:val="000000" w:themeColor="text1"/>
          <w:sz w:val="22"/>
          <w:szCs w:val="22"/>
        </w:rPr>
        <w:t>in</w:t>
      </w:r>
      <w:r w:rsidR="002F3183" w:rsidRPr="000A16DD">
        <w:rPr>
          <w:rFonts w:ascii="Calibri" w:hAnsi="Calibri" w:cs="Arial"/>
          <w:color w:val="000000" w:themeColor="text1"/>
          <w:sz w:val="22"/>
          <w:szCs w:val="22"/>
        </w:rPr>
        <w:t xml:space="preserve"> projektov </w:t>
      </w:r>
      <w:r w:rsidR="00A15938" w:rsidRPr="000A16DD">
        <w:rPr>
          <w:rFonts w:ascii="Calibri" w:hAnsi="Calibri" w:cs="Arial"/>
          <w:color w:val="000000" w:themeColor="text1"/>
          <w:sz w:val="22"/>
          <w:szCs w:val="22"/>
        </w:rPr>
        <w:t>ljubiteljske kulture</w:t>
      </w:r>
      <w:r w:rsidR="004D18BA" w:rsidRPr="000A16DD">
        <w:rPr>
          <w:rFonts w:ascii="Calibri" w:hAnsi="Calibri" w:cs="Arial"/>
          <w:color w:val="000000" w:themeColor="text1"/>
          <w:sz w:val="22"/>
          <w:szCs w:val="22"/>
        </w:rPr>
        <w:t xml:space="preserve"> v Občini Dobrepolje </w:t>
      </w:r>
      <w:r w:rsidR="004D54E0" w:rsidRPr="000A16DD">
        <w:rPr>
          <w:rFonts w:ascii="Calibri" w:hAnsi="Calibri" w:cs="Arial"/>
          <w:color w:val="000000" w:themeColor="text1"/>
          <w:sz w:val="22"/>
          <w:szCs w:val="22"/>
        </w:rPr>
        <w:t>za</w:t>
      </w:r>
      <w:r w:rsidR="004D18BA" w:rsidRPr="000A16DD">
        <w:rPr>
          <w:rFonts w:ascii="Calibri" w:hAnsi="Calibri" w:cs="Arial"/>
          <w:color w:val="000000" w:themeColor="text1"/>
          <w:sz w:val="22"/>
          <w:szCs w:val="22"/>
        </w:rPr>
        <w:t xml:space="preserve"> let</w:t>
      </w:r>
      <w:r w:rsidR="004D54E0" w:rsidRPr="000A16DD">
        <w:rPr>
          <w:rFonts w:ascii="Calibri" w:hAnsi="Calibri" w:cs="Arial"/>
          <w:color w:val="000000" w:themeColor="text1"/>
          <w:sz w:val="22"/>
          <w:szCs w:val="22"/>
        </w:rPr>
        <w:t>o</w:t>
      </w:r>
      <w:r w:rsidR="004D18BA" w:rsidRPr="000A16DD">
        <w:rPr>
          <w:rFonts w:ascii="Calibri" w:hAnsi="Calibri" w:cs="Arial"/>
          <w:color w:val="000000" w:themeColor="text1"/>
          <w:sz w:val="22"/>
          <w:szCs w:val="22"/>
        </w:rPr>
        <w:t xml:space="preserve"> 20</w:t>
      </w:r>
      <w:r w:rsidR="00232AFE" w:rsidRPr="000A16DD">
        <w:rPr>
          <w:rFonts w:ascii="Calibri" w:hAnsi="Calibri" w:cs="Arial"/>
          <w:color w:val="000000" w:themeColor="text1"/>
          <w:sz w:val="22"/>
          <w:szCs w:val="22"/>
        </w:rPr>
        <w:t>2</w:t>
      </w:r>
      <w:r w:rsidR="00D030FD">
        <w:rPr>
          <w:rFonts w:ascii="Calibri" w:hAnsi="Calibri" w:cs="Arial"/>
          <w:color w:val="000000" w:themeColor="text1"/>
          <w:sz w:val="22"/>
          <w:szCs w:val="22"/>
        </w:rPr>
        <w:t>6</w:t>
      </w:r>
      <w:r w:rsidR="00A15938" w:rsidRPr="000A16DD">
        <w:rPr>
          <w:rFonts w:ascii="Calibri" w:hAnsi="Calibri" w:cs="Arial"/>
          <w:color w:val="000000" w:themeColor="text1"/>
          <w:sz w:val="22"/>
          <w:szCs w:val="22"/>
        </w:rPr>
        <w:t>, ki je bil objavljen na spletni strani občine</w:t>
      </w:r>
      <w:r w:rsidR="00094CBA" w:rsidRPr="000A16DD">
        <w:rPr>
          <w:rFonts w:ascii="Calibri" w:hAnsi="Calibri" w:cs="Arial"/>
          <w:color w:val="000000" w:themeColor="text1"/>
          <w:sz w:val="22"/>
          <w:szCs w:val="22"/>
        </w:rPr>
        <w:t xml:space="preserve">, z vlogo št. 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fldChar w:fldCharType="begin">
          <w:ffData>
            <w:name w:val="Besedilo5"/>
            <w:enabled/>
            <w:calcOnExit w:val="0"/>
            <w:textInput/>
          </w:ffData>
        </w:fldChar>
      </w:r>
      <w:r w:rsidR="00094CBA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instrText xml:space="preserve"> FORMTEXT </w:instrTex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fldChar w:fldCharType="separate"/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fldChar w:fldCharType="end"/>
      </w:r>
      <w:r w:rsidR="00094CBA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t>;</w:t>
      </w:r>
    </w:p>
    <w:p w14:paraId="1D8DAA1C" w14:textId="77777777" w:rsidR="00094CBA" w:rsidRPr="000A16DD" w:rsidRDefault="00094CBA" w:rsidP="000D1FDF">
      <w:pPr>
        <w:widowControl w:val="0"/>
        <w:numPr>
          <w:ilvl w:val="0"/>
          <w:numId w:val="9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da je </w:t>
      </w:r>
      <w:r w:rsidR="002F3183" w:rsidRPr="000A16DD">
        <w:rPr>
          <w:rFonts w:ascii="Calibri" w:hAnsi="Calibri" w:cs="Arial"/>
          <w:color w:val="000000" w:themeColor="text1"/>
          <w:sz w:val="22"/>
          <w:szCs w:val="22"/>
        </w:rPr>
        <w:t>občina</w:t>
      </w: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 dne 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fldChar w:fldCharType="begin">
          <w:ffData>
            <w:name w:val="Besedilo7"/>
            <w:enabled/>
            <w:calcOnExit w:val="0"/>
            <w:textInput/>
          </w:ffData>
        </w:fldChar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instrText xml:space="preserve"> FORMTEXT </w:instrTex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fldChar w:fldCharType="separate"/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fldChar w:fldCharType="end"/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t xml:space="preserve"> </w:t>
      </w:r>
      <w:r w:rsidRPr="000A16DD">
        <w:rPr>
          <w:rFonts w:ascii="Calibri" w:hAnsi="Calibri" w:cs="Arial"/>
          <w:color w:val="000000" w:themeColor="text1"/>
          <w:sz w:val="22"/>
          <w:szCs w:val="22"/>
        </w:rPr>
        <w:t>izdal</w:t>
      </w:r>
      <w:r w:rsidR="002F3183" w:rsidRPr="000A16DD">
        <w:rPr>
          <w:rFonts w:ascii="Calibri" w:hAnsi="Calibri" w:cs="Arial"/>
          <w:color w:val="000000" w:themeColor="text1"/>
          <w:sz w:val="22"/>
          <w:szCs w:val="22"/>
        </w:rPr>
        <w:t>a</w:t>
      </w: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 </w:t>
      </w:r>
      <w:r w:rsidR="002F3183" w:rsidRPr="000A16DD">
        <w:rPr>
          <w:rFonts w:ascii="Calibri" w:hAnsi="Calibri" w:cs="Arial"/>
          <w:color w:val="000000" w:themeColor="text1"/>
          <w:sz w:val="22"/>
          <w:szCs w:val="22"/>
        </w:rPr>
        <w:t>sklep</w:t>
      </w: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 </w:t>
      </w:r>
      <w:r w:rsidR="002B4DCE" w:rsidRPr="000A16DD">
        <w:rPr>
          <w:rFonts w:ascii="Calibri" w:hAnsi="Calibri" w:cs="Arial"/>
          <w:color w:val="000000" w:themeColor="text1"/>
          <w:sz w:val="22"/>
          <w:szCs w:val="22"/>
        </w:rPr>
        <w:t xml:space="preserve">št. 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fldChar w:fldCharType="begin">
          <w:ffData>
            <w:name w:val="Besedilo7"/>
            <w:enabled/>
            <w:calcOnExit w:val="0"/>
            <w:textInput/>
          </w:ffData>
        </w:fldChar>
      </w:r>
      <w:r w:rsidR="002B4DCE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instrText xml:space="preserve"> FORMTEXT </w:instrTex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fldChar w:fldCharType="separate"/>
      </w:r>
      <w:r w:rsidR="002B4DCE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2B4DCE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2B4DCE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2B4DCE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2B4DCE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fldChar w:fldCharType="end"/>
      </w: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o </w:t>
      </w:r>
      <w:r w:rsidR="002F3183" w:rsidRPr="000A16DD">
        <w:rPr>
          <w:rFonts w:ascii="Calibri" w:hAnsi="Calibri" w:cs="Arial"/>
          <w:color w:val="000000" w:themeColor="text1"/>
          <w:sz w:val="22"/>
          <w:szCs w:val="22"/>
        </w:rPr>
        <w:t>sofinanciranju;</w:t>
      </w:r>
    </w:p>
    <w:p w14:paraId="5EC3ABB1" w14:textId="77777777" w:rsidR="001279CF" w:rsidRPr="000A16DD" w:rsidRDefault="001279CF" w:rsidP="001279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 w:themeColor="text1"/>
          <w:sz w:val="22"/>
          <w:szCs w:val="22"/>
        </w:rPr>
      </w:pPr>
    </w:p>
    <w:p w14:paraId="139E95FF" w14:textId="77777777" w:rsidR="00E651BF" w:rsidRPr="000A16DD" w:rsidRDefault="002F3183" w:rsidP="00D64ACF">
      <w:pPr>
        <w:widowControl w:val="0"/>
        <w:numPr>
          <w:ilvl w:val="1"/>
          <w:numId w:val="10"/>
        </w:numPr>
        <w:tabs>
          <w:tab w:val="num" w:pos="180"/>
        </w:tabs>
        <w:autoSpaceDE w:val="0"/>
        <w:autoSpaceDN w:val="0"/>
        <w:spacing w:after="0" w:line="240" w:lineRule="auto"/>
        <w:ind w:left="181" w:hanging="181"/>
        <w:jc w:val="center"/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  <w:t xml:space="preserve">Znesek in namen </w:t>
      </w:r>
      <w:r w:rsidR="00ED3489" w:rsidRPr="000A16DD"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  <w:t>sredstev</w:t>
      </w:r>
    </w:p>
    <w:p w14:paraId="45ED124E" w14:textId="77777777" w:rsidR="002F3183" w:rsidRPr="000A16DD" w:rsidRDefault="002F3183" w:rsidP="007C538A">
      <w:pPr>
        <w:spacing w:after="0" w:line="120" w:lineRule="auto"/>
        <w:jc w:val="center"/>
        <w:rPr>
          <w:rFonts w:ascii="Calibri" w:hAnsi="Calibri" w:cs="Arial"/>
          <w:b/>
          <w:color w:val="000000" w:themeColor="text1"/>
          <w:sz w:val="22"/>
          <w:szCs w:val="22"/>
          <w:lang w:eastAsia="en-US"/>
        </w:rPr>
      </w:pPr>
    </w:p>
    <w:p w14:paraId="32E41CCB" w14:textId="77777777" w:rsidR="002F3183" w:rsidRPr="00011E07" w:rsidRDefault="002F3183" w:rsidP="000D1FDF">
      <w:pPr>
        <w:pStyle w:val="Odstavekseznama"/>
        <w:numPr>
          <w:ilvl w:val="0"/>
          <w:numId w:val="14"/>
        </w:numPr>
        <w:jc w:val="center"/>
        <w:rPr>
          <w:rFonts w:ascii="Calibri" w:hAnsi="Calibri" w:cs="Arial"/>
          <w:bCs/>
          <w:color w:val="000000" w:themeColor="text1"/>
          <w:sz w:val="22"/>
          <w:szCs w:val="22"/>
          <w:lang w:eastAsia="en-US"/>
        </w:rPr>
      </w:pPr>
      <w:r w:rsidRPr="00011E07">
        <w:rPr>
          <w:rFonts w:ascii="Calibri" w:hAnsi="Calibri" w:cs="Arial"/>
          <w:bCs/>
          <w:color w:val="000000" w:themeColor="text1"/>
          <w:sz w:val="22"/>
          <w:szCs w:val="22"/>
          <w:lang w:eastAsia="en-US"/>
        </w:rPr>
        <w:t>člen</w:t>
      </w:r>
    </w:p>
    <w:p w14:paraId="74316525" w14:textId="4E836D19" w:rsidR="002F3183" w:rsidRPr="000A16DD" w:rsidRDefault="002F3183" w:rsidP="002F3183">
      <w:pPr>
        <w:widowControl w:val="0"/>
        <w:autoSpaceDE w:val="0"/>
        <w:autoSpaceDN w:val="0"/>
        <w:spacing w:after="100"/>
        <w:jc w:val="both"/>
        <w:rPr>
          <w:rFonts w:ascii="Calibri" w:hAnsi="Calibri" w:cs="Arial"/>
          <w:color w:val="000000" w:themeColor="text1"/>
          <w:spacing w:val="-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S to pogodbo se občina zavezuje nakazati upravičencu dodeljena sredstva v </w:t>
      </w:r>
      <w:r w:rsidR="002F6227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skupnem </w:t>
      </w:r>
      <w:r w:rsidRPr="000A16DD">
        <w:rPr>
          <w:rFonts w:ascii="Calibri" w:hAnsi="Calibri" w:cs="Calibri"/>
          <w:color w:val="000000" w:themeColor="text1"/>
          <w:sz w:val="22"/>
          <w:szCs w:val="22"/>
          <w:lang w:eastAsia="en-US"/>
        </w:rPr>
        <w:t>znesku</w:t>
      </w:r>
      <w:r w:rsidR="003C34A7" w:rsidRPr="000A16DD">
        <w:rPr>
          <w:rFonts w:ascii="Calibri" w:hAnsi="Calibri" w:cs="Calibri"/>
          <w:color w:val="000000" w:themeColor="text1"/>
          <w:sz w:val="22"/>
          <w:szCs w:val="22"/>
          <w:lang w:eastAsia="en-US"/>
        </w:rPr>
        <w:t xml:space="preserve"> do</w:t>
      </w:r>
      <w:r w:rsidRPr="000A16DD">
        <w:rPr>
          <w:rFonts w:ascii="Calibri" w:hAnsi="Calibri" w:cs="Calibri"/>
          <w:color w:val="000000" w:themeColor="text1"/>
          <w:sz w:val="22"/>
          <w:szCs w:val="22"/>
          <w:lang w:eastAsia="en-US"/>
        </w:rPr>
        <w:t xml:space="preserve"> </w:t>
      </w:r>
      <w:r w:rsidR="00313BF0" w:rsidRPr="000A16DD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begin">
          <w:ffData>
            <w:name w:val="Besedilo9"/>
            <w:enabled/>
            <w:calcOnExit w:val="0"/>
            <w:textInput/>
          </w:ffData>
        </w:fldChar>
      </w:r>
      <w:r w:rsidRPr="000A16DD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instrText xml:space="preserve"> FORMTEXT </w:instrText>
      </w:r>
      <w:r w:rsidR="00313BF0" w:rsidRPr="000A16DD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</w:r>
      <w:r w:rsidR="00313BF0" w:rsidRPr="000A16DD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separate"/>
      </w:r>
      <w:r w:rsidRPr="000A16DD">
        <w:rPr>
          <w:rFonts w:ascii="Calibri" w:hAnsi="Calibri" w:cs="Calibri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Calibri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Calibri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Calibri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Calibri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313BF0" w:rsidRPr="000A16DD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end"/>
      </w:r>
      <w:r w:rsidRPr="000A16DD">
        <w:rPr>
          <w:rFonts w:ascii="Calibri" w:hAnsi="Calibri" w:cs="Calibri"/>
          <w:color w:val="000000" w:themeColor="text1"/>
          <w:sz w:val="22"/>
          <w:szCs w:val="22"/>
          <w:lang w:eastAsia="en-US"/>
        </w:rPr>
        <w:t xml:space="preserve"> EUR (z besedo: </w:t>
      </w:r>
      <w:r w:rsidR="00313BF0" w:rsidRPr="000A16DD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begin">
          <w:ffData>
            <w:name w:val="Besedilo10"/>
            <w:enabled/>
            <w:calcOnExit w:val="0"/>
            <w:textInput/>
          </w:ffData>
        </w:fldChar>
      </w:r>
      <w:r w:rsidRPr="000A16DD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instrText xml:space="preserve"> FORMTEXT </w:instrText>
      </w:r>
      <w:r w:rsidR="00313BF0" w:rsidRPr="000A16DD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</w:r>
      <w:r w:rsidR="00313BF0" w:rsidRPr="000A16DD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separate"/>
      </w:r>
      <w:r w:rsidRPr="000A16DD">
        <w:rPr>
          <w:rFonts w:ascii="Calibri" w:hAnsi="Calibri" w:cs="Calibri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Calibri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Calibri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Calibri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Calibri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313BF0" w:rsidRPr="000A16DD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end"/>
      </w:r>
      <w:r w:rsidRPr="000A16D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 xml:space="preserve"> evrov 00/100)</w:t>
      </w:r>
      <w:r w:rsidR="003C34A7" w:rsidRPr="000A16D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 xml:space="preserve">. </w:t>
      </w:r>
      <w:r w:rsidR="003C34A7" w:rsidRPr="000A16DD">
        <w:rPr>
          <w:rFonts w:ascii="Calibri" w:hAnsi="Calibri" w:cs="Calibri"/>
          <w:color w:val="auto"/>
          <w:sz w:val="22"/>
          <w:szCs w:val="22"/>
          <w:lang w:eastAsia="en-US"/>
        </w:rPr>
        <w:t xml:space="preserve">Finančna sredstva ima Občina zagotovljena v Odloku o proračunu Občine Dobrepolje za leto </w:t>
      </w:r>
      <w:r w:rsidR="004D54E0" w:rsidRPr="000A16DD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202</w:t>
      </w:r>
      <w:r w:rsidR="00D030FD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6</w:t>
      </w:r>
      <w:r w:rsidR="003C34A7" w:rsidRPr="000A16DD">
        <w:rPr>
          <w:rFonts w:ascii="Calibri" w:hAnsi="Calibri" w:cs="Calibri"/>
          <w:color w:val="auto"/>
          <w:sz w:val="22"/>
          <w:szCs w:val="22"/>
          <w:lang w:eastAsia="en-US"/>
        </w:rPr>
        <w:t xml:space="preserve"> (Uradni list, št. </w:t>
      </w:r>
      <w:r w:rsidR="00D030FD">
        <w:rPr>
          <w:rFonts w:ascii="Calibri" w:hAnsi="Calibri" w:cs="Calibri"/>
          <w:color w:val="auto"/>
          <w:sz w:val="22"/>
          <w:szCs w:val="22"/>
          <w:lang w:eastAsia="en-US"/>
        </w:rPr>
        <w:t>107/2025</w:t>
      </w:r>
      <w:r w:rsidR="003C34A7" w:rsidRPr="000A16DD">
        <w:rPr>
          <w:rFonts w:ascii="Calibri" w:hAnsi="Calibri" w:cs="Calibri"/>
          <w:color w:val="auto"/>
          <w:sz w:val="22"/>
          <w:szCs w:val="22"/>
          <w:lang w:eastAsia="en-US"/>
        </w:rPr>
        <w:t xml:space="preserve">) na </w:t>
      </w:r>
      <w:r w:rsidR="003C34A7" w:rsidRPr="000A16DD">
        <w:rPr>
          <w:rFonts w:ascii="Calibri" w:hAnsi="Calibri" w:cs="Calibri"/>
          <w:color w:val="000000" w:themeColor="text1"/>
          <w:sz w:val="22"/>
          <w:szCs w:val="22"/>
          <w:lang w:eastAsia="en-US"/>
        </w:rPr>
        <w:t xml:space="preserve">proračunski postavki </w:t>
      </w:r>
      <w:r w:rsidR="004D54E0" w:rsidRPr="00A117F8">
        <w:rPr>
          <w:rFonts w:ascii="Calibri" w:hAnsi="Calibri" w:cs="Calibri"/>
          <w:color w:val="000000" w:themeColor="text1"/>
          <w:sz w:val="22"/>
          <w:szCs w:val="22"/>
          <w:lang w:eastAsia="en-US"/>
        </w:rPr>
        <w:t>0418013 Sofinanciranje programov in projektov kulturnih dejavnosti</w:t>
      </w:r>
      <w:r w:rsidR="003C34A7" w:rsidRPr="00A117F8">
        <w:rPr>
          <w:rFonts w:ascii="Calibri" w:hAnsi="Calibri" w:cs="Calibri"/>
          <w:color w:val="000000" w:themeColor="text1"/>
          <w:sz w:val="22"/>
          <w:szCs w:val="22"/>
          <w:lang w:eastAsia="en-US"/>
        </w:rPr>
        <w:t>. Upravičenec</w:t>
      </w:r>
      <w:r w:rsidR="003C34A7" w:rsidRPr="00A117F8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 xml:space="preserve"> </w:t>
      </w:r>
      <w:r w:rsidR="003C34A7" w:rsidRPr="000A16D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>se zavezuje , da bo pridobljena sredstva porabiti namensko.</w: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 </w:t>
      </w:r>
    </w:p>
    <w:p w14:paraId="3FE39917" w14:textId="008E3597" w:rsidR="0086241D" w:rsidRDefault="002F3183" w:rsidP="00232AFE">
      <w:pPr>
        <w:pStyle w:val="Telobesedila3"/>
        <w:rPr>
          <w:sz w:val="22"/>
          <w:szCs w:val="22"/>
        </w:rPr>
      </w:pPr>
      <w:r w:rsidRPr="000A16DD">
        <w:rPr>
          <w:sz w:val="22"/>
          <w:szCs w:val="22"/>
        </w:rPr>
        <w:t xml:space="preserve">Sredstva so namenjena za </w:t>
      </w:r>
      <w:r w:rsidR="00EB3FBF" w:rsidRPr="000A16DD">
        <w:rPr>
          <w:sz w:val="22"/>
          <w:szCs w:val="22"/>
        </w:rPr>
        <w:t>sofinancira</w:t>
      </w:r>
      <w:r w:rsidR="004D18BA" w:rsidRPr="000A16DD">
        <w:rPr>
          <w:sz w:val="22"/>
          <w:szCs w:val="22"/>
        </w:rPr>
        <w:t>nje redne dejavnosti v letu 20</w:t>
      </w:r>
      <w:r w:rsidR="00232AFE" w:rsidRPr="000A16DD">
        <w:rPr>
          <w:sz w:val="22"/>
          <w:szCs w:val="22"/>
        </w:rPr>
        <w:t>2</w:t>
      </w:r>
      <w:r w:rsidR="00D030FD">
        <w:rPr>
          <w:sz w:val="22"/>
          <w:szCs w:val="22"/>
        </w:rPr>
        <w:t>6</w:t>
      </w:r>
      <w:r w:rsidR="00D64ACF" w:rsidRPr="000A16DD">
        <w:rPr>
          <w:sz w:val="22"/>
          <w:szCs w:val="22"/>
        </w:rPr>
        <w:t>,</w:t>
      </w:r>
      <w:r w:rsidR="00EB3FBF" w:rsidRPr="000A16DD">
        <w:rPr>
          <w:sz w:val="22"/>
          <w:szCs w:val="22"/>
        </w:rPr>
        <w:t xml:space="preserve"> </w:t>
      </w:r>
      <w:r w:rsidRPr="000A16DD">
        <w:rPr>
          <w:sz w:val="22"/>
          <w:szCs w:val="22"/>
        </w:rPr>
        <w:t>pri čemer so upravičeni naslednji stroški</w:t>
      </w:r>
      <w:r w:rsidR="0086241D">
        <w:rPr>
          <w:sz w:val="22"/>
          <w:szCs w:val="22"/>
        </w:rPr>
        <w:t>:</w:t>
      </w:r>
    </w:p>
    <w:p w14:paraId="168A37F4" w14:textId="77777777" w:rsidR="0086241D" w:rsidRPr="0086241D" w:rsidRDefault="0086241D" w:rsidP="0086241D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</w:pPr>
      <w:r w:rsidRPr="0086241D">
        <w:rPr>
          <w:rFonts w:ascii="Calibri" w:hAnsi="Calibri" w:cs="Calibri"/>
          <w:b/>
          <w:bCs/>
          <w:color w:val="000000" w:themeColor="text1"/>
          <w:spacing w:val="-1"/>
          <w:sz w:val="22"/>
          <w:szCs w:val="22"/>
          <w:u w:val="single"/>
          <w:lang w:eastAsia="en-US"/>
        </w:rPr>
        <w:t>avtorske pravice</w:t>
      </w:r>
      <w:r w:rsidRPr="0086241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>, avtorski honorar in stroški za SAZAS,</w:t>
      </w:r>
    </w:p>
    <w:p w14:paraId="4F914E67" w14:textId="77777777" w:rsidR="0086241D" w:rsidRPr="0086241D" w:rsidRDefault="0086241D" w:rsidP="0086241D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</w:pPr>
      <w:r w:rsidRPr="0086241D">
        <w:rPr>
          <w:rFonts w:ascii="Calibri" w:hAnsi="Calibri" w:cs="Calibri"/>
          <w:b/>
          <w:bCs/>
          <w:color w:val="000000" w:themeColor="text1"/>
          <w:spacing w:val="-1"/>
          <w:sz w:val="22"/>
          <w:szCs w:val="22"/>
          <w:u w:val="single"/>
          <w:lang w:eastAsia="en-US"/>
        </w:rPr>
        <w:t>potni stroški;</w:t>
      </w:r>
      <w:r w:rsidRPr="0086241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 xml:space="preserve"> upoštevajo se stroški prevoza dirigenta, kapelnika, voditelja, režiserja na vaje, str. prevoza vseh udeležencev – članov sekcije, društva na seminar 1x, str. prevoza za sodelovanje na območnih in regijskih revijah, prireditvah – folklora in koncertih izven občine- vokalna skupina zbor, str. prevoza za eno gostovanje dramske igre, str. prevozov za glavne izvajalce  literarno – potopisnih večerov in str. prevozov za sodelovanje na </w:t>
      </w:r>
      <w:proofErr w:type="spellStart"/>
      <w:r w:rsidRPr="0086241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lastRenderedPageBreak/>
        <w:t>extemporu</w:t>
      </w:r>
      <w:proofErr w:type="spellEnd"/>
      <w:r w:rsidRPr="0086241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>- skupinski prevoz;</w:t>
      </w:r>
    </w:p>
    <w:p w14:paraId="14799931" w14:textId="77777777" w:rsidR="0086241D" w:rsidRPr="0086241D" w:rsidRDefault="0086241D" w:rsidP="0086241D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</w:pPr>
      <w:r w:rsidRPr="0086241D">
        <w:rPr>
          <w:rFonts w:ascii="Calibri" w:hAnsi="Calibri" w:cs="Calibri"/>
          <w:b/>
          <w:bCs/>
          <w:color w:val="000000" w:themeColor="text1"/>
          <w:spacing w:val="-1"/>
          <w:sz w:val="22"/>
          <w:szCs w:val="22"/>
          <w:u w:val="single"/>
          <w:lang w:eastAsia="en-US"/>
        </w:rPr>
        <w:t>drugi materialni stroški</w:t>
      </w:r>
      <w:r w:rsidRPr="0086241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 xml:space="preserve"> (vabila, priznanja, ozvočenje, organizacija prireditev) za izvedbo letnega koncerta, samostojnega koncerta, premierne predstave – igre, folklore, izvedba celovečernega dogodka;</w:t>
      </w:r>
    </w:p>
    <w:p w14:paraId="17F6A320" w14:textId="77777777" w:rsidR="0086241D" w:rsidRPr="0086241D" w:rsidRDefault="0086241D" w:rsidP="0086241D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</w:pPr>
      <w:r w:rsidRPr="0086241D">
        <w:rPr>
          <w:rFonts w:ascii="Calibri" w:hAnsi="Calibri" w:cs="Calibri"/>
          <w:b/>
          <w:bCs/>
          <w:color w:val="000000" w:themeColor="text1"/>
          <w:spacing w:val="-1"/>
          <w:sz w:val="22"/>
          <w:szCs w:val="22"/>
          <w:u w:val="single"/>
          <w:lang w:eastAsia="en-US"/>
        </w:rPr>
        <w:t>stroški notnega materiala in drugih pisnih gradiv;</w:t>
      </w:r>
    </w:p>
    <w:p w14:paraId="6BDCD08C" w14:textId="77777777" w:rsidR="0086241D" w:rsidRPr="0086241D" w:rsidRDefault="0086241D" w:rsidP="0086241D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</w:pPr>
      <w:r w:rsidRPr="0086241D">
        <w:rPr>
          <w:rFonts w:ascii="Calibri" w:hAnsi="Calibri" w:cs="Calibri"/>
          <w:b/>
          <w:bCs/>
          <w:color w:val="000000" w:themeColor="text1"/>
          <w:spacing w:val="-1"/>
          <w:sz w:val="22"/>
          <w:szCs w:val="22"/>
          <w:u w:val="single"/>
          <w:lang w:eastAsia="en-US"/>
        </w:rPr>
        <w:t xml:space="preserve">stroški pogostitev; </w:t>
      </w:r>
      <w:r w:rsidRPr="0086241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>stroški pogostitev za en letni koncert, za premiero – igro, za eno razstavo, za premierno celovečerno predstavo – folklora, dogodek;</w:t>
      </w:r>
    </w:p>
    <w:p w14:paraId="11398778" w14:textId="77777777" w:rsidR="0086241D" w:rsidRPr="0086241D" w:rsidRDefault="0086241D" w:rsidP="0086241D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</w:pPr>
      <w:r w:rsidRPr="0086241D">
        <w:rPr>
          <w:rFonts w:ascii="Calibri" w:hAnsi="Calibri" w:cs="Calibri"/>
          <w:b/>
          <w:bCs/>
          <w:color w:val="000000" w:themeColor="text1"/>
          <w:spacing w:val="-1"/>
          <w:sz w:val="22"/>
          <w:szCs w:val="22"/>
          <w:u w:val="single"/>
          <w:lang w:eastAsia="en-US"/>
        </w:rPr>
        <w:t>drugi materialni stroški;</w:t>
      </w:r>
      <w:r w:rsidRPr="0086241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 xml:space="preserve"> stroški vzdrževanja in nakupa manjših rekvizitov, vzdrževanja kostumov, popravila inštrumentov, tehnična oprema;</w:t>
      </w:r>
    </w:p>
    <w:p w14:paraId="670EBCC4" w14:textId="77777777" w:rsidR="0086241D" w:rsidRPr="0086241D" w:rsidRDefault="0086241D" w:rsidP="0086241D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</w:pPr>
      <w:r w:rsidRPr="0086241D">
        <w:rPr>
          <w:rFonts w:ascii="Calibri" w:hAnsi="Calibri" w:cs="Calibri"/>
          <w:b/>
          <w:bCs/>
          <w:color w:val="000000" w:themeColor="text1"/>
          <w:spacing w:val="-1"/>
          <w:sz w:val="22"/>
          <w:szCs w:val="22"/>
          <w:u w:val="single"/>
          <w:lang w:eastAsia="en-US"/>
        </w:rPr>
        <w:t>stroški izobraževanja;</w:t>
      </w:r>
      <w:r w:rsidRPr="0086241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 xml:space="preserve"> samo stroški kotizacije;</w:t>
      </w:r>
    </w:p>
    <w:p w14:paraId="3B6C918E" w14:textId="77777777" w:rsidR="0086241D" w:rsidRPr="0086241D" w:rsidRDefault="0086241D" w:rsidP="0086241D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</w:pPr>
      <w:r w:rsidRPr="0086241D">
        <w:rPr>
          <w:rFonts w:ascii="Calibri" w:hAnsi="Calibri" w:cs="Calibri"/>
          <w:b/>
          <w:bCs/>
          <w:color w:val="000000" w:themeColor="text1"/>
          <w:spacing w:val="-1"/>
          <w:sz w:val="22"/>
          <w:szCs w:val="22"/>
          <w:u w:val="single"/>
          <w:lang w:eastAsia="en-US"/>
        </w:rPr>
        <w:t>stroški najemnin;</w:t>
      </w:r>
      <w:r w:rsidRPr="0086241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 xml:space="preserve"> upravičene so najemnine, ki so sklenjene po pogodbi.</w:t>
      </w:r>
    </w:p>
    <w:p w14:paraId="3CC3CFCC" w14:textId="77777777" w:rsidR="002F3183" w:rsidRPr="000A16DD" w:rsidRDefault="00313BF0" w:rsidP="0086241D">
      <w:pPr>
        <w:widowControl w:val="0"/>
        <w:shd w:val="clear" w:color="auto" w:fill="E3E4E6" w:themeFill="accent6" w:themeFillTint="33"/>
        <w:autoSpaceDE w:val="0"/>
        <w:autoSpaceDN w:val="0"/>
        <w:spacing w:after="0" w:line="240" w:lineRule="auto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fldChar w:fldCharType="begin">
          <w:ffData>
            <w:name w:val="Besedilo63"/>
            <w:enabled/>
            <w:calcOnExit w:val="0"/>
            <w:textInput/>
          </w:ffData>
        </w:fldChar>
      </w:r>
      <w:bookmarkStart w:id="3" w:name="Besedilo63"/>
      <w:r w:rsidR="002F3183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instrText xml:space="preserve"> FORMTEXT </w:instrTex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fldChar w:fldCharType="separate"/>
      </w:r>
      <w:r w:rsidR="002F3183" w:rsidRPr="000A16DD">
        <w:rPr>
          <w:rFonts w:ascii="Calibri" w:hAnsi="Calibri" w:cs="Arial"/>
          <w:noProof/>
          <w:color w:val="000000" w:themeColor="text1"/>
          <w:sz w:val="22"/>
          <w:szCs w:val="22"/>
          <w:lang w:eastAsia="en-US"/>
        </w:rPr>
        <w:t> </w:t>
      </w:r>
      <w:r w:rsidR="002F3183" w:rsidRPr="000A16DD">
        <w:rPr>
          <w:rFonts w:ascii="Calibri" w:hAnsi="Calibri" w:cs="Arial"/>
          <w:noProof/>
          <w:color w:val="000000" w:themeColor="text1"/>
          <w:sz w:val="22"/>
          <w:szCs w:val="22"/>
          <w:lang w:eastAsia="en-US"/>
        </w:rPr>
        <w:t> </w:t>
      </w:r>
      <w:r w:rsidR="002F3183" w:rsidRPr="000A16DD">
        <w:rPr>
          <w:rFonts w:ascii="Calibri" w:hAnsi="Calibri" w:cs="Arial"/>
          <w:noProof/>
          <w:color w:val="000000" w:themeColor="text1"/>
          <w:sz w:val="22"/>
          <w:szCs w:val="22"/>
          <w:lang w:eastAsia="en-US"/>
        </w:rPr>
        <w:t> </w:t>
      </w:r>
      <w:r w:rsidR="002F3183" w:rsidRPr="000A16DD">
        <w:rPr>
          <w:rFonts w:ascii="Calibri" w:hAnsi="Calibri" w:cs="Arial"/>
          <w:noProof/>
          <w:color w:val="000000" w:themeColor="text1"/>
          <w:sz w:val="22"/>
          <w:szCs w:val="22"/>
          <w:lang w:eastAsia="en-US"/>
        </w:rPr>
        <w:t> </w:t>
      </w:r>
      <w:r w:rsidR="002F3183" w:rsidRPr="000A16DD">
        <w:rPr>
          <w:rFonts w:ascii="Calibri" w:hAnsi="Calibri" w:cs="Arial"/>
          <w:noProof/>
          <w:color w:val="000000" w:themeColor="text1"/>
          <w:sz w:val="22"/>
          <w:szCs w:val="22"/>
          <w:lang w:eastAsia="en-US"/>
        </w:rPr>
        <w:t> </w: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fldChar w:fldCharType="end"/>
      </w:r>
      <w:bookmarkEnd w:id="3"/>
    </w:p>
    <w:p w14:paraId="3F07A1DF" w14:textId="77777777" w:rsidR="002F3183" w:rsidRPr="000A16DD" w:rsidRDefault="001279CF" w:rsidP="001279CF">
      <w:pPr>
        <w:spacing w:after="0" w:line="240" w:lineRule="auto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/>
          <w:bCs/>
          <w:color w:val="000000" w:themeColor="text1"/>
          <w:sz w:val="22"/>
          <w:szCs w:val="22"/>
        </w:rPr>
        <w:t xml:space="preserve">V znesku 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begin">
          <w:ffData>
            <w:name w:val="Besedilo65"/>
            <w:enabled/>
            <w:calcOnExit w:val="0"/>
            <w:textInput/>
          </w:ffData>
        </w:fldChar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instrText xml:space="preserve"> FORMTEXT </w:instrTex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separate"/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end"/>
      </w:r>
    </w:p>
    <w:p w14:paraId="22D9BCE8" w14:textId="77777777" w:rsidR="001279CF" w:rsidRPr="000A16DD" w:rsidRDefault="003C79FB" w:rsidP="001279CF">
      <w:pPr>
        <w:spacing w:after="0" w:line="240" w:lineRule="auto"/>
        <w:rPr>
          <w:rFonts w:ascii="Calibri" w:hAnsi="Calibri"/>
          <w:bCs/>
          <w:color w:val="000000" w:themeColor="text1"/>
          <w:sz w:val="22"/>
          <w:szCs w:val="22"/>
        </w:rPr>
      </w:pPr>
      <w:r w:rsidRPr="000A16DD">
        <w:rPr>
          <w:rFonts w:ascii="Calibri" w:hAnsi="Calibri"/>
          <w:bCs/>
          <w:color w:val="000000" w:themeColor="text1"/>
          <w:sz w:val="22"/>
          <w:szCs w:val="22"/>
        </w:rPr>
        <w:t>Sredstva se lahko porabijo za upravičene stroške po predloženem terminskem planu upravičenca.</w:t>
      </w:r>
    </w:p>
    <w:p w14:paraId="1630E268" w14:textId="77777777" w:rsidR="003C79FB" w:rsidRPr="000A16DD" w:rsidRDefault="003C79FB" w:rsidP="001279CF">
      <w:pPr>
        <w:spacing w:after="0" w:line="240" w:lineRule="auto"/>
        <w:rPr>
          <w:rFonts w:ascii="Calibri" w:hAnsi="Calibri"/>
          <w:bCs/>
          <w:color w:val="000000" w:themeColor="text1"/>
          <w:sz w:val="22"/>
          <w:szCs w:val="22"/>
        </w:rPr>
      </w:pPr>
    </w:p>
    <w:p w14:paraId="6C6A6640" w14:textId="77777777" w:rsidR="004F2E7F" w:rsidRPr="000A16DD" w:rsidRDefault="002F6227" w:rsidP="00094CBA">
      <w:pPr>
        <w:jc w:val="both"/>
        <w:rPr>
          <w:rFonts w:ascii="Calibri" w:hAnsi="Calibri"/>
          <w:bCs/>
          <w:color w:val="000000" w:themeColor="text1"/>
          <w:sz w:val="22"/>
          <w:szCs w:val="22"/>
        </w:rPr>
      </w:pPr>
      <w:r w:rsidRPr="000A16DD">
        <w:rPr>
          <w:rFonts w:ascii="Calibri" w:hAnsi="Calibri"/>
          <w:bCs/>
          <w:color w:val="000000" w:themeColor="text1"/>
          <w:sz w:val="22"/>
          <w:szCs w:val="22"/>
        </w:rPr>
        <w:t xml:space="preserve">Za </w:t>
      </w:r>
      <w:r w:rsidR="004930E2" w:rsidRPr="000A16DD">
        <w:rPr>
          <w:rFonts w:ascii="Calibri" w:hAnsi="Calibri"/>
          <w:bCs/>
          <w:color w:val="000000" w:themeColor="text1"/>
          <w:sz w:val="22"/>
          <w:szCs w:val="22"/>
        </w:rPr>
        <w:t>zagotovitev osnovnega delovanja društva, vsakemu društvu</w:t>
      </w:r>
      <w:r w:rsidRPr="000A16DD">
        <w:rPr>
          <w:rFonts w:ascii="Calibri" w:hAnsi="Calibri"/>
          <w:bCs/>
          <w:color w:val="000000" w:themeColor="text1"/>
          <w:sz w:val="22"/>
          <w:szCs w:val="22"/>
        </w:rPr>
        <w:t xml:space="preserve"> po </w:t>
      </w:r>
      <w:r w:rsidR="004930E2" w:rsidRPr="000A16DD">
        <w:rPr>
          <w:rFonts w:ascii="Calibri" w:hAnsi="Calibri"/>
          <w:bCs/>
          <w:color w:val="000000" w:themeColor="text1"/>
          <w:sz w:val="22"/>
          <w:szCs w:val="22"/>
        </w:rPr>
        <w:t>P</w:t>
      </w:r>
      <w:r w:rsidRPr="000A16DD">
        <w:rPr>
          <w:rFonts w:ascii="Calibri" w:hAnsi="Calibri"/>
          <w:bCs/>
          <w:color w:val="000000" w:themeColor="text1"/>
          <w:sz w:val="22"/>
          <w:szCs w:val="22"/>
        </w:rPr>
        <w:t>ravilniku</w:t>
      </w:r>
      <w:r w:rsidR="004930E2" w:rsidRPr="000A16DD">
        <w:rPr>
          <w:rFonts w:ascii="Calibri" w:hAnsi="Calibri"/>
          <w:bCs/>
          <w:color w:val="000000" w:themeColor="text1"/>
          <w:sz w:val="22"/>
          <w:szCs w:val="22"/>
        </w:rPr>
        <w:t xml:space="preserve"> o sofinanciranju programov in projektov ljubiteljske kulture v Občini Dobrepolje (Uradni list RS, št. 39/09) </w:t>
      </w:r>
      <w:r w:rsidRPr="000A16DD">
        <w:rPr>
          <w:rFonts w:ascii="Calibri" w:hAnsi="Calibri"/>
          <w:bCs/>
          <w:color w:val="000000" w:themeColor="text1"/>
          <w:sz w:val="22"/>
          <w:szCs w:val="22"/>
        </w:rPr>
        <w:t>pripada 200 EUR.</w:t>
      </w:r>
    </w:p>
    <w:p w14:paraId="48E1A77A" w14:textId="77777777" w:rsidR="004F2E7F" w:rsidRPr="000A16DD" w:rsidRDefault="004F2E7F" w:rsidP="000D1FDF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center"/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  <w:t xml:space="preserve">Črpanje </w:t>
      </w:r>
      <w:r w:rsidR="00EB3FBF" w:rsidRPr="000A16DD"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  <w:t>sredstev</w:t>
      </w:r>
    </w:p>
    <w:p w14:paraId="13E2C179" w14:textId="77777777" w:rsidR="004F2E7F" w:rsidRPr="000A16DD" w:rsidRDefault="004F2E7F" w:rsidP="007950D7">
      <w:pPr>
        <w:spacing w:after="0" w:line="120" w:lineRule="auto"/>
        <w:jc w:val="center"/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</w:pPr>
    </w:p>
    <w:p w14:paraId="7D2503BD" w14:textId="77777777" w:rsidR="004F2E7F" w:rsidRPr="00011E07" w:rsidRDefault="004F2E7F" w:rsidP="008243CE">
      <w:pPr>
        <w:jc w:val="center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11E07">
        <w:rPr>
          <w:rFonts w:ascii="Calibri" w:hAnsi="Calibri" w:cs="Arial"/>
          <w:color w:val="000000" w:themeColor="text1"/>
          <w:sz w:val="22"/>
          <w:szCs w:val="22"/>
          <w:lang w:eastAsia="en-US"/>
        </w:rPr>
        <w:t>3. člen</w:t>
      </w:r>
    </w:p>
    <w:p w14:paraId="100D6020" w14:textId="77777777" w:rsidR="004F2E7F" w:rsidRPr="000A16DD" w:rsidRDefault="004F2E7F" w:rsidP="004F2E7F">
      <w:pPr>
        <w:widowControl w:val="0"/>
        <w:autoSpaceDE w:val="0"/>
        <w:autoSpaceDN w:val="0"/>
        <w:spacing w:after="100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Črpanje odobrenih sredstev je dokumentarno z nakazilom sredstev na </w:t>
      </w:r>
      <w:r w:rsidR="00842A8D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transakcijski </w: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račun upravičenca</w:t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 </w: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 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begin">
          <w:ffData>
            <w:name w:val="Besedilo28"/>
            <w:enabled/>
            <w:calcOnExit w:val="0"/>
            <w:textInput/>
          </w:ffData>
        </w:fldChar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instrText xml:space="preserve"> FORMTEXT </w:instrTex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separate"/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end"/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.</w:t>
      </w:r>
    </w:p>
    <w:p w14:paraId="6C2D65D8" w14:textId="2F99B3C0" w:rsidR="003C34A7" w:rsidRPr="000A44DA" w:rsidRDefault="003C34A7" w:rsidP="00232AFE">
      <w:pPr>
        <w:pStyle w:val="Telobesedila2"/>
        <w:rPr>
          <w:color w:val="auto"/>
        </w:rPr>
      </w:pPr>
      <w:r w:rsidRPr="000A16DD">
        <w:t xml:space="preserve">Upravičenec bo črpal sredstva po podpisu pogodbe. Dodeljena sredstva morajo biti porabljena v letu odobritve le teh. Skrajni rok za oddajo zahtevkov za izplačilo sredstev, skupaj z ustreznimi dokazili za izplačilo je </w:t>
      </w:r>
      <w:r w:rsidR="000A44DA">
        <w:t>20</w:t>
      </w:r>
      <w:r w:rsidRPr="000A44DA">
        <w:rPr>
          <w:color w:val="auto"/>
        </w:rPr>
        <w:t>. 11. 20</w:t>
      </w:r>
      <w:r w:rsidR="00232AFE" w:rsidRPr="000A44DA">
        <w:rPr>
          <w:color w:val="auto"/>
        </w:rPr>
        <w:t>2</w:t>
      </w:r>
      <w:r w:rsidR="00D030FD">
        <w:rPr>
          <w:color w:val="auto"/>
        </w:rPr>
        <w:t>6</w:t>
      </w:r>
      <w:r w:rsidRPr="000A16DD">
        <w:t>. Za dogod</w:t>
      </w:r>
      <w:r w:rsidR="002F34CA">
        <w:t>k</w:t>
      </w:r>
      <w:r w:rsidRPr="000A16DD">
        <w:t>e v mesecu decembru, mora pogodbenik d</w:t>
      </w:r>
      <w:r w:rsidRPr="001A4D8F">
        <w:rPr>
          <w:color w:val="auto"/>
        </w:rPr>
        <w:t xml:space="preserve">o </w:t>
      </w:r>
      <w:r w:rsidR="000A44DA" w:rsidRPr="001A4D8F">
        <w:rPr>
          <w:color w:val="auto"/>
        </w:rPr>
        <w:t>20</w:t>
      </w:r>
      <w:r w:rsidRPr="001A4D8F">
        <w:rPr>
          <w:color w:val="auto"/>
        </w:rPr>
        <w:t>.</w:t>
      </w:r>
      <w:r w:rsidRPr="007815E8">
        <w:rPr>
          <w:color w:val="FF0000"/>
        </w:rPr>
        <w:t xml:space="preserve"> </w:t>
      </w:r>
      <w:r w:rsidRPr="000A44DA">
        <w:rPr>
          <w:color w:val="auto"/>
        </w:rPr>
        <w:t>11.</w:t>
      </w:r>
      <w:r w:rsidR="004D54E0" w:rsidRPr="000A44DA">
        <w:rPr>
          <w:color w:val="auto"/>
        </w:rPr>
        <w:t xml:space="preserve"> </w:t>
      </w:r>
      <w:r w:rsidRPr="000A44DA">
        <w:rPr>
          <w:color w:val="auto"/>
        </w:rPr>
        <w:t>20</w:t>
      </w:r>
      <w:r w:rsidR="00232AFE" w:rsidRPr="000A44DA">
        <w:rPr>
          <w:color w:val="auto"/>
        </w:rPr>
        <w:t>2</w:t>
      </w:r>
      <w:r w:rsidR="00D030FD">
        <w:rPr>
          <w:color w:val="auto"/>
        </w:rPr>
        <w:t>6</w:t>
      </w:r>
      <w:r w:rsidRPr="000A16DD">
        <w:t xml:space="preserve"> predložiti predračun, vsa ostala obvezna dokazila zahtevkov pa dostaviti na sedež Občine v roku dveh delovnih dni od izvedbe in ne kasneje kot </w:t>
      </w:r>
      <w:r w:rsidRPr="000A44DA">
        <w:rPr>
          <w:color w:val="auto"/>
        </w:rPr>
        <w:t>2</w:t>
      </w:r>
      <w:r w:rsidR="00232AFE" w:rsidRPr="000A44DA">
        <w:rPr>
          <w:color w:val="auto"/>
        </w:rPr>
        <w:t>8</w:t>
      </w:r>
      <w:r w:rsidRPr="000A44DA">
        <w:rPr>
          <w:color w:val="auto"/>
        </w:rPr>
        <w:t>. 12. 20</w:t>
      </w:r>
      <w:r w:rsidR="00232AFE" w:rsidRPr="000A44DA">
        <w:rPr>
          <w:color w:val="auto"/>
        </w:rPr>
        <w:t>2</w:t>
      </w:r>
      <w:r w:rsidR="00D030FD">
        <w:rPr>
          <w:color w:val="auto"/>
        </w:rPr>
        <w:t>6</w:t>
      </w:r>
      <w:r w:rsidRPr="000A44DA">
        <w:rPr>
          <w:color w:val="auto"/>
        </w:rPr>
        <w:t>.</w:t>
      </w:r>
    </w:p>
    <w:p w14:paraId="24A8EE7B" w14:textId="77777777" w:rsidR="004F2E7F" w:rsidRPr="000A16DD" w:rsidRDefault="004760E3" w:rsidP="002F6227">
      <w:pPr>
        <w:widowControl w:val="0"/>
        <w:tabs>
          <w:tab w:val="num" w:pos="360"/>
        </w:tabs>
        <w:autoSpaceDE w:val="0"/>
        <w:autoSpaceDN w:val="0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pacing w:val="-1"/>
          <w:sz w:val="22"/>
          <w:szCs w:val="22"/>
          <w:lang w:eastAsia="en-US"/>
        </w:rPr>
        <w:t>Občina</w:t>
      </w:r>
      <w:r w:rsidR="004F2E7F" w:rsidRPr="000A16DD">
        <w:rPr>
          <w:rFonts w:ascii="Calibri" w:hAnsi="Calibri" w:cs="Arial"/>
          <w:color w:val="000000" w:themeColor="text1"/>
          <w:spacing w:val="-1"/>
          <w:sz w:val="22"/>
          <w:szCs w:val="22"/>
          <w:lang w:eastAsia="en-US"/>
        </w:rPr>
        <w:t xml:space="preserve"> bo </w:t>
      </w:r>
      <w:r w:rsidR="004F2E7F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črpanje</w:t>
      </w:r>
      <w:r w:rsidR="004F2E7F" w:rsidRPr="000A16DD">
        <w:rPr>
          <w:rFonts w:ascii="Calibri" w:hAnsi="Calibri" w:cs="Arial"/>
          <w:color w:val="000000" w:themeColor="text1"/>
          <w:spacing w:val="-1"/>
          <w:sz w:val="22"/>
          <w:szCs w:val="22"/>
          <w:lang w:eastAsia="en-US"/>
        </w:rPr>
        <w:t xml:space="preserve"> </w:t>
      </w:r>
      <w:r w:rsidRPr="000A16DD">
        <w:rPr>
          <w:rFonts w:ascii="Calibri" w:hAnsi="Calibri" w:cs="Arial"/>
          <w:color w:val="000000" w:themeColor="text1"/>
          <w:spacing w:val="-1"/>
          <w:sz w:val="22"/>
          <w:szCs w:val="22"/>
          <w:lang w:eastAsia="en-US"/>
        </w:rPr>
        <w:t>odobrenih sredstev</w:t>
      </w:r>
      <w:r w:rsidR="004F2E7F" w:rsidRPr="000A16DD">
        <w:rPr>
          <w:rFonts w:ascii="Calibri" w:hAnsi="Calibri" w:cs="Arial"/>
          <w:color w:val="000000" w:themeColor="text1"/>
          <w:spacing w:val="-1"/>
          <w:sz w:val="22"/>
          <w:szCs w:val="22"/>
          <w:lang w:eastAsia="en-US"/>
        </w:rPr>
        <w:t xml:space="preserve"> izvedla </w:t>
      </w:r>
      <w:r w:rsidR="004F2E7F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po pridobitvi zahtevka</w: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 in ostale dokumentacije iz katere bo razviden namen črpanja</w:t>
      </w:r>
      <w:r w:rsidR="002F6227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.</w:t>
      </w:r>
    </w:p>
    <w:p w14:paraId="7FD1A472" w14:textId="77777777" w:rsidR="004F2E7F" w:rsidRPr="000A16DD" w:rsidRDefault="004F2E7F" w:rsidP="004F2E7F">
      <w:pPr>
        <w:widowControl w:val="0"/>
        <w:autoSpaceDE w:val="0"/>
        <w:autoSpaceDN w:val="0"/>
        <w:spacing w:after="100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V kolikor upravičenec </w:t>
      </w:r>
      <w:r w:rsidR="002F6227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občini</w: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 ne bo predložil ustrezne dokumentacije za črpanje v roku in na dogovorjeni način, se </w:t>
      </w:r>
      <w:r w:rsidR="002F6227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črpanje sredstev ne bo izvedlo.</w:t>
      </w:r>
    </w:p>
    <w:p w14:paraId="289E995C" w14:textId="77777777" w:rsidR="004F2E7F" w:rsidRPr="000A16DD" w:rsidRDefault="004F2E7F" w:rsidP="001774C0">
      <w:pPr>
        <w:spacing w:after="0" w:line="120" w:lineRule="auto"/>
        <w:jc w:val="center"/>
        <w:rPr>
          <w:rFonts w:ascii="Calibri" w:hAnsi="Calibri"/>
          <w:b/>
          <w:bCs/>
          <w:color w:val="000000" w:themeColor="text1"/>
          <w:sz w:val="22"/>
          <w:szCs w:val="22"/>
        </w:rPr>
      </w:pPr>
    </w:p>
    <w:p w14:paraId="676E2048" w14:textId="77777777" w:rsidR="006D6A82" w:rsidRPr="000A16DD" w:rsidRDefault="004B6F0B" w:rsidP="000D1FDF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center"/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  <w:t>O</w:t>
      </w:r>
      <w:r w:rsidR="006D6A82" w:rsidRPr="000A16DD"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  <w:t>bveznosti upravičenca</w:t>
      </w:r>
    </w:p>
    <w:p w14:paraId="06D95D66" w14:textId="77777777" w:rsidR="006D6A82" w:rsidRPr="000A16DD" w:rsidRDefault="006D6A82" w:rsidP="007950D7">
      <w:pPr>
        <w:spacing w:after="0" w:line="120" w:lineRule="auto"/>
        <w:jc w:val="center"/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</w:pPr>
    </w:p>
    <w:p w14:paraId="5BE0D377" w14:textId="77777777" w:rsidR="006D6A82" w:rsidRPr="00451FDB" w:rsidRDefault="006D6A82" w:rsidP="008243CE">
      <w:pPr>
        <w:jc w:val="center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451FDB">
        <w:rPr>
          <w:rFonts w:ascii="Calibri" w:hAnsi="Calibri" w:cs="Arial"/>
          <w:color w:val="000000" w:themeColor="text1"/>
          <w:sz w:val="22"/>
          <w:szCs w:val="22"/>
          <w:lang w:eastAsia="en-US"/>
        </w:rPr>
        <w:t>4. člen</w:t>
      </w:r>
    </w:p>
    <w:p w14:paraId="5B1D6C06" w14:textId="77777777" w:rsidR="006D6A82" w:rsidRPr="000A16DD" w:rsidRDefault="006D6A82" w:rsidP="004930E2">
      <w:pPr>
        <w:widowControl w:val="0"/>
        <w:autoSpaceDE w:val="0"/>
        <w:autoSpaceDN w:val="0"/>
        <w:spacing w:after="0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Upravičenec izjavlja in jamči:</w:t>
      </w:r>
    </w:p>
    <w:p w14:paraId="12C5FC52" w14:textId="77777777" w:rsidR="006D6A82" w:rsidRPr="000A16DD" w:rsidRDefault="006D6A82" w:rsidP="000D1FDF">
      <w:pPr>
        <w:widowControl w:val="0"/>
        <w:numPr>
          <w:ilvl w:val="0"/>
          <w:numId w:val="13"/>
        </w:numPr>
        <w:tabs>
          <w:tab w:val="num" w:pos="360"/>
        </w:tabs>
        <w:autoSpaceDE w:val="0"/>
        <w:autoSpaceDN w:val="0"/>
        <w:spacing w:after="0" w:line="240" w:lineRule="auto"/>
        <w:ind w:right="112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da izpolnjuje vse pogoje, navedene v javnem razpisu in pripadajoči razpisni dokumentaciji;</w:t>
      </w:r>
    </w:p>
    <w:p w14:paraId="506D9CF8" w14:textId="77777777" w:rsidR="006D6A82" w:rsidRPr="000A16DD" w:rsidRDefault="006D6A82" w:rsidP="000D1FDF">
      <w:pPr>
        <w:widowControl w:val="0"/>
        <w:numPr>
          <w:ilvl w:val="0"/>
          <w:numId w:val="13"/>
        </w:numPr>
        <w:tabs>
          <w:tab w:val="num" w:pos="360"/>
        </w:tabs>
        <w:autoSpaceDE w:val="0"/>
        <w:autoSpaceDN w:val="0"/>
        <w:spacing w:after="0" w:line="240" w:lineRule="auto"/>
        <w:ind w:right="144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da so vsi podatki in dejstva, ki jih je upravičenec posredo</w:t>
      </w:r>
      <w:r w:rsidR="00F65A29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val</w:t>
      </w:r>
      <w:r w:rsidR="00E21191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 </w: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občini zaradi sofinanciranja  in sklenitve te pogodbe, resnični in popolni;</w:t>
      </w:r>
    </w:p>
    <w:p w14:paraId="182BC55D" w14:textId="77777777" w:rsidR="006D6A82" w:rsidRPr="000A16DD" w:rsidRDefault="006D6A82" w:rsidP="000D1FDF">
      <w:pPr>
        <w:widowControl w:val="0"/>
        <w:numPr>
          <w:ilvl w:val="0"/>
          <w:numId w:val="13"/>
        </w:numPr>
        <w:tabs>
          <w:tab w:val="num" w:pos="360"/>
        </w:tabs>
        <w:autoSpaceDE w:val="0"/>
        <w:autoSpaceDN w:val="0"/>
        <w:spacing w:after="0" w:line="240" w:lineRule="auto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lastRenderedPageBreak/>
        <w:t>da bo sredstva uporabil izključno za namen, določen v 2. členu te</w:t>
      </w:r>
      <w:r w:rsidRPr="000A16DD">
        <w:rPr>
          <w:rFonts w:ascii="Calibri" w:hAnsi="Calibri" w:cs="Arial"/>
          <w:color w:val="000000" w:themeColor="text1"/>
          <w:sz w:val="22"/>
          <w:szCs w:val="22"/>
          <w:vertAlign w:val="superscript"/>
          <w:lang w:eastAsia="en-US"/>
        </w:rPr>
        <w:t xml:space="preserve"> </w: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pogodbe.</w:t>
      </w:r>
    </w:p>
    <w:p w14:paraId="623F5082" w14:textId="77777777" w:rsidR="006D6A82" w:rsidRPr="000A16DD" w:rsidRDefault="006D6A82" w:rsidP="00B84415">
      <w:pPr>
        <w:spacing w:after="0" w:line="240" w:lineRule="auto"/>
        <w:jc w:val="center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</w:p>
    <w:p w14:paraId="32006F42" w14:textId="1D6FC0FA" w:rsidR="00EB3FBF" w:rsidRPr="000A16DD" w:rsidRDefault="004B6F0B" w:rsidP="00C11AD1">
      <w:pPr>
        <w:widowControl w:val="0"/>
        <w:autoSpaceDE w:val="0"/>
        <w:autoSpaceDN w:val="0"/>
        <w:spacing w:after="0"/>
        <w:ind w:right="142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Upravičenec se zavezuje, da bo </w:t>
      </w:r>
      <w:r w:rsidR="00E62686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sredstva, </w:t>
      </w:r>
      <w:r w:rsidR="00E62686" w:rsidRPr="000A16DD">
        <w:rPr>
          <w:rFonts w:ascii="Calibri" w:hAnsi="Calibri"/>
          <w:color w:val="000000" w:themeColor="text1"/>
          <w:sz w:val="22"/>
          <w:szCs w:val="22"/>
        </w:rPr>
        <w:t>namenjena za kulturno dejavnost, ki je  predmet te pogodbe p</w:t>
      </w:r>
      <w:r w:rsidR="00EB3FBF" w:rsidRPr="000A16DD">
        <w:rPr>
          <w:rFonts w:ascii="Calibri" w:hAnsi="Calibri"/>
          <w:color w:val="000000" w:themeColor="text1"/>
          <w:sz w:val="22"/>
          <w:szCs w:val="22"/>
        </w:rPr>
        <w:t>orabil namensko in racionalno.</w:t>
      </w:r>
    </w:p>
    <w:p w14:paraId="55B8FD42" w14:textId="77777777" w:rsidR="00EB3FBF" w:rsidRPr="000A16DD" w:rsidRDefault="00EB3FBF" w:rsidP="00C11AD1">
      <w:pPr>
        <w:widowControl w:val="0"/>
        <w:autoSpaceDE w:val="0"/>
        <w:autoSpaceDN w:val="0"/>
        <w:spacing w:after="0"/>
        <w:ind w:right="142"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6AD38D17" w14:textId="77777777" w:rsidR="003C34A7" w:rsidRPr="000A16DD" w:rsidRDefault="003C34A7" w:rsidP="003C34A7">
      <w:pPr>
        <w:pStyle w:val="Telobesedila"/>
        <w:numPr>
          <w:ilvl w:val="12"/>
          <w:numId w:val="0"/>
        </w:numPr>
        <w:rPr>
          <w:rFonts w:ascii="Calibri" w:eastAsiaTheme="minorHAnsi" w:hAnsi="Calibri" w:cs="Calibri"/>
          <w:color w:val="000000" w:themeColor="text1"/>
          <w:sz w:val="22"/>
          <w:szCs w:val="22"/>
        </w:rPr>
      </w:pPr>
      <w:r w:rsidRPr="000A16DD">
        <w:rPr>
          <w:rFonts w:ascii="Calibri" w:eastAsiaTheme="minorHAnsi" w:hAnsi="Calibri" w:cs="Calibri"/>
          <w:color w:val="000000" w:themeColor="text1"/>
          <w:sz w:val="22"/>
          <w:szCs w:val="22"/>
        </w:rPr>
        <w:t>V kolikor je bilo ugotovljeno, da upravičenec ni porabil vseh pridobljenih sredstev, ni realiziral prijavljenega programa, sredstva je porabil v nasprotju z določili te pogodbe, je dolžan vrniti neporabljena ali nenamensko porabljena sredstva občini, skupaj z zakonitimi zamudnimi obrestmi, in sicer od dneva prejetja do dneva vračila sredstev. Vračilo se izvrši na način, da se znesek vračila odšteje od dodeljenih sredstev v tekočem letu.</w:t>
      </w:r>
    </w:p>
    <w:p w14:paraId="50D8ABC8" w14:textId="77777777" w:rsidR="003C34A7" w:rsidRPr="000A16DD" w:rsidRDefault="003C34A7" w:rsidP="003C34A7">
      <w:pPr>
        <w:pStyle w:val="Telobesedila"/>
        <w:numPr>
          <w:ilvl w:val="12"/>
          <w:numId w:val="0"/>
        </w:numPr>
        <w:rPr>
          <w:rFonts w:ascii="Calibri" w:eastAsiaTheme="minorHAnsi" w:hAnsi="Calibri" w:cs="Calibri"/>
          <w:color w:val="000000" w:themeColor="text1"/>
          <w:sz w:val="22"/>
          <w:szCs w:val="22"/>
        </w:rPr>
      </w:pPr>
    </w:p>
    <w:p w14:paraId="2342FE63" w14:textId="77777777" w:rsidR="003C34A7" w:rsidRPr="000A16DD" w:rsidRDefault="003C34A7" w:rsidP="003C34A7">
      <w:pPr>
        <w:pStyle w:val="Telobesedila"/>
        <w:numPr>
          <w:ilvl w:val="12"/>
          <w:numId w:val="0"/>
        </w:numPr>
        <w:rPr>
          <w:rFonts w:ascii="Calibri" w:eastAsiaTheme="minorHAnsi" w:hAnsi="Calibri" w:cs="Calibri"/>
          <w:color w:val="000000" w:themeColor="text1"/>
          <w:sz w:val="22"/>
          <w:szCs w:val="22"/>
        </w:rPr>
      </w:pPr>
      <w:r w:rsidRPr="000A16DD">
        <w:rPr>
          <w:rFonts w:ascii="Calibri" w:eastAsiaTheme="minorHAnsi" w:hAnsi="Calibri" w:cs="Calibri"/>
          <w:color w:val="000000" w:themeColor="text1"/>
          <w:sz w:val="22"/>
          <w:szCs w:val="22"/>
        </w:rPr>
        <w:t xml:space="preserve">Upoštevajo se samo upravičeni stroški, ki so bili opredeljeni v javnem razpisu. </w:t>
      </w:r>
    </w:p>
    <w:p w14:paraId="5C25D090" w14:textId="77777777" w:rsidR="00157778" w:rsidRPr="000A16DD" w:rsidRDefault="00157778" w:rsidP="00E62686">
      <w:pPr>
        <w:pStyle w:val="Telobesedila"/>
        <w:numPr>
          <w:ilvl w:val="12"/>
          <w:numId w:val="0"/>
        </w:numPr>
        <w:rPr>
          <w:rFonts w:ascii="Calibri" w:eastAsiaTheme="minorHAnsi" w:hAnsi="Calibri" w:cstheme="minorHAnsi"/>
          <w:color w:val="000000" w:themeColor="text1"/>
          <w:sz w:val="22"/>
          <w:szCs w:val="22"/>
        </w:rPr>
      </w:pPr>
    </w:p>
    <w:p w14:paraId="4CFDB89D" w14:textId="77777777" w:rsidR="003566EC" w:rsidRPr="000A16DD" w:rsidRDefault="003566EC" w:rsidP="001774C0">
      <w:pPr>
        <w:pStyle w:val="Telobesedila"/>
        <w:numPr>
          <w:ilvl w:val="12"/>
          <w:numId w:val="0"/>
        </w:numPr>
        <w:spacing w:line="120" w:lineRule="auto"/>
        <w:rPr>
          <w:rFonts w:ascii="Calibri" w:eastAsiaTheme="minorHAnsi" w:hAnsi="Calibri" w:cstheme="minorHAnsi"/>
          <w:color w:val="000000" w:themeColor="text1"/>
          <w:sz w:val="22"/>
          <w:szCs w:val="22"/>
        </w:rPr>
      </w:pPr>
    </w:p>
    <w:p w14:paraId="0A1A0DF6" w14:textId="77777777" w:rsidR="00B16BF7" w:rsidRPr="000A16DD" w:rsidRDefault="00EB3FBF" w:rsidP="00D64ACF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center"/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  <w:t>Druga pogodbena določila</w:t>
      </w:r>
    </w:p>
    <w:p w14:paraId="249643DA" w14:textId="77777777" w:rsidR="004930E2" w:rsidRPr="00011E07" w:rsidRDefault="004930E2" w:rsidP="00157778">
      <w:pPr>
        <w:widowControl w:val="0"/>
        <w:autoSpaceDE w:val="0"/>
        <w:autoSpaceDN w:val="0"/>
        <w:spacing w:after="0" w:line="240" w:lineRule="auto"/>
        <w:ind w:left="180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</w:p>
    <w:p w14:paraId="33B5BF7D" w14:textId="4EB010CE" w:rsidR="00E62686" w:rsidRDefault="0086241D" w:rsidP="00157778">
      <w:pPr>
        <w:pStyle w:val="Odstavekseznama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center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>
        <w:rPr>
          <w:rFonts w:ascii="Calibri" w:hAnsi="Calibri" w:cs="Arial"/>
          <w:color w:val="000000" w:themeColor="text1"/>
          <w:sz w:val="22"/>
          <w:szCs w:val="22"/>
          <w:lang w:eastAsia="en-US"/>
        </w:rPr>
        <w:t>č</w:t>
      </w:r>
      <w:r w:rsidR="00E62686" w:rsidRPr="00011E07">
        <w:rPr>
          <w:rFonts w:ascii="Calibri" w:hAnsi="Calibri" w:cs="Arial"/>
          <w:color w:val="000000" w:themeColor="text1"/>
          <w:sz w:val="22"/>
          <w:szCs w:val="22"/>
          <w:lang w:eastAsia="en-US"/>
        </w:rPr>
        <w:t>len</w:t>
      </w:r>
    </w:p>
    <w:p w14:paraId="308733A4" w14:textId="77777777" w:rsidR="0086241D" w:rsidRPr="00011E07" w:rsidRDefault="0086241D" w:rsidP="0086241D">
      <w:pPr>
        <w:pStyle w:val="Odstavekseznama"/>
        <w:widowControl w:val="0"/>
        <w:autoSpaceDE w:val="0"/>
        <w:autoSpaceDN w:val="0"/>
        <w:spacing w:after="0" w:line="240" w:lineRule="auto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</w:p>
    <w:p w14:paraId="5E7FE837" w14:textId="77777777" w:rsidR="001774C0" w:rsidRPr="000A16DD" w:rsidRDefault="00E62686" w:rsidP="001774C0">
      <w:pPr>
        <w:pStyle w:val="Telobesedila"/>
        <w:numPr>
          <w:ilvl w:val="12"/>
          <w:numId w:val="0"/>
        </w:numPr>
        <w:rPr>
          <w:rFonts w:ascii="Calibri" w:eastAsiaTheme="minorHAnsi" w:hAnsi="Calibri" w:cstheme="minorHAnsi"/>
          <w:color w:val="000000" w:themeColor="text1"/>
          <w:sz w:val="22"/>
          <w:szCs w:val="22"/>
        </w:rPr>
      </w:pPr>
      <w:r w:rsidRPr="000A16DD">
        <w:rPr>
          <w:rFonts w:ascii="Calibri" w:eastAsiaTheme="minorHAnsi" w:hAnsi="Calibri" w:cstheme="minorHAnsi"/>
          <w:color w:val="000000" w:themeColor="text1"/>
          <w:sz w:val="22"/>
          <w:szCs w:val="22"/>
        </w:rPr>
        <w:t>Pogodbeni stranki sta soglasni, da se bosta medsebojno obveščali o vseh dejstvih, ki so pomembna za izvajanje pogodbe. Za vse spremembe in dopolnitve te pogodbe se sklenejo aneksi k pogodbi.</w:t>
      </w:r>
    </w:p>
    <w:p w14:paraId="6BFC5C98" w14:textId="678C03E1" w:rsidR="00E62686" w:rsidRDefault="0086241D" w:rsidP="00157778">
      <w:pPr>
        <w:pStyle w:val="Telobesedila"/>
        <w:numPr>
          <w:ilvl w:val="0"/>
          <w:numId w:val="4"/>
        </w:numPr>
        <w:jc w:val="center"/>
        <w:rPr>
          <w:rFonts w:ascii="Calibri" w:hAnsi="Calibri"/>
          <w:bCs/>
          <w:color w:val="000000" w:themeColor="text1"/>
          <w:sz w:val="22"/>
          <w:szCs w:val="22"/>
        </w:rPr>
      </w:pPr>
      <w:r>
        <w:rPr>
          <w:rFonts w:ascii="Calibri" w:hAnsi="Calibri"/>
          <w:bCs/>
          <w:color w:val="000000" w:themeColor="text1"/>
          <w:sz w:val="22"/>
          <w:szCs w:val="22"/>
        </w:rPr>
        <w:t>č</w:t>
      </w:r>
      <w:r w:rsidR="00E62686" w:rsidRPr="00011E07">
        <w:rPr>
          <w:rFonts w:ascii="Calibri" w:hAnsi="Calibri"/>
          <w:bCs/>
          <w:color w:val="000000" w:themeColor="text1"/>
          <w:sz w:val="22"/>
          <w:szCs w:val="22"/>
        </w:rPr>
        <w:t>len</w:t>
      </w:r>
    </w:p>
    <w:p w14:paraId="37D2CA5B" w14:textId="77777777" w:rsidR="0086241D" w:rsidRPr="00011E07" w:rsidRDefault="0086241D" w:rsidP="0086241D">
      <w:pPr>
        <w:pStyle w:val="Telobesedila"/>
        <w:ind w:left="720"/>
        <w:rPr>
          <w:rFonts w:ascii="Calibri" w:hAnsi="Calibri"/>
          <w:bCs/>
          <w:color w:val="000000" w:themeColor="text1"/>
          <w:sz w:val="22"/>
          <w:szCs w:val="22"/>
        </w:rPr>
      </w:pPr>
    </w:p>
    <w:p w14:paraId="4B793286" w14:textId="77777777" w:rsidR="00E62686" w:rsidRPr="000A16DD" w:rsidRDefault="00E62686" w:rsidP="00E62686">
      <w:pPr>
        <w:pStyle w:val="Telobesedila"/>
        <w:numPr>
          <w:ilvl w:val="12"/>
          <w:numId w:val="0"/>
        </w:numPr>
        <w:rPr>
          <w:rFonts w:ascii="Calibri" w:eastAsiaTheme="minorHAnsi" w:hAnsi="Calibri" w:cstheme="minorHAnsi"/>
          <w:color w:val="000000" w:themeColor="text1"/>
          <w:sz w:val="22"/>
          <w:szCs w:val="22"/>
        </w:rPr>
      </w:pPr>
      <w:r w:rsidRPr="000A16DD">
        <w:rPr>
          <w:rFonts w:ascii="Calibri" w:eastAsiaTheme="minorHAnsi" w:hAnsi="Calibri" w:cstheme="minorHAnsi"/>
          <w:color w:val="000000" w:themeColor="text1"/>
          <w:sz w:val="22"/>
          <w:szCs w:val="22"/>
        </w:rPr>
        <w:t>Pogodbeni stranki sta soglasni, da bosta morebitne spore reševali sporazumno, v nasprotnem primeru pa je za reševanje njihovih sporov pristojno sodišče v Grosupljem.</w:t>
      </w:r>
    </w:p>
    <w:p w14:paraId="03940989" w14:textId="77777777" w:rsidR="00464EE3" w:rsidRPr="000A16DD" w:rsidRDefault="00464EE3" w:rsidP="001774C0">
      <w:pPr>
        <w:pStyle w:val="Telobesedila"/>
        <w:numPr>
          <w:ilvl w:val="12"/>
          <w:numId w:val="0"/>
        </w:numPr>
        <w:spacing w:line="120" w:lineRule="auto"/>
        <w:rPr>
          <w:rFonts w:ascii="Calibri" w:eastAsiaTheme="minorHAnsi" w:hAnsi="Calibri" w:cstheme="minorHAnsi"/>
          <w:color w:val="000000" w:themeColor="text1"/>
          <w:sz w:val="22"/>
          <w:szCs w:val="22"/>
        </w:rPr>
      </w:pPr>
    </w:p>
    <w:p w14:paraId="613E91DA" w14:textId="4EDA85E3" w:rsidR="00E62686" w:rsidRDefault="0086241D" w:rsidP="00157778">
      <w:pPr>
        <w:pStyle w:val="Odstavekseznama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center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>
        <w:rPr>
          <w:rFonts w:ascii="Calibri" w:hAnsi="Calibri" w:cs="Arial"/>
          <w:color w:val="000000" w:themeColor="text1"/>
          <w:sz w:val="22"/>
          <w:szCs w:val="22"/>
          <w:lang w:eastAsia="en-US"/>
        </w:rPr>
        <w:t>č</w:t>
      </w:r>
      <w:r w:rsidR="00157778" w:rsidRPr="00011E07">
        <w:rPr>
          <w:rFonts w:ascii="Calibri" w:hAnsi="Calibri" w:cs="Arial"/>
          <w:color w:val="000000" w:themeColor="text1"/>
          <w:sz w:val="22"/>
          <w:szCs w:val="22"/>
          <w:lang w:eastAsia="en-US"/>
        </w:rPr>
        <w:t>len</w:t>
      </w:r>
    </w:p>
    <w:p w14:paraId="0A4EC066" w14:textId="77777777" w:rsidR="0086241D" w:rsidRPr="00011E07" w:rsidRDefault="0086241D" w:rsidP="0086241D">
      <w:pPr>
        <w:pStyle w:val="Odstavekseznama"/>
        <w:widowControl w:val="0"/>
        <w:autoSpaceDE w:val="0"/>
        <w:autoSpaceDN w:val="0"/>
        <w:spacing w:after="0" w:line="240" w:lineRule="auto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</w:p>
    <w:p w14:paraId="386E442B" w14:textId="77777777" w:rsidR="001774C0" w:rsidRPr="000A16DD" w:rsidRDefault="00464EE3" w:rsidP="001774C0">
      <w:pPr>
        <w:widowControl w:val="0"/>
        <w:autoSpaceDE w:val="0"/>
        <w:autoSpaceDN w:val="0"/>
        <w:spacing w:after="0"/>
        <w:ind w:right="142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Ta pogodba je sestavljena v štirih enakih izvodih, od katerih prejme</w:t>
      </w:r>
      <w:r w:rsidR="004930E2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 vsaka</w: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 strank</w:t>
      </w:r>
      <w:r w:rsidR="004930E2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a</w: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 po dva izvoda.</w:t>
      </w:r>
    </w:p>
    <w:p w14:paraId="7939F5A4" w14:textId="243D90E5" w:rsidR="001774C0" w:rsidRPr="0086241D" w:rsidRDefault="0086241D" w:rsidP="00157778">
      <w:pPr>
        <w:pStyle w:val="Odstavekseznama"/>
        <w:numPr>
          <w:ilvl w:val="0"/>
          <w:numId w:val="4"/>
        </w:numPr>
        <w:spacing w:after="0"/>
        <w:jc w:val="center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 w:cs="Arial"/>
          <w:color w:val="000000" w:themeColor="text1"/>
          <w:sz w:val="22"/>
          <w:szCs w:val="22"/>
          <w:lang w:eastAsia="en-US"/>
        </w:rPr>
        <w:t>č</w:t>
      </w:r>
      <w:r w:rsidR="001774C0" w:rsidRPr="0086241D">
        <w:rPr>
          <w:rFonts w:ascii="Calibri" w:hAnsi="Calibri" w:cs="Arial"/>
          <w:color w:val="000000" w:themeColor="text1"/>
          <w:sz w:val="22"/>
          <w:szCs w:val="22"/>
          <w:lang w:eastAsia="en-US"/>
        </w:rPr>
        <w:t>len</w:t>
      </w:r>
    </w:p>
    <w:p w14:paraId="591B2980" w14:textId="77777777" w:rsidR="0086241D" w:rsidRPr="0086241D" w:rsidRDefault="0086241D" w:rsidP="0086241D">
      <w:pPr>
        <w:pStyle w:val="Odstavekseznama"/>
        <w:spacing w:after="0"/>
        <w:rPr>
          <w:rFonts w:ascii="Calibri" w:hAnsi="Calibri"/>
          <w:color w:val="000000" w:themeColor="text1"/>
          <w:sz w:val="22"/>
          <w:szCs w:val="22"/>
        </w:rPr>
      </w:pPr>
    </w:p>
    <w:p w14:paraId="3F91947B" w14:textId="53EC1107" w:rsidR="00EB3FBF" w:rsidRPr="000A16DD" w:rsidRDefault="00EB3FBF" w:rsidP="00EB3FBF">
      <w:pPr>
        <w:widowControl w:val="0"/>
        <w:autoSpaceDE w:val="0"/>
        <w:autoSpaceDN w:val="0"/>
        <w:ind w:right="144"/>
        <w:jc w:val="both"/>
        <w:rPr>
          <w:rFonts w:ascii="Century Gothic" w:hAnsi="Century Gothic"/>
          <w:sz w:val="22"/>
          <w:szCs w:val="22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Skrbnik pogodbe s strani </w:t>
      </w:r>
      <w:r w:rsidRPr="000A16DD">
        <w:rPr>
          <w:rFonts w:ascii="Calibri" w:hAnsi="Calibri" w:cs="Arial"/>
          <w:color w:val="auto"/>
          <w:sz w:val="22"/>
          <w:szCs w:val="22"/>
          <w:lang w:eastAsia="en-US"/>
        </w:rPr>
        <w:t>občine je</w:t>
      </w:r>
      <w:r w:rsidR="00607F2C" w:rsidRPr="000A16DD">
        <w:rPr>
          <w:rFonts w:ascii="Calibri" w:hAnsi="Calibri" w:cs="Arial"/>
          <w:color w:val="auto"/>
          <w:sz w:val="22"/>
          <w:szCs w:val="22"/>
          <w:lang w:eastAsia="en-US"/>
        </w:rPr>
        <w:t xml:space="preserve"> </w:t>
      </w:r>
      <w:r w:rsidR="001A4D8F">
        <w:rPr>
          <w:rFonts w:ascii="Calibri" w:hAnsi="Calibri" w:cs="Arial"/>
          <w:color w:val="auto"/>
          <w:sz w:val="22"/>
          <w:szCs w:val="22"/>
          <w:lang w:eastAsia="en-US"/>
        </w:rPr>
        <w:t>Jana Kontrec</w:t>
      </w:r>
      <w:r w:rsidRPr="000A16DD">
        <w:rPr>
          <w:rFonts w:ascii="Calibri" w:hAnsi="Calibri" w:cs="Arial"/>
          <w:color w:val="auto"/>
          <w:sz w:val="22"/>
          <w:szCs w:val="22"/>
          <w:lang w:eastAsia="en-US"/>
        </w:rPr>
        <w:t>,</w:t>
      </w:r>
      <w:r w:rsidRPr="000A16DD">
        <w:rPr>
          <w:rFonts w:ascii="Calibri" w:hAnsi="Calibri" w:cs="Arial"/>
          <w:color w:val="FF0000"/>
          <w:sz w:val="22"/>
          <w:szCs w:val="22"/>
          <w:lang w:eastAsia="en-US"/>
        </w:rPr>
        <w:t xml:space="preserve"> </w: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s strani društva __________________</w:t>
      </w:r>
      <w:r w:rsidR="008217A5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_.</w:t>
      </w:r>
    </w:p>
    <w:p w14:paraId="4EFA0EEB" w14:textId="5FDA3449" w:rsidR="00EB3FBF" w:rsidRDefault="0086241D" w:rsidP="00157778">
      <w:pPr>
        <w:pStyle w:val="Odstavekseznama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center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>
        <w:rPr>
          <w:rFonts w:ascii="Calibri" w:hAnsi="Calibri" w:cs="Arial"/>
          <w:color w:val="000000" w:themeColor="text1"/>
          <w:sz w:val="22"/>
          <w:szCs w:val="22"/>
          <w:lang w:eastAsia="en-US"/>
        </w:rPr>
        <w:t>č</w:t>
      </w:r>
      <w:r w:rsidR="00EB3FBF" w:rsidRPr="00011E07">
        <w:rPr>
          <w:rFonts w:ascii="Calibri" w:hAnsi="Calibri" w:cs="Arial"/>
          <w:color w:val="000000" w:themeColor="text1"/>
          <w:sz w:val="22"/>
          <w:szCs w:val="22"/>
          <w:lang w:eastAsia="en-US"/>
        </w:rPr>
        <w:t>len</w:t>
      </w:r>
    </w:p>
    <w:p w14:paraId="40F516A6" w14:textId="77777777" w:rsidR="0086241D" w:rsidRPr="00011E07" w:rsidRDefault="0086241D" w:rsidP="0086241D">
      <w:pPr>
        <w:pStyle w:val="Odstavekseznama"/>
        <w:widowControl w:val="0"/>
        <w:autoSpaceDE w:val="0"/>
        <w:autoSpaceDN w:val="0"/>
        <w:spacing w:after="0" w:line="240" w:lineRule="auto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</w:p>
    <w:p w14:paraId="6A1B3E36" w14:textId="77777777" w:rsidR="00464EE3" w:rsidRPr="000A16DD" w:rsidRDefault="00464EE3" w:rsidP="00464EE3">
      <w:pPr>
        <w:widowControl w:val="0"/>
        <w:autoSpaceDE w:val="0"/>
        <w:autoSpaceDN w:val="0"/>
        <w:ind w:right="144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Pogodba stopi v veljavo, ko jo podpišeta obe pogodbeni stranki.</w:t>
      </w:r>
    </w:p>
    <w:p w14:paraId="322E8C96" w14:textId="53027E28" w:rsidR="00285A02" w:rsidRPr="002F34CA" w:rsidRDefault="00285A02" w:rsidP="00464EE3">
      <w:pPr>
        <w:widowControl w:val="0"/>
        <w:autoSpaceDE w:val="0"/>
        <w:autoSpaceDN w:val="0"/>
        <w:ind w:right="144"/>
        <w:jc w:val="both"/>
        <w:rPr>
          <w:rFonts w:ascii="Calibri" w:hAnsi="Calibri" w:cs="Arial"/>
          <w:color w:val="auto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Številka: </w:t>
      </w:r>
      <w:r w:rsidR="00011E07" w:rsidRPr="002F34CA">
        <w:rPr>
          <w:rFonts w:ascii="Calibri" w:hAnsi="Calibri" w:cs="Arial"/>
          <w:color w:val="auto"/>
          <w:sz w:val="22"/>
          <w:szCs w:val="22"/>
          <w:shd w:val="clear" w:color="auto" w:fill="E3E4E6" w:themeFill="accent6" w:themeFillTint="33"/>
          <w:lang w:eastAsia="en-US"/>
        </w:rPr>
        <w:t>610-000</w:t>
      </w:r>
      <w:r w:rsidR="00D030FD">
        <w:rPr>
          <w:rFonts w:ascii="Calibri" w:hAnsi="Calibri" w:cs="Arial"/>
          <w:color w:val="auto"/>
          <w:sz w:val="22"/>
          <w:szCs w:val="22"/>
          <w:shd w:val="clear" w:color="auto" w:fill="E3E4E6" w:themeFill="accent6" w:themeFillTint="33"/>
          <w:lang w:eastAsia="en-US"/>
        </w:rPr>
        <w:t>1</w:t>
      </w:r>
      <w:r w:rsidR="00011E07" w:rsidRPr="002F34CA">
        <w:rPr>
          <w:rFonts w:ascii="Calibri" w:hAnsi="Calibri" w:cs="Arial"/>
          <w:color w:val="auto"/>
          <w:sz w:val="22"/>
          <w:szCs w:val="22"/>
          <w:shd w:val="clear" w:color="auto" w:fill="E3E4E6" w:themeFill="accent6" w:themeFillTint="33"/>
          <w:lang w:eastAsia="en-US"/>
        </w:rPr>
        <w:t>/202</w:t>
      </w:r>
      <w:r w:rsidR="00D030FD">
        <w:rPr>
          <w:rFonts w:ascii="Calibri" w:hAnsi="Calibri" w:cs="Arial"/>
          <w:color w:val="auto"/>
          <w:sz w:val="22"/>
          <w:szCs w:val="22"/>
          <w:shd w:val="clear" w:color="auto" w:fill="E3E4E6" w:themeFill="accent6" w:themeFillTint="33"/>
          <w:lang w:eastAsia="en-US"/>
        </w:rPr>
        <w:t>6</w:t>
      </w:r>
    </w:p>
    <w:p w14:paraId="3ED430B5" w14:textId="77777777" w:rsidR="00464EE3" w:rsidRPr="000A16DD" w:rsidRDefault="00464EE3" w:rsidP="00464EE3">
      <w:pPr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Videm, 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begin">
          <w:ffData>
            <w:name w:val="Besedilo28"/>
            <w:enabled/>
            <w:calcOnExit w:val="0"/>
            <w:textInput/>
          </w:ffData>
        </w:fldChar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instrText xml:space="preserve"> FORMTEXT </w:instrTex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separate"/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end"/>
      </w:r>
    </w:p>
    <w:p w14:paraId="6D5D5DE7" w14:textId="77777777" w:rsidR="00464EE3" w:rsidRPr="000A16DD" w:rsidRDefault="00464EE3" w:rsidP="00464EE3">
      <w:pPr>
        <w:rPr>
          <w:rFonts w:ascii="Arial" w:eastAsia="Times" w:hAnsi="Arial" w:cs="Arial"/>
          <w:b/>
          <w:color w:val="000000" w:themeColor="text1"/>
          <w:sz w:val="22"/>
          <w:szCs w:val="22"/>
          <w:lang w:eastAsia="pl-PL"/>
        </w:rPr>
      </w:pPr>
      <w:r w:rsidRPr="000A16DD">
        <w:rPr>
          <w:rFonts w:ascii="Arial" w:eastAsia="Times" w:hAnsi="Arial" w:cs="Arial"/>
          <w:b/>
          <w:color w:val="000000" w:themeColor="text1"/>
          <w:sz w:val="22"/>
          <w:szCs w:val="22"/>
          <w:lang w:eastAsia="pl-PL"/>
        </w:rPr>
        <w:t>Upravičenec</w:t>
      </w:r>
      <w:r w:rsidRPr="000A16DD">
        <w:rPr>
          <w:rFonts w:ascii="Arial" w:eastAsia="Times" w:hAnsi="Arial" w:cs="Arial"/>
          <w:color w:val="000000" w:themeColor="text1"/>
          <w:sz w:val="22"/>
          <w:szCs w:val="22"/>
          <w:lang w:eastAsia="pl-PL"/>
        </w:rPr>
        <w:t xml:space="preserve">:                               </w:t>
      </w:r>
      <w:r w:rsidRPr="000A16DD">
        <w:rPr>
          <w:rFonts w:ascii="Arial" w:eastAsia="Times" w:hAnsi="Arial" w:cs="Arial"/>
          <w:color w:val="000000" w:themeColor="text1"/>
          <w:sz w:val="22"/>
          <w:szCs w:val="22"/>
          <w:lang w:eastAsia="pl-PL"/>
        </w:rPr>
        <w:tab/>
        <w:t xml:space="preserve">                                       </w:t>
      </w:r>
      <w:r w:rsidRPr="000A16DD">
        <w:rPr>
          <w:rFonts w:ascii="Arial" w:eastAsia="Times" w:hAnsi="Arial" w:cs="Arial"/>
          <w:b/>
          <w:color w:val="000000" w:themeColor="text1"/>
          <w:sz w:val="22"/>
          <w:szCs w:val="22"/>
          <w:lang w:eastAsia="pl-PL"/>
        </w:rPr>
        <w:t>OBČINA DOBREPOLJE</w:t>
      </w:r>
    </w:p>
    <w:p w14:paraId="31E85211" w14:textId="1B1A5915" w:rsidR="00416B19" w:rsidRPr="000A16DD" w:rsidRDefault="00313BF0" w:rsidP="0033600F">
      <w:pPr>
        <w:rPr>
          <w:rFonts w:ascii="Arial" w:eastAsia="Times" w:hAnsi="Arial" w:cs="Arial"/>
          <w:b/>
          <w:color w:val="000000" w:themeColor="text1"/>
          <w:sz w:val="22"/>
          <w:szCs w:val="22"/>
          <w:lang w:eastAsia="pl-PL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begin">
          <w:ffData>
            <w:name w:val="Besedilo28"/>
            <w:enabled/>
            <w:calcOnExit w:val="0"/>
            <w:textInput/>
          </w:ffData>
        </w:fldChar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instrText xml:space="preserve"> FORMTEXT </w:instrText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separate"/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end"/>
      </w:r>
      <w:r w:rsidR="00464EE3" w:rsidRPr="000A16DD">
        <w:rPr>
          <w:rFonts w:ascii="Arial" w:eastAsia="Times" w:hAnsi="Arial" w:cs="Arial"/>
          <w:color w:val="000000" w:themeColor="text1"/>
          <w:sz w:val="22"/>
          <w:szCs w:val="22"/>
          <w:shd w:val="clear" w:color="auto" w:fill="E3E4E6" w:themeFill="accent6" w:themeFillTint="33"/>
          <w:lang w:eastAsia="pl-PL"/>
        </w:rPr>
        <w:tab/>
      </w:r>
      <w:r w:rsidR="00464EE3" w:rsidRPr="000A16DD">
        <w:rPr>
          <w:rFonts w:ascii="Arial" w:eastAsia="Times" w:hAnsi="Arial" w:cs="Arial"/>
          <w:color w:val="000000" w:themeColor="text1"/>
          <w:sz w:val="22"/>
          <w:szCs w:val="22"/>
          <w:lang w:eastAsia="pl-PL"/>
        </w:rPr>
        <w:tab/>
      </w:r>
      <w:r w:rsidR="00464EE3" w:rsidRPr="000A16DD">
        <w:rPr>
          <w:rFonts w:ascii="Arial" w:eastAsia="Times" w:hAnsi="Arial" w:cs="Arial"/>
          <w:color w:val="000000" w:themeColor="text1"/>
          <w:sz w:val="22"/>
          <w:szCs w:val="22"/>
          <w:lang w:eastAsia="pl-PL"/>
        </w:rPr>
        <w:tab/>
      </w:r>
      <w:r w:rsidR="00464EE3" w:rsidRPr="000A16DD">
        <w:rPr>
          <w:rFonts w:ascii="Arial" w:eastAsia="Times" w:hAnsi="Arial" w:cs="Arial"/>
          <w:color w:val="000000" w:themeColor="text1"/>
          <w:sz w:val="22"/>
          <w:szCs w:val="22"/>
          <w:lang w:eastAsia="pl-PL"/>
        </w:rPr>
        <w:tab/>
      </w:r>
      <w:r w:rsidR="00464EE3" w:rsidRPr="000A16DD">
        <w:rPr>
          <w:rFonts w:ascii="Arial" w:eastAsia="Times" w:hAnsi="Arial" w:cs="Arial"/>
          <w:color w:val="000000" w:themeColor="text1"/>
          <w:sz w:val="22"/>
          <w:szCs w:val="22"/>
          <w:lang w:eastAsia="pl-PL"/>
        </w:rPr>
        <w:tab/>
      </w:r>
      <w:r w:rsidR="00464EE3" w:rsidRPr="000A16DD">
        <w:rPr>
          <w:rFonts w:ascii="Arial" w:eastAsia="Times" w:hAnsi="Arial" w:cs="Arial"/>
          <w:color w:val="000000" w:themeColor="text1"/>
          <w:sz w:val="22"/>
          <w:szCs w:val="22"/>
          <w:lang w:eastAsia="pl-PL"/>
        </w:rPr>
        <w:tab/>
        <w:t xml:space="preserve">                             </w:t>
      </w:r>
      <w:r w:rsidR="00464EE3" w:rsidRPr="000A16DD">
        <w:rPr>
          <w:rFonts w:ascii="Calibri" w:eastAsia="Times" w:hAnsi="Calibri" w:cs="Calibri"/>
          <w:color w:val="000000" w:themeColor="text1"/>
          <w:sz w:val="22"/>
          <w:szCs w:val="22"/>
          <w:lang w:eastAsia="pl-PL"/>
        </w:rPr>
        <w:t xml:space="preserve">župan, </w:t>
      </w:r>
      <w:r w:rsidR="007815E8">
        <w:rPr>
          <w:rFonts w:ascii="Calibri" w:eastAsia="Times" w:hAnsi="Calibri" w:cs="Calibri"/>
          <w:color w:val="000000" w:themeColor="text1"/>
          <w:sz w:val="22"/>
          <w:szCs w:val="22"/>
          <w:lang w:eastAsia="pl-PL"/>
        </w:rPr>
        <w:t>Janez Pavlin</w:t>
      </w:r>
      <w:r w:rsidR="00464EE3" w:rsidRPr="000A16DD">
        <w:rPr>
          <w:rFonts w:ascii="Arial" w:eastAsia="Times" w:hAnsi="Arial" w:cs="Arial"/>
          <w:b/>
          <w:color w:val="000000" w:themeColor="text1"/>
          <w:sz w:val="22"/>
          <w:szCs w:val="22"/>
          <w:lang w:eastAsia="pl-PL"/>
        </w:rPr>
        <w:t xml:space="preserve"> </w:t>
      </w:r>
    </w:p>
    <w:p w14:paraId="38A1266D" w14:textId="77777777" w:rsidR="000C2F82" w:rsidRPr="000A16DD" w:rsidRDefault="000C2F82" w:rsidP="0033600F">
      <w:pPr>
        <w:rPr>
          <w:rFonts w:ascii="Arial" w:eastAsia="Times" w:hAnsi="Arial" w:cs="Arial"/>
          <w:b/>
          <w:color w:val="000000" w:themeColor="text1"/>
          <w:sz w:val="22"/>
          <w:szCs w:val="22"/>
          <w:lang w:eastAsia="pl-PL"/>
        </w:rPr>
      </w:pPr>
    </w:p>
    <w:p w14:paraId="0A844B7F" w14:textId="77777777" w:rsidR="00FC1B31" w:rsidRPr="00FC1B31" w:rsidRDefault="00FC1B31" w:rsidP="00FC1B31">
      <w:pPr>
        <w:spacing w:after="0"/>
        <w:jc w:val="right"/>
        <w:rPr>
          <w:rFonts w:ascii="Calibri" w:hAnsi="Calibri" w:cs="Calibri"/>
          <w:b/>
          <w:bCs/>
          <w:i/>
          <w:iCs/>
          <w:color w:val="auto"/>
          <w:sz w:val="28"/>
          <w:szCs w:val="28"/>
        </w:rPr>
      </w:pPr>
      <w:r w:rsidRPr="00FC1B31">
        <w:rPr>
          <w:rFonts w:ascii="Calibri" w:hAnsi="Calibri" w:cs="Calibri"/>
          <w:b/>
          <w:bCs/>
          <w:i/>
          <w:iCs/>
          <w:color w:val="auto"/>
          <w:sz w:val="28"/>
          <w:szCs w:val="28"/>
        </w:rPr>
        <w:lastRenderedPageBreak/>
        <w:t xml:space="preserve">ZAHTEVEK ZA NAKAZILO </w:t>
      </w:r>
    </w:p>
    <w:p w14:paraId="1051057B" w14:textId="77777777" w:rsidR="00FC1B31" w:rsidRPr="00FC1B31" w:rsidRDefault="00FC1B31" w:rsidP="00FC1B31">
      <w:pPr>
        <w:spacing w:after="0"/>
        <w:jc w:val="right"/>
        <w:rPr>
          <w:rFonts w:ascii="Calibri" w:hAnsi="Calibri" w:cs="Calibri"/>
          <w:i/>
          <w:iCs/>
          <w:color w:val="auto"/>
          <w:u w:val="single"/>
        </w:rPr>
      </w:pPr>
      <w:r w:rsidRPr="00FC1B31">
        <w:rPr>
          <w:rFonts w:ascii="Calibri" w:hAnsi="Calibri" w:cs="Calibri"/>
          <w:i/>
          <w:iCs/>
          <w:color w:val="auto"/>
          <w:u w:val="single"/>
        </w:rPr>
        <w:t>(izpolnjevati po zaključeni naložbi)</w:t>
      </w:r>
    </w:p>
    <w:p w14:paraId="0F4BF7F5" w14:textId="77777777" w:rsidR="00FC1B31" w:rsidRPr="00FC1B31" w:rsidRDefault="00FC1B31" w:rsidP="00FC1B31">
      <w:pPr>
        <w:spacing w:after="0"/>
        <w:jc w:val="right"/>
        <w:rPr>
          <w:rFonts w:ascii="Calibri" w:hAnsi="Calibri" w:cs="Calibri"/>
          <w:i/>
          <w:iCs/>
          <w:color w:val="auto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390"/>
        <w:gridCol w:w="4390"/>
      </w:tblGrid>
      <w:tr w:rsidR="00FC1B31" w:rsidRPr="00FC1B31" w14:paraId="22801074" w14:textId="77777777" w:rsidTr="00230AB4">
        <w:trPr>
          <w:trHeight w:val="772"/>
        </w:trPr>
        <w:tc>
          <w:tcPr>
            <w:tcW w:w="4390" w:type="dxa"/>
          </w:tcPr>
          <w:p w14:paraId="70743549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>Polni naziv vlagatelja:</w:t>
            </w:r>
          </w:p>
        </w:tc>
        <w:tc>
          <w:tcPr>
            <w:tcW w:w="4390" w:type="dxa"/>
          </w:tcPr>
          <w:p w14:paraId="352D3612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FC1B31" w:rsidRPr="00FC1B31" w14:paraId="28987157" w14:textId="77777777" w:rsidTr="00230AB4">
        <w:trPr>
          <w:trHeight w:val="832"/>
        </w:trPr>
        <w:tc>
          <w:tcPr>
            <w:tcW w:w="4390" w:type="dxa"/>
          </w:tcPr>
          <w:p w14:paraId="260409A9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>Naslov/sedež:</w:t>
            </w:r>
          </w:p>
        </w:tc>
        <w:tc>
          <w:tcPr>
            <w:tcW w:w="4390" w:type="dxa"/>
          </w:tcPr>
          <w:p w14:paraId="03F351DE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FC1B31" w:rsidRPr="00FC1B31" w14:paraId="231F4647" w14:textId="77777777" w:rsidTr="00230AB4">
        <w:trPr>
          <w:trHeight w:val="992"/>
        </w:trPr>
        <w:tc>
          <w:tcPr>
            <w:tcW w:w="4390" w:type="dxa"/>
          </w:tcPr>
          <w:p w14:paraId="7B40D937" w14:textId="77777777" w:rsidR="00FC1B31" w:rsidRPr="00FC1B31" w:rsidRDefault="00FC1B31" w:rsidP="00230AB4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>Naziv:</w:t>
            </w:r>
          </w:p>
        </w:tc>
        <w:tc>
          <w:tcPr>
            <w:tcW w:w="4390" w:type="dxa"/>
          </w:tcPr>
          <w:p w14:paraId="01D9FF2E" w14:textId="4676AC39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>Javni razpis za sofinanciranje programov in projektov ljubiteljske kulture v Občini Dobrepolje za leto 202</w:t>
            </w:r>
            <w:r w:rsidR="00D030FD">
              <w:rPr>
                <w:rFonts w:ascii="Calibri" w:hAnsi="Calibri" w:cs="Calibri"/>
                <w:color w:val="auto"/>
                <w:sz w:val="22"/>
                <w:szCs w:val="22"/>
              </w:rPr>
              <w:t>6</w:t>
            </w:r>
          </w:p>
        </w:tc>
      </w:tr>
      <w:tr w:rsidR="00FC1B31" w:rsidRPr="00FC1B31" w14:paraId="6027B9D8" w14:textId="77777777" w:rsidTr="00230AB4">
        <w:trPr>
          <w:trHeight w:val="676"/>
        </w:trPr>
        <w:tc>
          <w:tcPr>
            <w:tcW w:w="4390" w:type="dxa"/>
          </w:tcPr>
          <w:p w14:paraId="01D7DEFA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>Številka pogodbe:</w:t>
            </w:r>
          </w:p>
        </w:tc>
        <w:tc>
          <w:tcPr>
            <w:tcW w:w="4390" w:type="dxa"/>
          </w:tcPr>
          <w:p w14:paraId="5191C462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FC1B31" w:rsidRPr="00FC1B31" w14:paraId="52FA3B7D" w14:textId="77777777" w:rsidTr="00230AB4">
        <w:trPr>
          <w:trHeight w:val="827"/>
        </w:trPr>
        <w:tc>
          <w:tcPr>
            <w:tcW w:w="4390" w:type="dxa"/>
          </w:tcPr>
          <w:p w14:paraId="6F1186EE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>Višina odobrenih sredstev*:</w:t>
            </w:r>
          </w:p>
        </w:tc>
        <w:tc>
          <w:tcPr>
            <w:tcW w:w="4390" w:type="dxa"/>
          </w:tcPr>
          <w:p w14:paraId="0E725525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53392982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FC1B31" w:rsidRPr="00FC1B31" w14:paraId="591A99C9" w14:textId="77777777" w:rsidTr="00230AB4">
        <w:trPr>
          <w:trHeight w:val="653"/>
        </w:trPr>
        <w:tc>
          <w:tcPr>
            <w:tcW w:w="4390" w:type="dxa"/>
          </w:tcPr>
          <w:p w14:paraId="64C90D63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>Proračunska postavka:</w:t>
            </w:r>
          </w:p>
        </w:tc>
        <w:tc>
          <w:tcPr>
            <w:tcW w:w="4390" w:type="dxa"/>
          </w:tcPr>
          <w:p w14:paraId="10138D26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>0418013 – Sofinanciranje programov in projektov kulturnih dejavnosti</w:t>
            </w:r>
          </w:p>
        </w:tc>
      </w:tr>
      <w:tr w:rsidR="00FC1B31" w:rsidRPr="00FC1B31" w14:paraId="6ECFC6EA" w14:textId="77777777" w:rsidTr="00230AB4">
        <w:trPr>
          <w:trHeight w:val="643"/>
        </w:trPr>
        <w:tc>
          <w:tcPr>
            <w:tcW w:w="4390" w:type="dxa"/>
          </w:tcPr>
          <w:p w14:paraId="6C8A8996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>Davčna številka:</w:t>
            </w:r>
          </w:p>
        </w:tc>
        <w:tc>
          <w:tcPr>
            <w:tcW w:w="4390" w:type="dxa"/>
          </w:tcPr>
          <w:p w14:paraId="19CD29F8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FC1B31" w:rsidRPr="00FC1B31" w14:paraId="45DE4436" w14:textId="77777777" w:rsidTr="00230AB4">
        <w:trPr>
          <w:trHeight w:val="643"/>
        </w:trPr>
        <w:tc>
          <w:tcPr>
            <w:tcW w:w="4390" w:type="dxa"/>
          </w:tcPr>
          <w:p w14:paraId="340EE536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>Številka računa:</w:t>
            </w:r>
          </w:p>
        </w:tc>
        <w:tc>
          <w:tcPr>
            <w:tcW w:w="4390" w:type="dxa"/>
          </w:tcPr>
          <w:p w14:paraId="3A7C192A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3EFD76BE" w14:textId="2F6304CF" w:rsidR="00FC1B31" w:rsidRPr="00D030FD" w:rsidRDefault="00FC1B31" w:rsidP="00FC1B31">
      <w:pPr>
        <w:rPr>
          <w:rFonts w:ascii="Calibri" w:hAnsi="Calibri" w:cs="Calibri"/>
          <w:b/>
          <w:bCs/>
          <w:color w:val="auto"/>
          <w:sz w:val="18"/>
          <w:szCs w:val="18"/>
        </w:rPr>
      </w:pPr>
      <w:r w:rsidRPr="00D030FD">
        <w:rPr>
          <w:rFonts w:ascii="Calibri" w:hAnsi="Calibri" w:cs="Calibri"/>
          <w:b/>
          <w:bCs/>
          <w:color w:val="auto"/>
          <w:sz w:val="18"/>
          <w:szCs w:val="18"/>
        </w:rPr>
        <w:t>OPOMBA: *izpolni Občina Dobrepolje.</w:t>
      </w:r>
    </w:p>
    <w:p w14:paraId="1CC13177" w14:textId="77777777" w:rsidR="00FC1B31" w:rsidRPr="00FC1B31" w:rsidRDefault="00FC1B31" w:rsidP="00FC1B31">
      <w:pPr>
        <w:spacing w:after="0"/>
        <w:rPr>
          <w:rFonts w:ascii="Calibri" w:hAnsi="Calibri" w:cs="Calibri"/>
          <w:b/>
          <w:bCs/>
          <w:color w:val="auto"/>
          <w:sz w:val="24"/>
          <w:szCs w:val="24"/>
        </w:rPr>
      </w:pPr>
      <w:r w:rsidRPr="00FC1B31">
        <w:rPr>
          <w:rFonts w:ascii="Calibri" w:hAnsi="Calibri" w:cs="Calibri"/>
          <w:b/>
          <w:bCs/>
          <w:color w:val="auto"/>
          <w:sz w:val="24"/>
          <w:szCs w:val="24"/>
        </w:rPr>
        <w:t>OBČINA DOBREPOLJE</w:t>
      </w:r>
    </w:p>
    <w:p w14:paraId="3A935EEC" w14:textId="77777777" w:rsidR="00FC1B31" w:rsidRPr="00FC1B31" w:rsidRDefault="00FC1B31" w:rsidP="00FC1B31">
      <w:pPr>
        <w:spacing w:after="0"/>
        <w:rPr>
          <w:rFonts w:ascii="Calibri" w:hAnsi="Calibri" w:cs="Calibri"/>
          <w:b/>
          <w:bCs/>
          <w:color w:val="auto"/>
          <w:sz w:val="24"/>
          <w:szCs w:val="24"/>
        </w:rPr>
      </w:pPr>
      <w:r w:rsidRPr="00FC1B31">
        <w:rPr>
          <w:rFonts w:ascii="Calibri" w:hAnsi="Calibri" w:cs="Calibri"/>
          <w:b/>
          <w:bCs/>
          <w:color w:val="auto"/>
          <w:sz w:val="24"/>
          <w:szCs w:val="24"/>
        </w:rPr>
        <w:t>VIDEM 35</w:t>
      </w:r>
    </w:p>
    <w:p w14:paraId="42AD6285" w14:textId="77777777" w:rsidR="00FC1B31" w:rsidRPr="00FC1B31" w:rsidRDefault="00FC1B31" w:rsidP="00FC1B31">
      <w:pPr>
        <w:spacing w:after="0"/>
        <w:rPr>
          <w:rFonts w:ascii="Calibri" w:hAnsi="Calibri" w:cs="Calibri"/>
          <w:b/>
          <w:bCs/>
          <w:color w:val="auto"/>
          <w:sz w:val="24"/>
          <w:szCs w:val="24"/>
        </w:rPr>
      </w:pPr>
      <w:r w:rsidRPr="00FC1B31">
        <w:rPr>
          <w:rFonts w:ascii="Calibri" w:hAnsi="Calibri" w:cs="Calibri"/>
          <w:b/>
          <w:bCs/>
          <w:color w:val="auto"/>
          <w:sz w:val="24"/>
          <w:szCs w:val="24"/>
        </w:rPr>
        <w:t>1312 VIDEM DOBREPOLJE</w:t>
      </w:r>
    </w:p>
    <w:p w14:paraId="10A9598B" w14:textId="77777777" w:rsidR="00FC1B31" w:rsidRPr="00FC1B31" w:rsidRDefault="00FC1B31" w:rsidP="00FC1B31">
      <w:pPr>
        <w:spacing w:after="0"/>
        <w:rPr>
          <w:rFonts w:ascii="Calibri" w:hAnsi="Calibri" w:cs="Calibri"/>
          <w:b/>
          <w:bCs/>
          <w:color w:val="auto"/>
          <w:sz w:val="24"/>
          <w:szCs w:val="24"/>
        </w:rPr>
      </w:pPr>
    </w:p>
    <w:p w14:paraId="4BDCD913" w14:textId="080AB612" w:rsidR="00FC1B31" w:rsidRPr="00FC1B31" w:rsidRDefault="00FC1B31" w:rsidP="00FC1B31">
      <w:pPr>
        <w:spacing w:after="0"/>
        <w:jc w:val="both"/>
        <w:rPr>
          <w:rFonts w:ascii="Calibri" w:hAnsi="Calibri" w:cs="Calibri"/>
          <w:color w:val="auto"/>
          <w:sz w:val="22"/>
          <w:szCs w:val="22"/>
        </w:rPr>
      </w:pPr>
      <w:r w:rsidRPr="00FC1B31">
        <w:rPr>
          <w:rFonts w:ascii="Calibri" w:hAnsi="Calibri" w:cs="Calibri"/>
          <w:color w:val="auto"/>
          <w:sz w:val="22"/>
          <w:szCs w:val="22"/>
        </w:rPr>
        <w:t>Na podlagi Pogodbe o sofinanciranju programov in projektov ljubiteljske kulture v Občini Dobrepolje za leto 202</w:t>
      </w:r>
      <w:r w:rsidR="00D030FD">
        <w:rPr>
          <w:rFonts w:ascii="Calibri" w:hAnsi="Calibri" w:cs="Calibri"/>
          <w:color w:val="auto"/>
          <w:sz w:val="22"/>
          <w:szCs w:val="22"/>
        </w:rPr>
        <w:t>6</w:t>
      </w:r>
      <w:r w:rsidR="007815E8">
        <w:rPr>
          <w:rFonts w:ascii="Calibri" w:hAnsi="Calibri" w:cs="Calibri"/>
          <w:color w:val="auto"/>
          <w:sz w:val="22"/>
          <w:szCs w:val="22"/>
        </w:rPr>
        <w:t>,</w:t>
      </w:r>
      <w:r w:rsidRPr="00FC1B31">
        <w:rPr>
          <w:rFonts w:ascii="Calibri" w:hAnsi="Calibri" w:cs="Calibri"/>
          <w:color w:val="auto"/>
          <w:sz w:val="22"/>
          <w:szCs w:val="22"/>
        </w:rPr>
        <w:t xml:space="preserve"> prosim za nakazilo dodeljenih sredstev.</w:t>
      </w:r>
    </w:p>
    <w:p w14:paraId="728094DA" w14:textId="77777777" w:rsidR="00FC1B31" w:rsidRPr="00FC1B31" w:rsidRDefault="00FC1B31" w:rsidP="00FC1B31">
      <w:pPr>
        <w:spacing w:after="0"/>
        <w:rPr>
          <w:rFonts w:ascii="Calibri" w:hAnsi="Calibri" w:cs="Calibri"/>
          <w:b/>
          <w:bCs/>
          <w:color w:val="auto"/>
          <w:sz w:val="24"/>
          <w:szCs w:val="24"/>
        </w:rPr>
      </w:pPr>
    </w:p>
    <w:p w14:paraId="49DB5F10" w14:textId="77777777" w:rsidR="00FC1B31" w:rsidRPr="00FC1B31" w:rsidRDefault="00FC1B31" w:rsidP="00FC1B31">
      <w:pPr>
        <w:spacing w:after="0"/>
        <w:rPr>
          <w:rFonts w:ascii="Calibri" w:hAnsi="Calibri" w:cs="Calibri"/>
          <w:b/>
          <w:bCs/>
          <w:color w:val="auto"/>
          <w:sz w:val="24"/>
          <w:szCs w:val="24"/>
        </w:rPr>
      </w:pPr>
      <w:r w:rsidRPr="00FC1B31">
        <w:rPr>
          <w:rFonts w:ascii="Calibri" w:hAnsi="Calibri" w:cs="Calibri"/>
          <w:b/>
          <w:bCs/>
          <w:color w:val="auto"/>
          <w:sz w:val="24"/>
          <w:szCs w:val="24"/>
        </w:rPr>
        <w:t>Izjavljam, da: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29"/>
        <w:gridCol w:w="8027"/>
      </w:tblGrid>
      <w:tr w:rsidR="00FC1B31" w:rsidRPr="00FC1B31" w14:paraId="6EDA3647" w14:textId="77777777" w:rsidTr="00230AB4">
        <w:tc>
          <w:tcPr>
            <w:tcW w:w="846" w:type="dxa"/>
          </w:tcPr>
          <w:p w14:paraId="7FDAC9FE" w14:textId="77777777" w:rsidR="00FC1B31" w:rsidRPr="00FC1B31" w:rsidRDefault="00FC1B31" w:rsidP="00FC1B31">
            <w:pPr>
              <w:pStyle w:val="Odstavekseznama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8216" w:type="dxa"/>
          </w:tcPr>
          <w:p w14:paraId="078405AB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 xml:space="preserve">Vse kopije </w:t>
            </w:r>
            <w:r w:rsidRPr="00FC1B31">
              <w:rPr>
                <w:rFonts w:ascii="Calibri" w:hAnsi="Calibri" w:cs="Calibri"/>
                <w:color w:val="auto"/>
              </w:rPr>
              <w:t>dokazil</w:t>
            </w: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ustrezajo originalom.</w:t>
            </w:r>
          </w:p>
        </w:tc>
      </w:tr>
    </w:tbl>
    <w:p w14:paraId="446134BC" w14:textId="77777777" w:rsidR="00FC1B31" w:rsidRPr="00FC1B31" w:rsidRDefault="00FC1B31" w:rsidP="00FC1B31">
      <w:pPr>
        <w:spacing w:after="0"/>
        <w:rPr>
          <w:rFonts w:ascii="Calibri" w:hAnsi="Calibri" w:cs="Calibri"/>
          <w:b/>
          <w:bCs/>
          <w:color w:val="auto"/>
        </w:rPr>
      </w:pPr>
    </w:p>
    <w:p w14:paraId="6030DC59" w14:textId="77777777" w:rsidR="00FC1B31" w:rsidRPr="00FC1B31" w:rsidRDefault="00FC1B31" w:rsidP="00FC1B31">
      <w:pPr>
        <w:spacing w:after="0"/>
        <w:rPr>
          <w:rFonts w:ascii="Calibri" w:hAnsi="Calibri" w:cs="Calibri"/>
          <w:b/>
          <w:bCs/>
          <w:color w:val="auto"/>
        </w:rPr>
      </w:pPr>
    </w:p>
    <w:p w14:paraId="4D822A2F" w14:textId="77777777" w:rsidR="00FC1B31" w:rsidRPr="00FC1B31" w:rsidRDefault="00FC1B31" w:rsidP="00FC1B31">
      <w:pPr>
        <w:spacing w:after="0"/>
        <w:rPr>
          <w:rFonts w:ascii="Calibri" w:hAnsi="Calibri" w:cs="Calibri"/>
          <w:b/>
          <w:bCs/>
          <w:color w:val="auto"/>
        </w:rPr>
      </w:pPr>
    </w:p>
    <w:p w14:paraId="15991D7A" w14:textId="77777777" w:rsidR="00FC1B31" w:rsidRPr="00FC1B31" w:rsidRDefault="00FC1B31" w:rsidP="00FC1B31">
      <w:pPr>
        <w:spacing w:after="0"/>
        <w:rPr>
          <w:rFonts w:ascii="Calibri" w:hAnsi="Calibri" w:cs="Calibri"/>
          <w:color w:val="auto"/>
          <w:sz w:val="24"/>
          <w:szCs w:val="24"/>
        </w:rPr>
      </w:pPr>
      <w:r w:rsidRPr="00FC1B31">
        <w:rPr>
          <w:rFonts w:ascii="Calibri" w:hAnsi="Calibri" w:cs="Calibri"/>
          <w:color w:val="auto"/>
          <w:sz w:val="22"/>
          <w:szCs w:val="22"/>
        </w:rPr>
        <w:t>Videm, _______________</w:t>
      </w: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  <w:sz w:val="24"/>
          <w:szCs w:val="24"/>
        </w:rPr>
        <w:tab/>
        <w:t>____________________</w:t>
      </w:r>
    </w:p>
    <w:p w14:paraId="30BCBE61" w14:textId="04BC44E1" w:rsidR="00FC1B31" w:rsidRPr="00FC1B31" w:rsidRDefault="00FC1B31" w:rsidP="00FC1B31">
      <w:pPr>
        <w:spacing w:after="0"/>
        <w:rPr>
          <w:rFonts w:ascii="Calibri" w:hAnsi="Calibri" w:cs="Calibri"/>
          <w:color w:val="auto"/>
        </w:rPr>
      </w:pP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</w:rPr>
        <w:t xml:space="preserve">         (podpis vlagatelja)</w:t>
      </w:r>
    </w:p>
    <w:p w14:paraId="53E0549F" w14:textId="61BA5A1C" w:rsidR="00FC1B31" w:rsidRPr="00FC1B31" w:rsidRDefault="00FC1B31" w:rsidP="00FC1B31">
      <w:pPr>
        <w:spacing w:after="0"/>
        <w:rPr>
          <w:rFonts w:ascii="Calibri" w:hAnsi="Calibri" w:cs="Calibri"/>
          <w:color w:val="auto"/>
          <w:sz w:val="24"/>
          <w:szCs w:val="24"/>
        </w:rPr>
      </w:pPr>
      <w:r w:rsidRPr="00FC1B31">
        <w:rPr>
          <w:rFonts w:ascii="Calibri" w:hAnsi="Calibri" w:cs="Calibri"/>
          <w:b/>
          <w:bCs/>
          <w:color w:val="auto"/>
        </w:rPr>
        <w:t>OPOMBA</w:t>
      </w:r>
      <w:r w:rsidRPr="00FC1B31">
        <w:rPr>
          <w:rFonts w:ascii="Calibri" w:hAnsi="Calibri" w:cs="Calibri"/>
          <w:color w:val="auto"/>
        </w:rPr>
        <w:t xml:space="preserve">: Pozor! Zahtevek za izplačilo občinskih sredstev mora biti, skupaj z računi in dokazili o plačilu, na Občino Dobrepolje dostavljen </w:t>
      </w:r>
      <w:r w:rsidRPr="002F34CA">
        <w:rPr>
          <w:rFonts w:ascii="Calibri" w:hAnsi="Calibri" w:cs="Calibri"/>
          <w:b/>
          <w:bCs/>
          <w:color w:val="auto"/>
          <w:u w:val="single"/>
        </w:rPr>
        <w:t xml:space="preserve">do </w:t>
      </w:r>
      <w:r w:rsidR="002F34CA" w:rsidRPr="002F34CA">
        <w:rPr>
          <w:rFonts w:ascii="Calibri" w:hAnsi="Calibri" w:cs="Calibri"/>
          <w:b/>
          <w:bCs/>
          <w:color w:val="auto"/>
          <w:u w:val="single"/>
        </w:rPr>
        <w:t>20</w:t>
      </w:r>
      <w:r w:rsidRPr="002F34CA">
        <w:rPr>
          <w:rFonts w:ascii="Calibri" w:hAnsi="Calibri" w:cs="Calibri"/>
          <w:b/>
          <w:bCs/>
          <w:color w:val="auto"/>
          <w:u w:val="single"/>
        </w:rPr>
        <w:t>. 11. 202</w:t>
      </w:r>
      <w:r w:rsidR="00D030FD">
        <w:rPr>
          <w:rFonts w:ascii="Calibri" w:hAnsi="Calibri" w:cs="Calibri"/>
          <w:b/>
          <w:bCs/>
          <w:color w:val="auto"/>
          <w:u w:val="single"/>
        </w:rPr>
        <w:t>6</w:t>
      </w:r>
      <w:r w:rsidRPr="002F34CA">
        <w:rPr>
          <w:rFonts w:ascii="Calibri" w:hAnsi="Calibri" w:cs="Calibri"/>
          <w:b/>
          <w:bCs/>
          <w:color w:val="auto"/>
        </w:rPr>
        <w:t>.</w:t>
      </w:r>
    </w:p>
    <w:p w14:paraId="21723DA9" w14:textId="45868027" w:rsidR="00836486" w:rsidRPr="00836486" w:rsidRDefault="00836486" w:rsidP="00EC4DFB">
      <w:pPr>
        <w:spacing w:after="0"/>
        <w:jc w:val="center"/>
        <w:rPr>
          <w:rFonts w:ascii="Calibri" w:hAnsi="Calibri"/>
          <w:b/>
          <w:bCs/>
          <w:color w:val="auto"/>
          <w:sz w:val="28"/>
          <w:szCs w:val="28"/>
        </w:rPr>
      </w:pPr>
      <w:r w:rsidRPr="00836486">
        <w:rPr>
          <w:rFonts w:ascii="Calibri" w:hAnsi="Calibri"/>
          <w:b/>
          <w:bCs/>
          <w:color w:val="auto"/>
          <w:sz w:val="28"/>
          <w:szCs w:val="28"/>
        </w:rPr>
        <w:lastRenderedPageBreak/>
        <w:t>IZJAVA</w:t>
      </w:r>
    </w:p>
    <w:p w14:paraId="1313BC81" w14:textId="17814961" w:rsidR="00836486" w:rsidRPr="00836486" w:rsidRDefault="00836486" w:rsidP="00EC4DFB">
      <w:pPr>
        <w:spacing w:after="0"/>
        <w:jc w:val="center"/>
        <w:rPr>
          <w:rFonts w:ascii="Calibri" w:hAnsi="Calibri"/>
          <w:b/>
          <w:bCs/>
          <w:color w:val="auto"/>
          <w:sz w:val="28"/>
          <w:szCs w:val="28"/>
        </w:rPr>
      </w:pPr>
      <w:r>
        <w:rPr>
          <w:rFonts w:ascii="Calibri" w:hAnsi="Calibri"/>
          <w:b/>
          <w:bCs/>
          <w:color w:val="auto"/>
          <w:sz w:val="28"/>
          <w:szCs w:val="28"/>
        </w:rPr>
        <w:t>o</w:t>
      </w:r>
      <w:r w:rsidRPr="00836486">
        <w:rPr>
          <w:rFonts w:ascii="Calibri" w:hAnsi="Calibri"/>
          <w:b/>
          <w:bCs/>
          <w:color w:val="auto"/>
          <w:sz w:val="28"/>
          <w:szCs w:val="28"/>
        </w:rPr>
        <w:t xml:space="preserve"> izpolnjevanju pogojev in resničnosti podatkov</w:t>
      </w:r>
    </w:p>
    <w:p w14:paraId="4728556A" w14:textId="77777777" w:rsidR="00836486" w:rsidRDefault="00836486" w:rsidP="00836486">
      <w:pPr>
        <w:spacing w:after="0"/>
        <w:jc w:val="center"/>
        <w:rPr>
          <w:rFonts w:ascii="Calibri" w:hAnsi="Calibri" w:cs="Calibri"/>
          <w:b/>
          <w:bCs/>
          <w:color w:val="auto"/>
          <w:sz w:val="24"/>
          <w:szCs w:val="24"/>
        </w:rPr>
      </w:pPr>
      <w:bookmarkStart w:id="4" w:name="_Hlk72145768"/>
    </w:p>
    <w:p w14:paraId="7EF093E8" w14:textId="03E59DFE" w:rsidR="00EC4DFB" w:rsidRDefault="00D030FD" w:rsidP="00836486">
      <w:pPr>
        <w:spacing w:after="0"/>
        <w:jc w:val="center"/>
        <w:rPr>
          <w:rFonts w:ascii="Calibri" w:hAnsi="Calibri" w:cs="Calibri"/>
          <w:b/>
          <w:bCs/>
          <w:color w:val="auto"/>
          <w:sz w:val="24"/>
          <w:szCs w:val="24"/>
        </w:rPr>
      </w:pPr>
      <w:r>
        <w:rPr>
          <w:rFonts w:ascii="Calibri" w:hAnsi="Calibri" w:cs="Calibri"/>
          <w:b/>
          <w:bCs/>
          <w:noProof/>
          <w:color w:val="auto"/>
          <w:sz w:val="24"/>
          <w:szCs w:val="24"/>
        </w:rPr>
        <w:pict w14:anchorId="1AEABEF7">
          <v:shapetype id="_x0000_t202" coordsize="21600,21600" o:spt="202" path="m,l,21600r21600,l21600,xe">
            <v:stroke joinstyle="miter"/>
            <v:path gradientshapeok="t" o:connecttype="rect"/>
          </v:shapetype>
          <v:shape id="_x0000_s2123" type="#_x0000_t202" style="position:absolute;left:0;text-align:left;margin-left:-40.5pt;margin-top:108.05pt;width:507pt;height:347.25pt;z-index:251673600" fillcolor="white [3201]" strokecolor="#777c84 [3209]" strokeweight="1pt">
            <v:fill rotate="t"/>
            <v:stroke dashstyle="dash"/>
            <v:shadow color="#868686"/>
            <v:textbox>
              <w:txbxContent>
                <w:p w14:paraId="129B56F4" w14:textId="77777777" w:rsidR="00D51179" w:rsidRPr="0097540A" w:rsidRDefault="00D51179" w:rsidP="00D5117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auto"/>
                      <w:sz w:val="28"/>
                      <w:szCs w:val="28"/>
                    </w:rPr>
                  </w:pPr>
                  <w:r w:rsidRPr="0097540A">
                    <w:rPr>
                      <w:rFonts w:ascii="Calibri" w:hAnsi="Calibri" w:cs="Calibri"/>
                      <w:b/>
                      <w:bCs/>
                      <w:color w:val="auto"/>
                      <w:sz w:val="28"/>
                      <w:szCs w:val="28"/>
                    </w:rPr>
                    <w:t>IZJAVLJAM,</w:t>
                  </w:r>
                </w:p>
                <w:p w14:paraId="6C638C74" w14:textId="77777777" w:rsidR="00D51179" w:rsidRPr="00D51179" w:rsidRDefault="00D51179" w:rsidP="00D51179">
                  <w:pPr>
                    <w:jc w:val="both"/>
                    <w:rPr>
                      <w:rFonts w:ascii="Calibri" w:hAnsi="Calibri" w:cs="Calibri"/>
                      <w:b/>
                      <w:bCs/>
                      <w:color w:val="auto"/>
                      <w:sz w:val="22"/>
                      <w:szCs w:val="22"/>
                    </w:rPr>
                  </w:pPr>
                </w:p>
                <w:p w14:paraId="421038B9" w14:textId="536F6BDC" w:rsidR="00D51179" w:rsidRPr="00D51179" w:rsidRDefault="00D51179" w:rsidP="00D51179">
                  <w:pPr>
                    <w:pStyle w:val="Odstavekseznama"/>
                    <w:numPr>
                      <w:ilvl w:val="0"/>
                      <w:numId w:val="26"/>
                    </w:numPr>
                    <w:spacing w:after="160" w:line="259" w:lineRule="auto"/>
                    <w:jc w:val="both"/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</w:pP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 xml:space="preserve">da </w:t>
                  </w:r>
                  <w:r w:rsidR="007E34B4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 xml:space="preserve">smo registrirani za izvajanje kulturne dejavnosti in imamo sedež ali stalno prebivališče v Občini Dobrepolje,  kar </w:t>
                  </w:r>
                  <w:r w:rsidR="007E34B4" w:rsidRPr="007E34B4">
                    <w:rPr>
                      <w:rFonts w:ascii="Calibri" w:hAnsi="Calibri" w:cs="Calibri"/>
                      <w:b/>
                      <w:bCs/>
                      <w:color w:val="auto"/>
                      <w:sz w:val="22"/>
                      <w:szCs w:val="22"/>
                    </w:rPr>
                    <w:t>dokazuj</w:t>
                  </w:r>
                  <w:r w:rsidR="007E34B4">
                    <w:rPr>
                      <w:rFonts w:ascii="Calibri" w:hAnsi="Calibri" w:cs="Calibri"/>
                      <w:b/>
                      <w:bCs/>
                      <w:color w:val="auto"/>
                      <w:sz w:val="22"/>
                      <w:szCs w:val="22"/>
                    </w:rPr>
                    <w:t>emo</w:t>
                  </w:r>
                  <w:r w:rsidR="007E34B4" w:rsidRPr="007E34B4">
                    <w:rPr>
                      <w:rFonts w:ascii="Calibri" w:hAnsi="Calibri" w:cs="Calibri"/>
                      <w:b/>
                      <w:bCs/>
                      <w:color w:val="auto"/>
                      <w:sz w:val="22"/>
                      <w:szCs w:val="22"/>
                    </w:rPr>
                    <w:t xml:space="preserve"> s kopijo veljavnega temeljnega akta društva</w:t>
                  </w:r>
                  <w:r w:rsidR="007E34B4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>;</w:t>
                  </w:r>
                </w:p>
                <w:p w14:paraId="035CF158" w14:textId="77777777" w:rsidR="00D51179" w:rsidRPr="00D51179" w:rsidRDefault="00D51179" w:rsidP="00D51179">
                  <w:pPr>
                    <w:pStyle w:val="Odstavekseznama"/>
                    <w:numPr>
                      <w:ilvl w:val="0"/>
                      <w:numId w:val="26"/>
                    </w:numPr>
                    <w:spacing w:after="160" w:line="259" w:lineRule="auto"/>
                    <w:jc w:val="both"/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</w:pP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>da imamo zagotovljene prostorske, kadrovske, materialne in organizacijske možnosti za uresničevanje kulturnih aktivnosti,</w:t>
                  </w:r>
                </w:p>
                <w:p w14:paraId="1FA3722C" w14:textId="55ADA339" w:rsidR="00D51179" w:rsidRPr="007E34B4" w:rsidRDefault="00D51179" w:rsidP="00D51179">
                  <w:pPr>
                    <w:pStyle w:val="Odstavekseznama"/>
                    <w:numPr>
                      <w:ilvl w:val="0"/>
                      <w:numId w:val="26"/>
                    </w:numPr>
                    <w:spacing w:after="160" w:line="259" w:lineRule="auto"/>
                    <w:jc w:val="both"/>
                    <w:rPr>
                      <w:rFonts w:ascii="Calibri" w:hAnsi="Calibri" w:cs="Calibri"/>
                      <w:b/>
                      <w:bCs/>
                      <w:color w:val="auto"/>
                      <w:sz w:val="22"/>
                      <w:szCs w:val="22"/>
                    </w:rPr>
                  </w:pP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>da imamo urejeno evidenco o članstvu</w:t>
                  </w:r>
                  <w:r w:rsidR="007E34B4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 xml:space="preserve">, kar </w:t>
                  </w:r>
                  <w:r w:rsidR="007E34B4" w:rsidRPr="007E34B4">
                    <w:rPr>
                      <w:rFonts w:ascii="Calibri" w:hAnsi="Calibri" w:cs="Calibri"/>
                      <w:b/>
                      <w:bCs/>
                      <w:color w:val="auto"/>
                      <w:sz w:val="22"/>
                      <w:szCs w:val="22"/>
                    </w:rPr>
                    <w:t>dokazujemo s seznamom članov in plačanih članarin iz prijaviteljeve evidence</w:t>
                  </w:r>
                  <w:r w:rsidRPr="007E34B4">
                    <w:rPr>
                      <w:rFonts w:ascii="Calibri" w:hAnsi="Calibri" w:cs="Calibri"/>
                      <w:b/>
                      <w:bCs/>
                      <w:color w:val="auto"/>
                      <w:sz w:val="22"/>
                      <w:szCs w:val="22"/>
                    </w:rPr>
                    <w:t>,</w:t>
                  </w:r>
                </w:p>
                <w:p w14:paraId="5C5FB41C" w14:textId="77777777" w:rsidR="00D51179" w:rsidRPr="00D51179" w:rsidRDefault="00D51179" w:rsidP="00D51179">
                  <w:pPr>
                    <w:pStyle w:val="Odstavekseznama"/>
                    <w:numPr>
                      <w:ilvl w:val="0"/>
                      <w:numId w:val="26"/>
                    </w:numPr>
                    <w:spacing w:after="160" w:line="259" w:lineRule="auto"/>
                    <w:jc w:val="both"/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</w:pP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>da poslujemo v skladu z zakonskimi predpisi in statutom društva,</w:t>
                  </w:r>
                </w:p>
                <w:p w14:paraId="5E8D83DE" w14:textId="7642925F" w:rsidR="00D51179" w:rsidRDefault="00D51179" w:rsidP="00D51179">
                  <w:pPr>
                    <w:pStyle w:val="Odstavekseznama"/>
                    <w:numPr>
                      <w:ilvl w:val="0"/>
                      <w:numId w:val="26"/>
                    </w:numPr>
                    <w:spacing w:after="160" w:line="259" w:lineRule="auto"/>
                    <w:jc w:val="both"/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</w:pP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>da sprejemamo pogoje javnega razpisa,</w:t>
                  </w:r>
                </w:p>
                <w:p w14:paraId="7608B27D" w14:textId="77777777" w:rsidR="00D51179" w:rsidRPr="00D51179" w:rsidRDefault="00D51179" w:rsidP="00D51179">
                  <w:pPr>
                    <w:pStyle w:val="Odstavekseznama"/>
                    <w:numPr>
                      <w:ilvl w:val="0"/>
                      <w:numId w:val="26"/>
                    </w:numPr>
                    <w:spacing w:after="160" w:line="259" w:lineRule="auto"/>
                    <w:jc w:val="both"/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</w:pP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>da so podatki navedeni v prijavi resnični , kar zagotavljamo pod materialno in kazensko odgovornostjo ter smo seznanjeni z dejstvom, da je navedba neresničnih podatkov osnova za prekinitev pogodbe in vračilo že prejetih sredstev z zakonitimi zamudnimi obrestmi.</w:t>
                  </w:r>
                </w:p>
                <w:p w14:paraId="46B45341" w14:textId="77777777" w:rsidR="00D51179" w:rsidRPr="00D51179" w:rsidRDefault="00D51179" w:rsidP="00D51179">
                  <w:pPr>
                    <w:jc w:val="center"/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</w:pPr>
                </w:p>
                <w:p w14:paraId="0EEAC98C" w14:textId="0D6E0E1D" w:rsidR="00D51179" w:rsidRPr="00D51179" w:rsidRDefault="00D51179" w:rsidP="00D51179">
                  <w:pPr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</w:pP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>Datum: ________________</w:t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  <w:t>žig</w:t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>Odgovorna oseba (podpis):</w:t>
                  </w:r>
                </w:p>
                <w:p w14:paraId="11FCF3BF" w14:textId="6042A6AC" w:rsidR="00D51179" w:rsidRPr="00D51179" w:rsidRDefault="00D51179" w:rsidP="00D51179">
                  <w:pPr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</w:pP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  <w:t>_______________________</w:t>
                  </w:r>
                </w:p>
              </w:txbxContent>
            </v:textbox>
          </v:shape>
        </w:pict>
      </w: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5682"/>
        <w:gridCol w:w="3174"/>
      </w:tblGrid>
      <w:tr w:rsidR="00EC4DFB" w14:paraId="5EDAAF0E" w14:textId="77777777" w:rsidTr="00293104">
        <w:trPr>
          <w:jc w:val="center"/>
        </w:trPr>
        <w:tc>
          <w:tcPr>
            <w:tcW w:w="6322" w:type="dxa"/>
          </w:tcPr>
          <w:p w14:paraId="660E5F12" w14:textId="667421D0" w:rsidR="00EC4DFB" w:rsidRDefault="00EC4DFB" w:rsidP="00EC4DFB">
            <w:pPr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  <w:t>Podpisana odgovorna oseba (ime in priimek):</w:t>
            </w:r>
          </w:p>
        </w:tc>
        <w:tc>
          <w:tcPr>
            <w:tcW w:w="3872" w:type="dxa"/>
            <w:shd w:val="clear" w:color="auto" w:fill="C8CACE" w:themeFill="accent6" w:themeFillTint="66"/>
          </w:tcPr>
          <w:p w14:paraId="50621C0B" w14:textId="77777777" w:rsidR="00EC4DFB" w:rsidRDefault="00EC4DFB" w:rsidP="00836486">
            <w:pPr>
              <w:jc w:val="center"/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EC4DFB" w14:paraId="0F15776E" w14:textId="77777777" w:rsidTr="00293104">
        <w:trPr>
          <w:jc w:val="center"/>
        </w:trPr>
        <w:tc>
          <w:tcPr>
            <w:tcW w:w="6322" w:type="dxa"/>
          </w:tcPr>
          <w:p w14:paraId="7F3B5130" w14:textId="43B571DB" w:rsidR="00EC4DFB" w:rsidRDefault="00EC4DFB" w:rsidP="00EC4DFB">
            <w:pPr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  <w:t>Kot odgovorna oseba prijavitelja (naziv/društva/prijavitelja):</w:t>
            </w:r>
          </w:p>
        </w:tc>
        <w:tc>
          <w:tcPr>
            <w:tcW w:w="3872" w:type="dxa"/>
            <w:shd w:val="clear" w:color="auto" w:fill="C8CACE" w:themeFill="accent6" w:themeFillTint="66"/>
          </w:tcPr>
          <w:p w14:paraId="21A697AC" w14:textId="77777777" w:rsidR="00EC4DFB" w:rsidRDefault="00EC4DFB" w:rsidP="00836486">
            <w:pPr>
              <w:jc w:val="center"/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7BFA31B9" w14:textId="6A6D5206" w:rsidR="00EC4DFB" w:rsidRPr="00836486" w:rsidRDefault="00EC4DFB" w:rsidP="00836486">
      <w:pPr>
        <w:spacing w:after="0"/>
        <w:jc w:val="center"/>
        <w:rPr>
          <w:rFonts w:ascii="Calibri" w:hAnsi="Calibri" w:cs="Calibri"/>
          <w:b/>
          <w:bCs/>
          <w:color w:val="auto"/>
          <w:sz w:val="24"/>
          <w:szCs w:val="24"/>
        </w:rPr>
        <w:sectPr w:rsidR="00EC4DFB" w:rsidRPr="00836486">
          <w:headerReference w:type="default" r:id="rId11"/>
          <w:footerReference w:type="default" r:id="rId12"/>
          <w:pgSz w:w="12240" w:h="15840"/>
          <w:pgMar w:top="1440" w:right="1800" w:bottom="1440" w:left="1800" w:header="720" w:footer="432" w:gutter="0"/>
          <w:pgNumType w:start="0"/>
          <w:cols w:space="720"/>
          <w:titlePg/>
          <w:docGrid w:linePitch="360"/>
        </w:sectPr>
      </w:pPr>
    </w:p>
    <w:tbl>
      <w:tblPr>
        <w:tblpPr w:leftFromText="141" w:rightFromText="141" w:vertAnchor="page" w:horzAnchor="margin" w:tblpXSpec="center" w:tblpY="1246"/>
        <w:tblW w:w="14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8"/>
        <w:gridCol w:w="3823"/>
        <w:gridCol w:w="6553"/>
      </w:tblGrid>
      <w:tr w:rsidR="005C3191" w:rsidRPr="000A16DD" w14:paraId="63A3AACE" w14:textId="77777777" w:rsidTr="00D64ACF">
        <w:trPr>
          <w:cantSplit/>
          <w:trHeight w:val="2804"/>
        </w:trPr>
        <w:tc>
          <w:tcPr>
            <w:tcW w:w="4478" w:type="dxa"/>
          </w:tcPr>
          <w:bookmarkEnd w:id="4"/>
          <w:p w14:paraId="48526EBB" w14:textId="77777777" w:rsidR="005C3191" w:rsidRPr="000A16DD" w:rsidRDefault="005C3191" w:rsidP="00D64ACF">
            <w:pPr>
              <w:spacing w:before="100"/>
              <w:jc w:val="both"/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lastRenderedPageBreak/>
              <w:t>Vlagatelj:</w:t>
            </w:r>
          </w:p>
          <w:p w14:paraId="1D6EE4C3" w14:textId="77777777" w:rsidR="005C3191" w:rsidRPr="000A16DD" w:rsidRDefault="005C3191" w:rsidP="00D64ACF">
            <w:pPr>
              <w:jc w:val="both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823" w:type="dxa"/>
          </w:tcPr>
          <w:p w14:paraId="424AC4BD" w14:textId="77777777" w:rsidR="005C3191" w:rsidRPr="000A16DD" w:rsidRDefault="005C3191" w:rsidP="00D64ACF">
            <w:pPr>
              <w:spacing w:before="100"/>
              <w:jc w:val="both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Izpolni občina</w:t>
            </w:r>
          </w:p>
          <w:p w14:paraId="496A4D78" w14:textId="77777777" w:rsidR="005C3191" w:rsidRPr="000A16DD" w:rsidRDefault="005C3191" w:rsidP="00D64ACF">
            <w:pPr>
              <w:jc w:val="both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</w:p>
          <w:p w14:paraId="0E2AC106" w14:textId="77777777" w:rsidR="005C3191" w:rsidRPr="000A16DD" w:rsidRDefault="005C3191" w:rsidP="00D64ACF">
            <w:pPr>
              <w:spacing w:after="100"/>
              <w:jc w:val="both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Datum in čas</w:t>
            </w: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(ura, minuta) prejema:</w:t>
            </w:r>
          </w:p>
          <w:p w14:paraId="193BC126" w14:textId="77777777" w:rsidR="005C3191" w:rsidRPr="000A16DD" w:rsidRDefault="005C3191" w:rsidP="00D64ACF">
            <w:pPr>
              <w:spacing w:after="120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______________________</w:t>
            </w:r>
          </w:p>
          <w:p w14:paraId="246D8A99" w14:textId="77777777" w:rsidR="005C3191" w:rsidRPr="000A16DD" w:rsidRDefault="005C3191" w:rsidP="00D64ACF">
            <w:pPr>
              <w:jc w:val="both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Zaporedna številka</w:t>
            </w: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:________</w:t>
            </w:r>
          </w:p>
          <w:p w14:paraId="196AE77A" w14:textId="77777777" w:rsidR="005C3191" w:rsidRPr="000A16DD" w:rsidRDefault="005C3191" w:rsidP="00D64ACF">
            <w:pPr>
              <w:jc w:val="both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3" w:type="dxa"/>
            <w:vMerge w:val="restart"/>
          </w:tcPr>
          <w:p w14:paraId="353EE945" w14:textId="77777777" w:rsidR="005C3191" w:rsidRPr="000A16DD" w:rsidRDefault="005C3191" w:rsidP="00D64ACF">
            <w:pPr>
              <w:spacing w:before="100" w:after="2600"/>
              <w:jc w:val="both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Poštni žig</w:t>
            </w: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oddane priporočene pošiljke, iz katerega je razviden datum in čas (ura, minuta) oddaje vloge</w:t>
            </w:r>
          </w:p>
          <w:p w14:paraId="4987CD83" w14:textId="77777777" w:rsidR="005C3191" w:rsidRPr="000A16DD" w:rsidRDefault="005C3191" w:rsidP="00D64ACF">
            <w:pPr>
              <w:ind w:left="432" w:right="162"/>
              <w:jc w:val="both"/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Prejemnik:</w:t>
            </w:r>
          </w:p>
          <w:p w14:paraId="79E4056F" w14:textId="77777777" w:rsidR="005C3191" w:rsidRPr="000A16DD" w:rsidRDefault="005C3191" w:rsidP="00D64ACF">
            <w:pPr>
              <w:ind w:left="432" w:right="162"/>
              <w:jc w:val="both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</w:p>
          <w:p w14:paraId="3BB17447" w14:textId="77777777" w:rsidR="005C3191" w:rsidRPr="000A16DD" w:rsidRDefault="005C3191" w:rsidP="00D64ACF">
            <w:pPr>
              <w:ind w:left="432" w:right="162"/>
              <w:jc w:val="both"/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OBČINA DOBREPOLJE</w:t>
            </w:r>
          </w:p>
          <w:p w14:paraId="21C69280" w14:textId="77777777" w:rsidR="005C3191" w:rsidRPr="000A16DD" w:rsidRDefault="005C3191" w:rsidP="00D64ACF">
            <w:pPr>
              <w:ind w:left="432" w:right="162"/>
              <w:jc w:val="both"/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VIDEM 35</w:t>
            </w:r>
          </w:p>
          <w:p w14:paraId="59EEEFA5" w14:textId="77777777" w:rsidR="005C3191" w:rsidRPr="000A16DD" w:rsidRDefault="005C3191" w:rsidP="00D64ACF">
            <w:pPr>
              <w:ind w:left="432" w:right="162"/>
              <w:jc w:val="both"/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</w:pPr>
          </w:p>
          <w:p w14:paraId="3E6C8128" w14:textId="77777777" w:rsidR="005C3191" w:rsidRPr="000A16DD" w:rsidRDefault="005C3191" w:rsidP="00D64ACF">
            <w:pPr>
              <w:ind w:left="432" w:right="162"/>
              <w:jc w:val="both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1312 VIDEM-DOBREPOLJE</w:t>
            </w:r>
          </w:p>
        </w:tc>
      </w:tr>
      <w:tr w:rsidR="005C3191" w:rsidRPr="000A16DD" w14:paraId="454FFD3B" w14:textId="77777777" w:rsidTr="00D64ACF">
        <w:trPr>
          <w:cantSplit/>
          <w:trHeight w:val="3858"/>
        </w:trPr>
        <w:tc>
          <w:tcPr>
            <w:tcW w:w="8301" w:type="dxa"/>
            <w:gridSpan w:val="2"/>
          </w:tcPr>
          <w:p w14:paraId="18DC816C" w14:textId="77777777" w:rsidR="005C3191" w:rsidRPr="000A16DD" w:rsidRDefault="005C3191" w:rsidP="00D64ACF">
            <w:pPr>
              <w:spacing w:before="100"/>
              <w:ind w:right="431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Oznaka vloge:</w:t>
            </w:r>
          </w:p>
          <w:p w14:paraId="5E5DC4E1" w14:textId="77777777" w:rsidR="005C3191" w:rsidRPr="000A16DD" w:rsidRDefault="005C3191" w:rsidP="00D64ACF">
            <w:pPr>
              <w:ind w:right="432"/>
              <w:jc w:val="both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</w:p>
          <w:p w14:paraId="4E56D1DD" w14:textId="77777777" w:rsidR="005C3191" w:rsidRPr="000A16DD" w:rsidRDefault="005C3191" w:rsidP="00D64ACF">
            <w:pPr>
              <w:ind w:right="432"/>
              <w:jc w:val="both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</w:p>
          <w:p w14:paraId="73BDFB3A" w14:textId="77777777" w:rsidR="005C3191" w:rsidRPr="000A16DD" w:rsidRDefault="005C3191" w:rsidP="00D64ACF">
            <w:pPr>
              <w:ind w:right="432"/>
              <w:jc w:val="both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</w:p>
          <w:p w14:paraId="5A5BC825" w14:textId="6F53190B" w:rsidR="005C3191" w:rsidRPr="000A16DD" w:rsidRDefault="005C3191" w:rsidP="00D64ACF">
            <w:pPr>
              <w:ind w:right="432"/>
              <w:jc w:val="both"/>
              <w:rPr>
                <w:rFonts w:ascii="Calibri" w:hAnsi="Calibri" w:cs="Arial"/>
                <w:i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»NE ODPIRAJ – KULTURA</w:t>
            </w:r>
            <w:r w:rsidR="004D18BA"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 xml:space="preserve"> 20</w:t>
            </w:r>
            <w:r w:rsidR="00232AFE"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2</w:t>
            </w:r>
            <w:r w:rsidR="00D030F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6</w:t>
            </w: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«</w:t>
            </w:r>
          </w:p>
          <w:p w14:paraId="0E1A18D3" w14:textId="77777777" w:rsidR="005C3191" w:rsidRPr="000A16DD" w:rsidRDefault="005C3191" w:rsidP="00D64ACF">
            <w:pPr>
              <w:ind w:right="432"/>
              <w:jc w:val="both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</w:p>
          <w:p w14:paraId="1A3700EA" w14:textId="77777777" w:rsidR="005C3191" w:rsidRPr="000A16DD" w:rsidRDefault="005C3191" w:rsidP="00D64ACF">
            <w:pPr>
              <w:ind w:right="43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3" w:type="dxa"/>
            <w:vMerge/>
            <w:tcBorders>
              <w:bottom w:val="single" w:sz="4" w:space="0" w:color="auto"/>
            </w:tcBorders>
          </w:tcPr>
          <w:p w14:paraId="4B2AD591" w14:textId="77777777" w:rsidR="005C3191" w:rsidRPr="000A16DD" w:rsidRDefault="005C3191" w:rsidP="00D64ACF">
            <w:pPr>
              <w:ind w:left="432" w:right="3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B2AD4E" w14:textId="0FDB9BAC" w:rsidR="00416B19" w:rsidRDefault="00416B19" w:rsidP="005C3191">
      <w:pPr>
        <w:rPr>
          <w:rFonts w:ascii="Calibri" w:hAnsi="Calibri"/>
          <w:sz w:val="22"/>
          <w:szCs w:val="22"/>
        </w:rPr>
      </w:pPr>
    </w:p>
    <w:p w14:paraId="6B859833" w14:textId="77777777" w:rsidR="00FC1B31" w:rsidRPr="000A16DD" w:rsidRDefault="00FC1B31" w:rsidP="005C3191">
      <w:pPr>
        <w:rPr>
          <w:rFonts w:ascii="Calibri" w:hAnsi="Calibri"/>
          <w:sz w:val="22"/>
          <w:szCs w:val="22"/>
        </w:rPr>
      </w:pPr>
    </w:p>
    <w:sectPr w:rsidR="00FC1B31" w:rsidRPr="000A16DD" w:rsidSect="008217A5">
      <w:pgSz w:w="15840" w:h="12240" w:orient="landscape"/>
      <w:pgMar w:top="1800" w:right="1440" w:bottom="1800" w:left="1440" w:header="720" w:footer="432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A2E74" w14:textId="77777777" w:rsidR="008045CB" w:rsidRDefault="008045CB">
      <w:pPr>
        <w:spacing w:after="0" w:line="240" w:lineRule="auto"/>
      </w:pPr>
      <w:r>
        <w:separator/>
      </w:r>
    </w:p>
  </w:endnote>
  <w:endnote w:type="continuationSeparator" w:id="0">
    <w:p w14:paraId="7A21A717" w14:textId="77777777" w:rsidR="008045CB" w:rsidRDefault="00804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entury Schoolbook">
    <w:altName w:val="Century Schoolbook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69788" w14:textId="3619185C" w:rsidR="00232AFE" w:rsidRDefault="00232AFE">
    <w:pPr>
      <w:pStyle w:val="Noga"/>
    </w:pPr>
    <w:r>
      <w:ptab w:relativeTo="margin" w:alignment="right" w:leader="none"/>
    </w:r>
    <w:r>
      <w:fldChar w:fldCharType="begin"/>
    </w:r>
    <w:r>
      <w:instrText>PAGE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54A58" w14:textId="77777777" w:rsidR="008045CB" w:rsidRDefault="008045CB">
      <w:pPr>
        <w:spacing w:after="0" w:line="240" w:lineRule="auto"/>
      </w:pPr>
      <w:r>
        <w:separator/>
      </w:r>
    </w:p>
  </w:footnote>
  <w:footnote w:type="continuationSeparator" w:id="0">
    <w:p w14:paraId="2996F486" w14:textId="77777777" w:rsidR="008045CB" w:rsidRDefault="00804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86BFC" w14:textId="77777777" w:rsidR="00232AFE" w:rsidRDefault="00232AFE">
    <w:pPr>
      <w:pStyle w:val="Glava"/>
    </w:pPr>
  </w:p>
  <w:p w14:paraId="0B338515" w14:textId="77777777" w:rsidR="00232AFE" w:rsidRDefault="00232AFE">
    <w:pPr>
      <w:pStyle w:val="Glava"/>
    </w:pPr>
  </w:p>
  <w:p w14:paraId="528524B6" w14:textId="77777777" w:rsidR="00232AFE" w:rsidRDefault="00232AFE">
    <w:pPr>
      <w:pStyle w:val="Glava"/>
    </w:pPr>
  </w:p>
  <w:p w14:paraId="58DE28CA" w14:textId="77777777" w:rsidR="00232AFE" w:rsidRDefault="00D030FD">
    <w:pPr>
      <w:pStyle w:val="Glava"/>
    </w:pPr>
    <w:r>
      <w:rPr>
        <w:noProof/>
      </w:rPr>
      <w:pict w14:anchorId="333B09C3">
        <v:shapetype id="_x0000_t32" coordsize="21600,21600" o:spt="32" o:oned="t" path="m,l21600,21600e" filled="f">
          <v:path arrowok="t" fillok="f" o:connecttype="none"/>
          <o:lock v:ext="edit" shapetype="t"/>
        </v:shapetype>
        <v:shape id="Samooblika 9" o:spid="_x0000_s1026" type="#_x0000_t32" style="position:absolute;margin-left:0;margin-top:0;width:0;height:806.25pt;z-index:251659264;visibility:visible;mso-wrap-style:square;mso-width-percent:0;mso-height-percent:1020;mso-left-percent:970;mso-wrap-distance-left:9pt;mso-wrap-distance-top:0;mso-wrap-distance-right:9pt;mso-wrap-distance-bottom:0;mso-position-horizontal-relative:page;mso-position-vertical:center;mso-position-vertical-relative:page;mso-width-percent:0;mso-height-percent:1020;mso-left-percent:970;mso-width-relative:right-margin-area;mso-height-relative:page" strokecolor="#f2f2f2 [3041]" strokeweight="3pt">
          <v:shadow type="perspective" color="#244482 [1605]" opacity=".5" offset="1pt" offset2="-1pt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86A7C"/>
    <w:multiLevelType w:val="hybridMultilevel"/>
    <w:tmpl w:val="A6B85D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271C0"/>
    <w:multiLevelType w:val="hybridMultilevel"/>
    <w:tmpl w:val="FE6299F6"/>
    <w:lvl w:ilvl="0" w:tplc="DE38AE4E">
      <w:start w:val="3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9F75D2"/>
    <w:multiLevelType w:val="hybridMultilevel"/>
    <w:tmpl w:val="162875E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8C4242C0">
      <w:start w:val="2"/>
      <w:numFmt w:val="upperRoman"/>
      <w:lvlText w:val="%2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DB0B7E8">
      <w:start w:val="7"/>
      <w:numFmt w:val="decimal"/>
      <w:lvlText w:val="%4."/>
      <w:lvlJc w:val="left"/>
      <w:pPr>
        <w:ind w:left="2520" w:hanging="360"/>
      </w:pPr>
      <w:rPr>
        <w:rFonts w:cs="Aria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170511"/>
    <w:multiLevelType w:val="hybridMultilevel"/>
    <w:tmpl w:val="14B6EADC"/>
    <w:lvl w:ilvl="0" w:tplc="AD980C3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sz w:val="24"/>
        <w:szCs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F09ED"/>
    <w:multiLevelType w:val="multilevel"/>
    <w:tmpl w:val="CD40BF9A"/>
    <w:styleLink w:val="Oznaenseznam1"/>
    <w:lvl w:ilvl="0">
      <w:start w:val="1"/>
      <w:numFmt w:val="bullet"/>
      <w:lvlText w:val=""/>
      <w:lvlJc w:val="left"/>
      <w:pPr>
        <w:ind w:left="245" w:hanging="245"/>
      </w:pPr>
      <w:rPr>
        <w:rFonts w:ascii="Wingdings 2" w:hAnsi="Wingdings 2" w:hint="default"/>
        <w:color w:val="FE8637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5" w15:restartNumberingAfterBreak="0">
    <w:nsid w:val="13584A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54356EB"/>
    <w:multiLevelType w:val="hybridMultilevel"/>
    <w:tmpl w:val="8D22F9CC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81B8D"/>
    <w:multiLevelType w:val="hybridMultilevel"/>
    <w:tmpl w:val="6B4A618E"/>
    <w:lvl w:ilvl="0" w:tplc="4D44C2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43457"/>
    <w:multiLevelType w:val="hybridMultilevel"/>
    <w:tmpl w:val="3A1E20A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E3499"/>
    <w:multiLevelType w:val="multilevel"/>
    <w:tmpl w:val="85C08436"/>
    <w:styleLink w:val="Otevilenseznam1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10" w15:restartNumberingAfterBreak="0">
    <w:nsid w:val="23385A73"/>
    <w:multiLevelType w:val="hybridMultilevel"/>
    <w:tmpl w:val="2DB8643A"/>
    <w:lvl w:ilvl="0" w:tplc="BEEABCFE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 w15:restartNumberingAfterBreak="0">
    <w:nsid w:val="24627E0B"/>
    <w:multiLevelType w:val="hybridMultilevel"/>
    <w:tmpl w:val="601C6BE6"/>
    <w:lvl w:ilvl="0" w:tplc="0424000F">
      <w:start w:val="1"/>
      <w:numFmt w:val="decimal"/>
      <w:lvlText w:val="%1."/>
      <w:lvlJc w:val="left"/>
      <w:pPr>
        <w:ind w:left="4770" w:hanging="360"/>
      </w:pPr>
    </w:lvl>
    <w:lvl w:ilvl="1" w:tplc="04240019" w:tentative="1">
      <w:start w:val="1"/>
      <w:numFmt w:val="lowerLetter"/>
      <w:lvlText w:val="%2."/>
      <w:lvlJc w:val="left"/>
      <w:pPr>
        <w:ind w:left="5490" w:hanging="360"/>
      </w:pPr>
    </w:lvl>
    <w:lvl w:ilvl="2" w:tplc="0424001B" w:tentative="1">
      <w:start w:val="1"/>
      <w:numFmt w:val="lowerRoman"/>
      <w:lvlText w:val="%3."/>
      <w:lvlJc w:val="right"/>
      <w:pPr>
        <w:ind w:left="6210" w:hanging="180"/>
      </w:pPr>
    </w:lvl>
    <w:lvl w:ilvl="3" w:tplc="0424000F" w:tentative="1">
      <w:start w:val="1"/>
      <w:numFmt w:val="decimal"/>
      <w:lvlText w:val="%4."/>
      <w:lvlJc w:val="left"/>
      <w:pPr>
        <w:ind w:left="6930" w:hanging="360"/>
      </w:pPr>
    </w:lvl>
    <w:lvl w:ilvl="4" w:tplc="04240019" w:tentative="1">
      <w:start w:val="1"/>
      <w:numFmt w:val="lowerLetter"/>
      <w:lvlText w:val="%5."/>
      <w:lvlJc w:val="left"/>
      <w:pPr>
        <w:ind w:left="7650" w:hanging="360"/>
      </w:pPr>
    </w:lvl>
    <w:lvl w:ilvl="5" w:tplc="0424001B" w:tentative="1">
      <w:start w:val="1"/>
      <w:numFmt w:val="lowerRoman"/>
      <w:lvlText w:val="%6."/>
      <w:lvlJc w:val="right"/>
      <w:pPr>
        <w:ind w:left="8370" w:hanging="180"/>
      </w:pPr>
    </w:lvl>
    <w:lvl w:ilvl="6" w:tplc="0424000F" w:tentative="1">
      <w:start w:val="1"/>
      <w:numFmt w:val="decimal"/>
      <w:lvlText w:val="%7."/>
      <w:lvlJc w:val="left"/>
      <w:pPr>
        <w:ind w:left="9090" w:hanging="360"/>
      </w:pPr>
    </w:lvl>
    <w:lvl w:ilvl="7" w:tplc="04240019" w:tentative="1">
      <w:start w:val="1"/>
      <w:numFmt w:val="lowerLetter"/>
      <w:lvlText w:val="%8."/>
      <w:lvlJc w:val="left"/>
      <w:pPr>
        <w:ind w:left="9810" w:hanging="360"/>
      </w:pPr>
    </w:lvl>
    <w:lvl w:ilvl="8" w:tplc="0424001B" w:tentative="1">
      <w:start w:val="1"/>
      <w:numFmt w:val="lowerRoman"/>
      <w:lvlText w:val="%9."/>
      <w:lvlJc w:val="right"/>
      <w:pPr>
        <w:ind w:left="10530" w:hanging="180"/>
      </w:pPr>
    </w:lvl>
  </w:abstractNum>
  <w:abstractNum w:abstractNumId="12" w15:restartNumberingAfterBreak="0">
    <w:nsid w:val="299E4EE3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C858A9"/>
    <w:multiLevelType w:val="hybridMultilevel"/>
    <w:tmpl w:val="43BC08E6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1258BB"/>
    <w:multiLevelType w:val="hybridMultilevel"/>
    <w:tmpl w:val="3D7657F4"/>
    <w:lvl w:ilvl="0" w:tplc="97145C1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00B50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AC75BF"/>
    <w:multiLevelType w:val="hybridMultilevel"/>
    <w:tmpl w:val="1D9AF30A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30522"/>
    <w:multiLevelType w:val="hybridMultilevel"/>
    <w:tmpl w:val="3542792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29117C"/>
    <w:multiLevelType w:val="hybridMultilevel"/>
    <w:tmpl w:val="00C4B630"/>
    <w:lvl w:ilvl="0" w:tplc="7896A5F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E6592"/>
    <w:multiLevelType w:val="multilevel"/>
    <w:tmpl w:val="A60230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6F05A36"/>
    <w:multiLevelType w:val="multilevel"/>
    <w:tmpl w:val="9912D300"/>
    <w:lvl w:ilvl="0">
      <w:start w:val="1"/>
      <w:numFmt w:val="decimal"/>
      <w:pStyle w:val="Kazalovsebin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414751" w:themeColor="text2" w:themeShade="BF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414751" w:themeColor="text2" w:themeShade="BF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414751" w:themeColor="text2" w:themeShade="BF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414751" w:themeColor="text2" w:themeShade="BF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414751" w:themeColor="text2" w:themeShade="BF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414751" w:themeColor="text2" w:themeShade="BF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414751" w:themeColor="text2" w:themeShade="BF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414751" w:themeColor="text2" w:themeShade="BF"/>
      </w:rPr>
    </w:lvl>
  </w:abstractNum>
  <w:abstractNum w:abstractNumId="21" w15:restartNumberingAfterBreak="0">
    <w:nsid w:val="684E3F7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CA9616D"/>
    <w:multiLevelType w:val="hybridMultilevel"/>
    <w:tmpl w:val="BF9EC1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224EA9"/>
    <w:multiLevelType w:val="hybridMultilevel"/>
    <w:tmpl w:val="F69A0C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4242C0">
      <w:start w:val="2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541C30"/>
    <w:multiLevelType w:val="hybridMultilevel"/>
    <w:tmpl w:val="6D8C03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D702AA"/>
    <w:multiLevelType w:val="hybridMultilevel"/>
    <w:tmpl w:val="ACEAF72E"/>
    <w:lvl w:ilvl="0" w:tplc="4D44C2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414F6A"/>
    <w:multiLevelType w:val="hybridMultilevel"/>
    <w:tmpl w:val="BA6E820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1185125">
    <w:abstractNumId w:val="4"/>
  </w:num>
  <w:num w:numId="2" w16cid:durableId="3480258">
    <w:abstractNumId w:val="9"/>
  </w:num>
  <w:num w:numId="3" w16cid:durableId="1873809615">
    <w:abstractNumId w:val="21"/>
  </w:num>
  <w:num w:numId="4" w16cid:durableId="1578400047">
    <w:abstractNumId w:val="14"/>
  </w:num>
  <w:num w:numId="5" w16cid:durableId="1790005238">
    <w:abstractNumId w:val="3"/>
  </w:num>
  <w:num w:numId="6" w16cid:durableId="1933197454">
    <w:abstractNumId w:val="12"/>
  </w:num>
  <w:num w:numId="7" w16cid:durableId="1664435749">
    <w:abstractNumId w:val="5"/>
  </w:num>
  <w:num w:numId="8" w16cid:durableId="864565490">
    <w:abstractNumId w:val="10"/>
  </w:num>
  <w:num w:numId="9" w16cid:durableId="625357144">
    <w:abstractNumId w:val="23"/>
  </w:num>
  <w:num w:numId="10" w16cid:durableId="1884519812">
    <w:abstractNumId w:val="2"/>
  </w:num>
  <w:num w:numId="11" w16cid:durableId="2044287347">
    <w:abstractNumId w:val="7"/>
  </w:num>
  <w:num w:numId="12" w16cid:durableId="1580939526">
    <w:abstractNumId w:val="1"/>
  </w:num>
  <w:num w:numId="13" w16cid:durableId="5331753">
    <w:abstractNumId w:val="24"/>
  </w:num>
  <w:num w:numId="14" w16cid:durableId="1713724751">
    <w:abstractNumId w:val="19"/>
  </w:num>
  <w:num w:numId="15" w16cid:durableId="1060205705">
    <w:abstractNumId w:val="25"/>
  </w:num>
  <w:num w:numId="16" w16cid:durableId="117112833">
    <w:abstractNumId w:val="15"/>
  </w:num>
  <w:num w:numId="17" w16cid:durableId="1661155252">
    <w:abstractNumId w:val="20"/>
  </w:num>
  <w:num w:numId="18" w16cid:durableId="1343780283">
    <w:abstractNumId w:val="0"/>
  </w:num>
  <w:num w:numId="19" w16cid:durableId="426654221">
    <w:abstractNumId w:val="13"/>
  </w:num>
  <w:num w:numId="20" w16cid:durableId="1449085750">
    <w:abstractNumId w:val="18"/>
  </w:num>
  <w:num w:numId="21" w16cid:durableId="44568916">
    <w:abstractNumId w:val="11"/>
  </w:num>
  <w:num w:numId="22" w16cid:durableId="1606494025">
    <w:abstractNumId w:val="17"/>
  </w:num>
  <w:num w:numId="23" w16cid:durableId="1360859662">
    <w:abstractNumId w:val="20"/>
    <w:lvlOverride w:ilvl="0">
      <w:startOverride w:val="1"/>
    </w:lvlOverride>
  </w:num>
  <w:num w:numId="24" w16cid:durableId="570577135">
    <w:abstractNumId w:val="6"/>
  </w:num>
  <w:num w:numId="25" w16cid:durableId="72047093">
    <w:abstractNumId w:val="16"/>
  </w:num>
  <w:num w:numId="26" w16cid:durableId="1874147110">
    <w:abstractNumId w:val="22"/>
  </w:num>
  <w:num w:numId="27" w16cid:durableId="1368021121">
    <w:abstractNumId w:val="8"/>
  </w:num>
  <w:num w:numId="28" w16cid:durableId="1189488745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125" fillcolor="#feb686" stroke="f" strokecolor="#bfb675">
      <v:fill color="#feb686" color2="none [3204]" rotate="t" angle="90" focus="100%" type="gradient"/>
      <v:stroke color="#bfb675" on="f"/>
    </o:shapedefaults>
    <o:shapelayout v:ext="edit">
      <o:idmap v:ext="edit" data="1"/>
      <o:rules v:ext="edit">
        <o:r id="V:Rule2" type="connector" idref="#Samooblika 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2868"/>
    <w:rsid w:val="00007539"/>
    <w:rsid w:val="00011E07"/>
    <w:rsid w:val="00020ADE"/>
    <w:rsid w:val="000348F9"/>
    <w:rsid w:val="00036113"/>
    <w:rsid w:val="000367D2"/>
    <w:rsid w:val="00046977"/>
    <w:rsid w:val="00080A4B"/>
    <w:rsid w:val="00081803"/>
    <w:rsid w:val="00087B92"/>
    <w:rsid w:val="00094CBA"/>
    <w:rsid w:val="00097F60"/>
    <w:rsid w:val="000A16DD"/>
    <w:rsid w:val="000A44DA"/>
    <w:rsid w:val="000C2F82"/>
    <w:rsid w:val="000D1FDF"/>
    <w:rsid w:val="00104AD2"/>
    <w:rsid w:val="001279CF"/>
    <w:rsid w:val="00157778"/>
    <w:rsid w:val="001774C0"/>
    <w:rsid w:val="00191773"/>
    <w:rsid w:val="001936E3"/>
    <w:rsid w:val="001A4D8F"/>
    <w:rsid w:val="001A771B"/>
    <w:rsid w:val="001E1914"/>
    <w:rsid w:val="001E24A5"/>
    <w:rsid w:val="001E34FB"/>
    <w:rsid w:val="001E6523"/>
    <w:rsid w:val="001F09FA"/>
    <w:rsid w:val="001F7632"/>
    <w:rsid w:val="002245E5"/>
    <w:rsid w:val="00232AFE"/>
    <w:rsid w:val="00243AF1"/>
    <w:rsid w:val="00246689"/>
    <w:rsid w:val="00270E93"/>
    <w:rsid w:val="002824FD"/>
    <w:rsid w:val="00285A02"/>
    <w:rsid w:val="00293104"/>
    <w:rsid w:val="002B1659"/>
    <w:rsid w:val="002B4DCE"/>
    <w:rsid w:val="002C52A0"/>
    <w:rsid w:val="002D3578"/>
    <w:rsid w:val="002F0DD4"/>
    <w:rsid w:val="002F3183"/>
    <w:rsid w:val="002F34CA"/>
    <w:rsid w:val="002F6227"/>
    <w:rsid w:val="002F6C32"/>
    <w:rsid w:val="00313BF0"/>
    <w:rsid w:val="0033600F"/>
    <w:rsid w:val="003467C0"/>
    <w:rsid w:val="00347F28"/>
    <w:rsid w:val="003566EC"/>
    <w:rsid w:val="00366E7F"/>
    <w:rsid w:val="0038777E"/>
    <w:rsid w:val="003B471F"/>
    <w:rsid w:val="003C34A7"/>
    <w:rsid w:val="003C79FB"/>
    <w:rsid w:val="003D0C21"/>
    <w:rsid w:val="003D2868"/>
    <w:rsid w:val="00416B19"/>
    <w:rsid w:val="004179A9"/>
    <w:rsid w:val="00417FF1"/>
    <w:rsid w:val="00451FDB"/>
    <w:rsid w:val="00464EE3"/>
    <w:rsid w:val="004760E3"/>
    <w:rsid w:val="00482B5F"/>
    <w:rsid w:val="004930E2"/>
    <w:rsid w:val="004A2484"/>
    <w:rsid w:val="004B18B9"/>
    <w:rsid w:val="004B3E53"/>
    <w:rsid w:val="004B6F0B"/>
    <w:rsid w:val="004C008C"/>
    <w:rsid w:val="004D18BA"/>
    <w:rsid w:val="004D54E0"/>
    <w:rsid w:val="004E40BA"/>
    <w:rsid w:val="004F2E7F"/>
    <w:rsid w:val="00555631"/>
    <w:rsid w:val="00562B28"/>
    <w:rsid w:val="005C3191"/>
    <w:rsid w:val="005D4C16"/>
    <w:rsid w:val="005E3982"/>
    <w:rsid w:val="00607F2C"/>
    <w:rsid w:val="0061209D"/>
    <w:rsid w:val="006171DC"/>
    <w:rsid w:val="00637622"/>
    <w:rsid w:val="00672F35"/>
    <w:rsid w:val="00673372"/>
    <w:rsid w:val="006B7719"/>
    <w:rsid w:val="006C117E"/>
    <w:rsid w:val="006C2607"/>
    <w:rsid w:val="006D45B6"/>
    <w:rsid w:val="006D6A82"/>
    <w:rsid w:val="006E4EDE"/>
    <w:rsid w:val="007076F4"/>
    <w:rsid w:val="007346FD"/>
    <w:rsid w:val="00761A79"/>
    <w:rsid w:val="00763BE4"/>
    <w:rsid w:val="00772806"/>
    <w:rsid w:val="00774DE1"/>
    <w:rsid w:val="007764CC"/>
    <w:rsid w:val="007815E8"/>
    <w:rsid w:val="0078248D"/>
    <w:rsid w:val="00783AA7"/>
    <w:rsid w:val="007950D7"/>
    <w:rsid w:val="007A3744"/>
    <w:rsid w:val="007B75A0"/>
    <w:rsid w:val="007C538A"/>
    <w:rsid w:val="007E34B4"/>
    <w:rsid w:val="008045CB"/>
    <w:rsid w:val="008217A5"/>
    <w:rsid w:val="008243CE"/>
    <w:rsid w:val="00831816"/>
    <w:rsid w:val="00836486"/>
    <w:rsid w:val="008406A7"/>
    <w:rsid w:val="00842A8D"/>
    <w:rsid w:val="008523F4"/>
    <w:rsid w:val="00861FCE"/>
    <w:rsid w:val="0086241D"/>
    <w:rsid w:val="00863819"/>
    <w:rsid w:val="00867290"/>
    <w:rsid w:val="008739EE"/>
    <w:rsid w:val="00896371"/>
    <w:rsid w:val="008B0ED8"/>
    <w:rsid w:val="00934DEF"/>
    <w:rsid w:val="009405DD"/>
    <w:rsid w:val="00944247"/>
    <w:rsid w:val="00951CA8"/>
    <w:rsid w:val="00954B79"/>
    <w:rsid w:val="00957C00"/>
    <w:rsid w:val="0096671A"/>
    <w:rsid w:val="0097540A"/>
    <w:rsid w:val="00982283"/>
    <w:rsid w:val="0098512F"/>
    <w:rsid w:val="009F22D8"/>
    <w:rsid w:val="00A117F8"/>
    <w:rsid w:val="00A13BF9"/>
    <w:rsid w:val="00A15938"/>
    <w:rsid w:val="00A33D5C"/>
    <w:rsid w:val="00A57914"/>
    <w:rsid w:val="00A744BD"/>
    <w:rsid w:val="00A80AB3"/>
    <w:rsid w:val="00AE2B3B"/>
    <w:rsid w:val="00AE2EFC"/>
    <w:rsid w:val="00B10F30"/>
    <w:rsid w:val="00B11C4D"/>
    <w:rsid w:val="00B12FF2"/>
    <w:rsid w:val="00B16BF7"/>
    <w:rsid w:val="00B25E19"/>
    <w:rsid w:val="00B40190"/>
    <w:rsid w:val="00B40B6D"/>
    <w:rsid w:val="00B84415"/>
    <w:rsid w:val="00C11AD1"/>
    <w:rsid w:val="00C152FE"/>
    <w:rsid w:val="00C37F6A"/>
    <w:rsid w:val="00C44C90"/>
    <w:rsid w:val="00C44E3C"/>
    <w:rsid w:val="00C47292"/>
    <w:rsid w:val="00C56138"/>
    <w:rsid w:val="00C6320E"/>
    <w:rsid w:val="00C72BB1"/>
    <w:rsid w:val="00C80A63"/>
    <w:rsid w:val="00CD3AE5"/>
    <w:rsid w:val="00D0076A"/>
    <w:rsid w:val="00D030FD"/>
    <w:rsid w:val="00D13F13"/>
    <w:rsid w:val="00D26664"/>
    <w:rsid w:val="00D51179"/>
    <w:rsid w:val="00D572A0"/>
    <w:rsid w:val="00D64ACF"/>
    <w:rsid w:val="00DD5204"/>
    <w:rsid w:val="00E21191"/>
    <w:rsid w:val="00E25500"/>
    <w:rsid w:val="00E41DC4"/>
    <w:rsid w:val="00E45566"/>
    <w:rsid w:val="00E6055C"/>
    <w:rsid w:val="00E62686"/>
    <w:rsid w:val="00E651BF"/>
    <w:rsid w:val="00E8330E"/>
    <w:rsid w:val="00E91051"/>
    <w:rsid w:val="00EB3784"/>
    <w:rsid w:val="00EB3FBF"/>
    <w:rsid w:val="00EC4DFB"/>
    <w:rsid w:val="00ED3489"/>
    <w:rsid w:val="00F1551B"/>
    <w:rsid w:val="00F271E6"/>
    <w:rsid w:val="00F426BB"/>
    <w:rsid w:val="00F52B3C"/>
    <w:rsid w:val="00F540B2"/>
    <w:rsid w:val="00F65A29"/>
    <w:rsid w:val="00F93B88"/>
    <w:rsid w:val="00FC1B31"/>
    <w:rsid w:val="00FC5568"/>
    <w:rsid w:val="00FE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5" fillcolor="#feb686" stroke="f" strokecolor="#bfb675">
      <v:fill color="#feb686" color2="none [3204]" rotate="t" angle="90" focus="100%" type="gradient"/>
      <v:stroke color="#bfb675" on="f"/>
    </o:shapedefaults>
    <o:shapelayout v:ext="edit">
      <o:idmap v:ext="edit" data="2"/>
    </o:shapelayout>
  </w:shapeDefaults>
  <w:decimalSymbol w:val=","/>
  <w:listSeparator w:val=";"/>
  <w14:docId w14:val="47BB112F"/>
  <w15:docId w15:val="{F4618E44-8DE7-4630-A6F6-616362B88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13BF0"/>
    <w:rPr>
      <w:rFonts w:cstheme="minorHAnsi"/>
      <w:color w:val="414751" w:themeColor="text2" w:themeShade="BF"/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"/>
    <w:unhideWhenUsed/>
    <w:qFormat/>
    <w:rsid w:val="00313BF0"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313BF0"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313BF0"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313BF0"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313BF0"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313BF0"/>
    <w:pPr>
      <w:spacing w:after="0"/>
      <w:outlineLvl w:val="5"/>
    </w:pPr>
    <w:rPr>
      <w:b/>
      <w:color w:val="E65B01" w:themeColor="accent1" w:themeShade="B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313BF0"/>
    <w:pPr>
      <w:spacing w:after="0"/>
      <w:outlineLvl w:val="6"/>
    </w:pPr>
    <w:rPr>
      <w:b/>
      <w:i/>
      <w:color w:val="E65B01" w:themeColor="accent1" w:themeShade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313BF0"/>
    <w:pPr>
      <w:spacing w:after="0"/>
      <w:outlineLvl w:val="7"/>
    </w:pPr>
    <w:rPr>
      <w:b/>
      <w:color w:val="3667C3" w:themeColor="accent2" w:themeShade="BF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313BF0"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13BF0"/>
    <w:rPr>
      <w:rFonts w:asciiTheme="majorHAnsi" w:hAnsiTheme="majorHAnsi" w:cstheme="minorHAnsi"/>
      <w:smallCaps/>
      <w:color w:val="414751" w:themeColor="text2" w:themeShade="BF"/>
      <w:spacing w:val="5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313BF0"/>
    <w:rPr>
      <w:rFonts w:asciiTheme="majorHAnsi" w:hAnsiTheme="majorHAnsi" w:cstheme="minorHAnsi"/>
      <w:color w:val="414751" w:themeColor="text2" w:themeShade="BF"/>
      <w:sz w:val="28"/>
      <w:szCs w:val="28"/>
    </w:rPr>
  </w:style>
  <w:style w:type="paragraph" w:styleId="Naslov">
    <w:name w:val="Title"/>
    <w:basedOn w:val="Navaden"/>
    <w:link w:val="NaslovZnak"/>
    <w:uiPriority w:val="10"/>
    <w:qFormat/>
    <w:rsid w:val="00313BF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NaslovZnak">
    <w:name w:val="Naslov Znak"/>
    <w:basedOn w:val="Privzetapisavaodstavka"/>
    <w:link w:val="Naslov"/>
    <w:uiPriority w:val="10"/>
    <w:rsid w:val="00313BF0"/>
    <w:rPr>
      <w:rFonts w:asciiTheme="majorHAnsi" w:hAnsiTheme="majorHAnsi" w:cstheme="minorHAnsi"/>
      <w:smallCaps/>
      <w:color w:val="FE8637" w:themeColor="accent1"/>
      <w:spacing w:val="10"/>
      <w:sz w:val="48"/>
      <w:szCs w:val="48"/>
    </w:rPr>
  </w:style>
  <w:style w:type="paragraph" w:styleId="Podnaslov">
    <w:name w:val="Subtitle"/>
    <w:basedOn w:val="Navaden"/>
    <w:link w:val="PodnaslovZnak"/>
    <w:uiPriority w:val="11"/>
    <w:qFormat/>
    <w:rsid w:val="00313BF0"/>
    <w:rPr>
      <w:i/>
      <w:color w:val="575F6D" w:themeColor="text2"/>
      <w:spacing w:val="5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313BF0"/>
    <w:rPr>
      <w:rFonts w:cstheme="minorHAnsi"/>
      <w:i/>
      <w:color w:val="575F6D" w:themeColor="text2"/>
      <w:spacing w:val="5"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13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13BF0"/>
    <w:rPr>
      <w:rFonts w:ascii="Tahoma" w:hAnsi="Tahoma" w:cs="Tahoma"/>
      <w:color w:val="414751" w:themeColor="text2" w:themeShade="BF"/>
      <w:sz w:val="16"/>
      <w:szCs w:val="16"/>
    </w:rPr>
  </w:style>
  <w:style w:type="character" w:styleId="Naslovknjige">
    <w:name w:val="Book Title"/>
    <w:basedOn w:val="Privzetapisavaodstavka"/>
    <w:uiPriority w:val="33"/>
    <w:qFormat/>
    <w:rsid w:val="00313BF0"/>
    <w:rPr>
      <w:rFonts w:cs="Times New Roman"/>
      <w:smallCaps/>
      <w:color w:val="000000"/>
      <w:spacing w:val="10"/>
    </w:rPr>
  </w:style>
  <w:style w:type="numbering" w:customStyle="1" w:styleId="Oznaenseznam1">
    <w:name w:val="Označen seznam1"/>
    <w:uiPriority w:val="99"/>
    <w:rsid w:val="00313BF0"/>
    <w:pPr>
      <w:numPr>
        <w:numId w:val="1"/>
      </w:numPr>
    </w:pPr>
  </w:style>
  <w:style w:type="paragraph" w:styleId="Napis">
    <w:name w:val="caption"/>
    <w:basedOn w:val="Navaden"/>
    <w:next w:val="Navaden"/>
    <w:uiPriority w:val="99"/>
    <w:unhideWhenUsed/>
    <w:rsid w:val="00313BF0"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Poudarek">
    <w:name w:val="Emphasis"/>
    <w:uiPriority w:val="20"/>
    <w:qFormat/>
    <w:rsid w:val="00313BF0"/>
    <w:rPr>
      <w:b/>
      <w:i/>
      <w:color w:val="2B2F36" w:themeColor="text2" w:themeShade="80"/>
      <w:spacing w:val="10"/>
      <w:sz w:val="18"/>
      <w:szCs w:val="18"/>
    </w:rPr>
  </w:style>
  <w:style w:type="paragraph" w:styleId="Noga">
    <w:name w:val="footer"/>
    <w:basedOn w:val="Navaden"/>
    <w:link w:val="NogaZnak"/>
    <w:uiPriority w:val="99"/>
    <w:unhideWhenUsed/>
    <w:rsid w:val="00313B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13BF0"/>
    <w:rPr>
      <w:rFonts w:cstheme="minorHAnsi"/>
      <w:color w:val="414751" w:themeColor="text2" w:themeShade="BF"/>
      <w:sz w:val="20"/>
      <w:szCs w:val="20"/>
    </w:rPr>
  </w:style>
  <w:style w:type="paragraph" w:styleId="Glava">
    <w:name w:val="header"/>
    <w:basedOn w:val="Navaden"/>
    <w:link w:val="GlavaZnak"/>
    <w:unhideWhenUsed/>
    <w:rsid w:val="00313B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313BF0"/>
    <w:rPr>
      <w:rFonts w:cstheme="minorHAnsi"/>
      <w:color w:val="414751" w:themeColor="text2" w:themeShade="BF"/>
      <w:sz w:val="20"/>
      <w:szCs w:val="20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313BF0"/>
    <w:rPr>
      <w:rFonts w:asciiTheme="majorHAnsi" w:hAnsiTheme="majorHAnsi" w:cstheme="minorHAnsi"/>
      <w:color w:val="414751" w:themeColor="text2" w:themeShade="BF"/>
      <w:spacing w:val="5"/>
      <w:sz w:val="24"/>
      <w:szCs w:val="24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313BF0"/>
    <w:rPr>
      <w:rFonts w:asciiTheme="majorHAnsi" w:hAnsiTheme="majorHAnsi" w:cstheme="minorHAnsi"/>
      <w:color w:val="E65B0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313BF0"/>
    <w:rPr>
      <w:rFonts w:cstheme="minorHAnsi"/>
      <w:i/>
      <w:color w:val="E65B0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313BF0"/>
    <w:rPr>
      <w:rFonts w:cstheme="minorHAnsi"/>
      <w:b/>
      <w:color w:val="E65B01" w:themeColor="accent1" w:themeShade="BF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313BF0"/>
    <w:rPr>
      <w:rFonts w:cstheme="minorHAnsi"/>
      <w:b/>
      <w:i/>
      <w:color w:val="E65B01" w:themeColor="accent1" w:themeShade="BF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313BF0"/>
    <w:rPr>
      <w:rFonts w:cstheme="minorHAnsi"/>
      <w:b/>
      <w:color w:val="3667C3" w:themeColor="accent2" w:themeShade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313BF0"/>
    <w:rPr>
      <w:rFonts w:cstheme="minorHAnsi"/>
      <w:b/>
      <w:i/>
      <w:color w:val="3667C3" w:themeColor="accent2" w:themeShade="BF"/>
      <w:sz w:val="18"/>
      <w:szCs w:val="18"/>
    </w:rPr>
  </w:style>
  <w:style w:type="character" w:styleId="Intenzivenpoudarek">
    <w:name w:val="Intense Emphasis"/>
    <w:basedOn w:val="Privzetapisavaodstavka"/>
    <w:uiPriority w:val="21"/>
    <w:qFormat/>
    <w:rsid w:val="00313BF0"/>
    <w:rPr>
      <w:i/>
      <w:caps/>
      <w:color w:val="E65B01" w:themeColor="accent1" w:themeShade="BF"/>
      <w:spacing w:val="10"/>
      <w:sz w:val="18"/>
      <w:szCs w:val="18"/>
    </w:rPr>
  </w:style>
  <w:style w:type="paragraph" w:styleId="Citat">
    <w:name w:val="Quote"/>
    <w:basedOn w:val="Navaden"/>
    <w:link w:val="CitatZnak"/>
    <w:uiPriority w:val="29"/>
    <w:qFormat/>
    <w:rsid w:val="00313BF0"/>
    <w:rPr>
      <w:i/>
    </w:rPr>
  </w:style>
  <w:style w:type="character" w:customStyle="1" w:styleId="CitatZnak">
    <w:name w:val="Citat Znak"/>
    <w:basedOn w:val="Privzetapisavaodstavka"/>
    <w:link w:val="Citat"/>
    <w:uiPriority w:val="29"/>
    <w:rsid w:val="00313BF0"/>
    <w:rPr>
      <w:rFonts w:cstheme="minorHAnsi"/>
      <w:i/>
      <w:color w:val="414751" w:themeColor="text2" w:themeShade="BF"/>
      <w:sz w:val="20"/>
      <w:szCs w:val="20"/>
    </w:rPr>
  </w:style>
  <w:style w:type="paragraph" w:styleId="Intenzivencitat">
    <w:name w:val="Intense Quote"/>
    <w:basedOn w:val="Citat"/>
    <w:link w:val="IntenzivencitatZnak"/>
    <w:uiPriority w:val="30"/>
    <w:qFormat/>
    <w:rsid w:val="00313BF0"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313BF0"/>
    <w:rPr>
      <w:rFonts w:cstheme="minorHAnsi"/>
      <w:color w:val="E65B01" w:themeColor="accent1" w:themeShade="BF"/>
      <w:sz w:val="20"/>
      <w:szCs w:val="20"/>
    </w:rPr>
  </w:style>
  <w:style w:type="character" w:styleId="Intenzivensklic">
    <w:name w:val="Intense Reference"/>
    <w:basedOn w:val="Privzetapisavaodstavka"/>
    <w:uiPriority w:val="32"/>
    <w:qFormat/>
    <w:rsid w:val="00313BF0"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paragraph" w:styleId="Odstavekseznama">
    <w:name w:val="List Paragraph"/>
    <w:basedOn w:val="Navaden"/>
    <w:uiPriority w:val="34"/>
    <w:unhideWhenUsed/>
    <w:qFormat/>
    <w:rsid w:val="00313BF0"/>
    <w:pPr>
      <w:ind w:left="720"/>
      <w:contextualSpacing/>
    </w:pPr>
  </w:style>
  <w:style w:type="paragraph" w:styleId="Navaden-zamik">
    <w:name w:val="Normal Indent"/>
    <w:basedOn w:val="Navaden"/>
    <w:uiPriority w:val="99"/>
    <w:unhideWhenUsed/>
    <w:rsid w:val="00313BF0"/>
    <w:pPr>
      <w:ind w:left="720"/>
      <w:contextualSpacing/>
    </w:pPr>
  </w:style>
  <w:style w:type="numbering" w:customStyle="1" w:styleId="Otevilenseznam1">
    <w:name w:val="Oštevilčen seznam1"/>
    <w:uiPriority w:val="99"/>
    <w:rsid w:val="00313BF0"/>
    <w:pPr>
      <w:numPr>
        <w:numId w:val="2"/>
      </w:numPr>
    </w:pPr>
  </w:style>
  <w:style w:type="character" w:styleId="Besedilooznabemesta">
    <w:name w:val="Placeholder Text"/>
    <w:basedOn w:val="Privzetapisavaodstavka"/>
    <w:uiPriority w:val="99"/>
    <w:unhideWhenUsed/>
    <w:rsid w:val="00313BF0"/>
    <w:rPr>
      <w:color w:val="808080"/>
    </w:rPr>
  </w:style>
  <w:style w:type="character" w:styleId="Krepko">
    <w:name w:val="Strong"/>
    <w:basedOn w:val="Privzetapisavaodstavka"/>
    <w:uiPriority w:val="22"/>
    <w:qFormat/>
    <w:rsid w:val="00313BF0"/>
    <w:rPr>
      <w:b/>
      <w:bCs/>
    </w:rPr>
  </w:style>
  <w:style w:type="character" w:styleId="Neenpoudarek">
    <w:name w:val="Subtle Emphasis"/>
    <w:basedOn w:val="Privzetapisavaodstavka"/>
    <w:uiPriority w:val="19"/>
    <w:qFormat/>
    <w:rsid w:val="00313BF0"/>
    <w:rPr>
      <w:i/>
      <w:color w:val="E65B01" w:themeColor="accent1" w:themeShade="BF"/>
    </w:rPr>
  </w:style>
  <w:style w:type="character" w:styleId="Neensklic">
    <w:name w:val="Subtle Reference"/>
    <w:basedOn w:val="Privzetapisavaodstavka"/>
    <w:uiPriority w:val="31"/>
    <w:qFormat/>
    <w:rsid w:val="00313BF0"/>
    <w:rPr>
      <w:rFonts w:cs="Times New Roman"/>
      <w:b/>
      <w:i/>
      <w:color w:val="3667C3" w:themeColor="accent2" w:themeShade="BF"/>
    </w:rPr>
  </w:style>
  <w:style w:type="table" w:styleId="Tabelamrea">
    <w:name w:val="Table Grid"/>
    <w:basedOn w:val="Navadnatabela"/>
    <w:uiPriority w:val="39"/>
    <w:rsid w:val="00313BF0"/>
    <w:pPr>
      <w:spacing w:after="0" w:line="240" w:lineRule="auto"/>
    </w:pPr>
    <w:rPr>
      <w:rFonts w:cs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povezava">
    <w:name w:val="Hyperlink"/>
    <w:uiPriority w:val="99"/>
    <w:unhideWhenUsed/>
    <w:rsid w:val="00867290"/>
    <w:rPr>
      <w:color w:val="0000FF"/>
      <w:u w:val="single"/>
    </w:rPr>
  </w:style>
  <w:style w:type="paragraph" w:styleId="Kazalovsebine1">
    <w:name w:val="toc 1"/>
    <w:basedOn w:val="Navaden"/>
    <w:next w:val="Navaden"/>
    <w:autoRedefine/>
    <w:uiPriority w:val="39"/>
    <w:unhideWhenUsed/>
    <w:rsid w:val="0086241D"/>
    <w:pPr>
      <w:numPr>
        <w:numId w:val="17"/>
      </w:numPr>
      <w:tabs>
        <w:tab w:val="left" w:pos="360"/>
        <w:tab w:val="right" w:leader="dot" w:pos="9062"/>
      </w:tabs>
      <w:spacing w:before="160" w:after="100" w:line="240" w:lineRule="auto"/>
      <w:jc w:val="both"/>
    </w:pPr>
    <w:rPr>
      <w:rFonts w:ascii="Calibri" w:eastAsia="Times New Roman" w:hAnsi="Calibri" w:cs="Arial"/>
      <w:b/>
      <w:noProof/>
      <w:color w:val="000000" w:themeColor="text1"/>
      <w:sz w:val="22"/>
      <w:szCs w:val="22"/>
    </w:rPr>
  </w:style>
  <w:style w:type="paragraph" w:styleId="Kazalovsebine2">
    <w:name w:val="toc 2"/>
    <w:basedOn w:val="Navaden"/>
    <w:next w:val="Navaden"/>
    <w:autoRedefine/>
    <w:uiPriority w:val="39"/>
    <w:unhideWhenUsed/>
    <w:rsid w:val="00867290"/>
    <w:pPr>
      <w:spacing w:after="0" w:line="240" w:lineRule="auto"/>
      <w:ind w:left="24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lobesedila">
    <w:name w:val="Body Text"/>
    <w:basedOn w:val="Navaden"/>
    <w:link w:val="TelobesedilaZnak"/>
    <w:semiHidden/>
    <w:rsid w:val="00E6268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auto"/>
    </w:rPr>
  </w:style>
  <w:style w:type="character" w:customStyle="1" w:styleId="TelobesedilaZnak">
    <w:name w:val="Telo besedila Znak"/>
    <w:basedOn w:val="Privzetapisavaodstavka"/>
    <w:link w:val="Telobesedila"/>
    <w:semiHidden/>
    <w:rsid w:val="00E62686"/>
    <w:rPr>
      <w:rFonts w:ascii="Times New Roman" w:eastAsia="Times New Roman" w:hAnsi="Times New Roman" w:cs="Times New Roman"/>
      <w:sz w:val="20"/>
      <w:szCs w:val="20"/>
    </w:rPr>
  </w:style>
  <w:style w:type="paragraph" w:styleId="Telobesedila2">
    <w:name w:val="Body Text 2"/>
    <w:basedOn w:val="Navaden"/>
    <w:link w:val="Telobesedila2Znak"/>
    <w:uiPriority w:val="99"/>
    <w:unhideWhenUsed/>
    <w:rsid w:val="00232AFE"/>
    <w:pPr>
      <w:widowControl w:val="0"/>
      <w:autoSpaceDE w:val="0"/>
      <w:autoSpaceDN w:val="0"/>
      <w:spacing w:line="240" w:lineRule="auto"/>
      <w:jc w:val="both"/>
    </w:pPr>
    <w:rPr>
      <w:rFonts w:ascii="Calibri" w:hAnsi="Calibri" w:cs="Calibri"/>
      <w:color w:val="000000" w:themeColor="text1"/>
      <w:sz w:val="22"/>
      <w:szCs w:val="22"/>
      <w:lang w:eastAsia="en-US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232AFE"/>
    <w:rPr>
      <w:rFonts w:ascii="Calibri" w:hAnsi="Calibri" w:cs="Calibri"/>
      <w:color w:val="000000" w:themeColor="text1"/>
      <w:lang w:eastAsia="en-US"/>
    </w:rPr>
  </w:style>
  <w:style w:type="paragraph" w:styleId="Telobesedila3">
    <w:name w:val="Body Text 3"/>
    <w:basedOn w:val="Navaden"/>
    <w:link w:val="Telobesedila3Znak"/>
    <w:uiPriority w:val="99"/>
    <w:unhideWhenUsed/>
    <w:rsid w:val="00232AFE"/>
    <w:pPr>
      <w:widowControl w:val="0"/>
      <w:autoSpaceDE w:val="0"/>
      <w:autoSpaceDN w:val="0"/>
      <w:jc w:val="both"/>
    </w:pPr>
    <w:rPr>
      <w:rFonts w:ascii="Calibri" w:hAnsi="Calibri" w:cs="Arial"/>
      <w:color w:val="000000" w:themeColor="text1"/>
      <w:sz w:val="24"/>
      <w:szCs w:val="24"/>
      <w:lang w:eastAsia="en-US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232AFE"/>
    <w:rPr>
      <w:rFonts w:ascii="Calibri" w:hAnsi="Calibri" w:cs="Arial"/>
      <w:color w:val="000000" w:themeColor="text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dobrepolje.si/razpisi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porabnik\AppData\Roaming\Microsoft\Predloge\Poro&#269;ilo%20(tema%20&#187;Altana&#171;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C2B0823-34B9-4091-9C74-236EAE41F0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E09A9B-475F-40E6-A658-D30108635E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Poročilo (tema »Altana«).dotx</Template>
  <TotalTime>266</TotalTime>
  <Pages>13</Pages>
  <Words>1873</Words>
  <Characters>10682</Characters>
  <Application>Microsoft Office Word</Application>
  <DocSecurity>0</DocSecurity>
  <Lines>89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PRILOGA RAZPISNE DOKUMENTACIJE</vt:lpstr>
      <vt:lpstr/>
    </vt:vector>
  </TitlesOfParts>
  <Company>Hewlett-Packard Company</Company>
  <LinksUpToDate>false</LinksUpToDate>
  <CharactersWithSpaces>12530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PRILOGA RAZPISNE                       DOKUMENTACIJE</dc:title>
  <dc:creator>Uporabnik</dc:creator>
  <cp:lastModifiedBy>Jana Kontrec</cp:lastModifiedBy>
  <cp:revision>32</cp:revision>
  <cp:lastPrinted>2026-01-08T12:54:00Z</cp:lastPrinted>
  <dcterms:created xsi:type="dcterms:W3CDTF">2016-02-24T07:03:00Z</dcterms:created>
  <dcterms:modified xsi:type="dcterms:W3CDTF">2026-01-08T12:55:00Z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TC017730779991</vt:lpwstr>
  </property>
</Properties>
</file>